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29" w:rsidRDefault="009D5629" w:rsidP="009D562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9D5629" w:rsidRDefault="009D5629" w:rsidP="009D5629">
      <w:pPr>
        <w:spacing w:after="120"/>
        <w:ind w:firstLine="709"/>
        <w:jc w:val="both"/>
        <w:rPr>
          <w:b/>
          <w:i/>
          <w:szCs w:val="20"/>
        </w:rPr>
      </w:pPr>
    </w:p>
    <w:p w:rsidR="009D5629" w:rsidRDefault="009D5629" w:rsidP="009D5629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9D5629" w:rsidRPr="00F0787D" w:rsidRDefault="009D5629" w:rsidP="009D5629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9D5629" w:rsidRPr="00F0787D" w:rsidRDefault="009D5629" w:rsidP="009D5629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9D5629" w:rsidRPr="00F0787D" w:rsidRDefault="009D5629" w:rsidP="009D5629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9D5629" w:rsidRPr="00F0787D" w:rsidRDefault="009D5629" w:rsidP="009D5629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9D5629" w:rsidRPr="00F0787D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9D5629" w:rsidRPr="00F0787D" w:rsidRDefault="009D5629" w:rsidP="009D56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9D5629" w:rsidRDefault="009D5629" w:rsidP="009D562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D5629" w:rsidRPr="00F0787D" w:rsidRDefault="009D5629" w:rsidP="009D562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9D5629" w:rsidRDefault="009D5629" w:rsidP="009D562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9D5629" w:rsidRDefault="009D5629" w:rsidP="009D562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9D5629" w:rsidRPr="00895D22" w:rsidRDefault="009D5629" w:rsidP="009D5629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9D5629" w:rsidRDefault="009D5629" w:rsidP="009D5629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9D5629" w:rsidRPr="00B96FB0" w:rsidRDefault="009D5629" w:rsidP="009D562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9D5629" w:rsidRPr="00B96FB0" w:rsidRDefault="009D5629" w:rsidP="009D562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9D5629" w:rsidRPr="00B96FB0" w:rsidRDefault="009D5629" w:rsidP="009D562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9D5629" w:rsidRPr="00B96FB0" w:rsidRDefault="009D5629" w:rsidP="009D5629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9D5629" w:rsidRPr="00B96FB0" w:rsidRDefault="009D5629" w:rsidP="009D5629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9D5629" w:rsidRPr="00B96FB0" w:rsidRDefault="009D5629" w:rsidP="009D5629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9D5629" w:rsidRDefault="009D5629" w:rsidP="009D562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D5629" w:rsidRDefault="009D5629" w:rsidP="009D562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9D5629" w:rsidRPr="00CF4887" w:rsidRDefault="009D5629" w:rsidP="009D562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9D5629" w:rsidRPr="003F4287" w:rsidRDefault="009D5629" w:rsidP="009D562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9D5629" w:rsidRDefault="009D5629" w:rsidP="009D562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D5629" w:rsidRDefault="009D5629" w:rsidP="009D5629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D5629">
        <w:rPr>
          <w:rFonts w:ascii="Times New Roman" w:hAnsi="Times New Roman" w:cs="Times New Roman"/>
          <w:b/>
          <w:color w:val="000000"/>
          <w:sz w:val="32"/>
          <w:szCs w:val="32"/>
        </w:rPr>
        <w:t>Поставка цветочной продукции для вручения</w:t>
      </w:r>
    </w:p>
    <w:p w:rsidR="009D5629" w:rsidRPr="009D5629" w:rsidRDefault="009D5629" w:rsidP="009D5629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5629" w:rsidRPr="00F7646D" w:rsidRDefault="009D5629" w:rsidP="009D5629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9D5629" w:rsidRDefault="009D5629" w:rsidP="009D562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9D5629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9D5629" w:rsidRDefault="009D5629" w:rsidP="00FA126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9D5629" w:rsidRDefault="009D5629" w:rsidP="00FA126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Default="009D5629" w:rsidP="00FA126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Default="009D5629" w:rsidP="00FA126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Default="009D5629" w:rsidP="00FA126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9D5629" w:rsidRPr="00F7646D" w:rsidRDefault="009D5629" w:rsidP="00FA126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D5629" w:rsidRDefault="009D5629" w:rsidP="00FA126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9D5629" w:rsidRPr="00F7646D" w:rsidRDefault="009D5629" w:rsidP="00FA126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629" w:rsidRPr="009037B8" w:rsidRDefault="009D5629" w:rsidP="00FA126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629" w:rsidRPr="009037B8" w:rsidRDefault="009D5629" w:rsidP="00FA126A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629" w:rsidRPr="009037B8" w:rsidRDefault="009D5629" w:rsidP="00FA126A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629" w:rsidRPr="009037B8" w:rsidRDefault="009D5629" w:rsidP="00FA126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629" w:rsidRPr="009037B8" w:rsidRDefault="009D5629" w:rsidP="00FA126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629" w:rsidRPr="009037B8" w:rsidRDefault="009D5629" w:rsidP="00FA126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5629" w:rsidRPr="009037B8" w:rsidRDefault="009D5629" w:rsidP="00FA126A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D5629" w:rsidRPr="00F7646D" w:rsidTr="00FA126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629" w:rsidRPr="00F7646D" w:rsidRDefault="009D5629" w:rsidP="00FA126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9D5629" w:rsidRPr="00ED605E" w:rsidRDefault="009D5629" w:rsidP="009D5629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9D5629" w:rsidRPr="00DB2752" w:rsidRDefault="009D5629" w:rsidP="009D562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9D5629" w:rsidRPr="00B72336" w:rsidRDefault="009D5629" w:rsidP="009D5629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9D5629" w:rsidRDefault="009D5629" w:rsidP="009D5629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9D5629" w:rsidRDefault="009D5629" w:rsidP="009D5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Pr="00813C36" w:rsidRDefault="009D5629" w:rsidP="009D5629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D5629" w:rsidRDefault="009D5629" w:rsidP="009D5629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9D5629" w:rsidRDefault="009D5629" w:rsidP="009D5629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9D5629" w:rsidRDefault="009D5629" w:rsidP="009D5629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9D5629" w:rsidRDefault="009D5629" w:rsidP="009D5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D5629" w:rsidRDefault="009D5629" w:rsidP="009D5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D5629" w:rsidRDefault="009D5629" w:rsidP="009D5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D5629" w:rsidRDefault="009D5629" w:rsidP="009D5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D5629" w:rsidRDefault="009D5629" w:rsidP="009D5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D5629" w:rsidRPr="00AC355D" w:rsidRDefault="009D5629" w:rsidP="009D5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D5629" w:rsidRPr="00CB776F" w:rsidRDefault="009D5629" w:rsidP="009D5629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9D5629" w:rsidRDefault="009D5629" w:rsidP="009D56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9D5629" w:rsidRDefault="009D5629" w:rsidP="009D5629">
      <w:pPr>
        <w:pStyle w:val="ConsPlusNormal"/>
        <w:widowControl/>
        <w:ind w:firstLine="0"/>
        <w:jc w:val="both"/>
      </w:pPr>
    </w:p>
    <w:p w:rsidR="009D5629" w:rsidRPr="005E34B7" w:rsidRDefault="009D5629" w:rsidP="009D562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6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7A66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5629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6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D56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D562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D56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D5629"/>
  </w:style>
  <w:style w:type="paragraph" w:styleId="2">
    <w:name w:val="Body Text Indent 2"/>
    <w:basedOn w:val="a"/>
    <w:link w:val="20"/>
    <w:rsid w:val="009D56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D56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D56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6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D56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D562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D56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D5629"/>
  </w:style>
  <w:style w:type="paragraph" w:styleId="2">
    <w:name w:val="Body Text Indent 2"/>
    <w:basedOn w:val="a"/>
    <w:link w:val="20"/>
    <w:rsid w:val="009D56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D56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D56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1657</Words>
  <Characters>9449</Characters>
  <Application>Microsoft Office Word</Application>
  <DocSecurity>0</DocSecurity>
  <Lines>78</Lines>
  <Paragraphs>22</Paragraphs>
  <ScaleCrop>false</ScaleCrop>
  <Company/>
  <LinksUpToDate>false</LinksUpToDate>
  <CharactersWithSpaces>11084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2014-05-22T10:01:00Z</dcterms:created>
  <dcterms:modified xsi:type="dcterms:W3CDTF">2014-05-22T10:02:00Z</dcterms:modified>
</cp:coreProperties>
</file>