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BD" w:rsidRDefault="00BC6CBD" w:rsidP="00BC6C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C6CBD" w:rsidRDefault="00BC6CBD" w:rsidP="00BC6CBD">
      <w:pPr>
        <w:spacing w:after="120"/>
        <w:ind w:firstLine="709"/>
        <w:jc w:val="both"/>
        <w:rPr>
          <w:b/>
          <w:i/>
          <w:szCs w:val="20"/>
        </w:rPr>
      </w:pPr>
    </w:p>
    <w:p w:rsidR="00BC6CBD" w:rsidRDefault="00BC6CBD" w:rsidP="00BC6CBD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BC6CBD" w:rsidRPr="00F0787D" w:rsidRDefault="00BC6CBD" w:rsidP="00BC6CBD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6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BC6CBD" w:rsidRPr="00F0787D" w:rsidRDefault="00BC6CBD" w:rsidP="00BC6CB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BC6CBD" w:rsidRPr="00F0787D" w:rsidRDefault="00BC6CBD" w:rsidP="00BC6CB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BC6CBD" w:rsidRPr="00F0787D" w:rsidRDefault="00BC6CBD" w:rsidP="00BC6CBD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7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BC6CBD" w:rsidRPr="00F0787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8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BC6CBD" w:rsidRPr="00F0787D" w:rsidRDefault="00BC6CBD" w:rsidP="00BC6CB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BC6CBD" w:rsidRDefault="00BC6CBD" w:rsidP="00BC6C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BC6CBD" w:rsidRPr="00F0787D" w:rsidRDefault="00BC6CBD" w:rsidP="00BC6C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BC6CBD" w:rsidRDefault="00BC6CBD" w:rsidP="00BC6C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BC6CBD" w:rsidRDefault="00BC6CBD" w:rsidP="00BC6C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BC6CBD" w:rsidRPr="00895D22" w:rsidRDefault="00BC6CBD" w:rsidP="00BC6CB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BC6CBD" w:rsidRDefault="00BC6CBD" w:rsidP="00BC6CB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9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C6CBD" w:rsidRPr="00B96FB0" w:rsidRDefault="00BC6CBD" w:rsidP="00BC6C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BC6CBD" w:rsidRPr="00B96FB0" w:rsidRDefault="00BC6CBD" w:rsidP="00BC6CB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BC6CBD" w:rsidRPr="00B96FB0" w:rsidRDefault="00BC6CBD" w:rsidP="00BC6CB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C6CBD" w:rsidRPr="00B96FB0" w:rsidRDefault="00BC6CBD" w:rsidP="00BC6CBD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BC6CBD" w:rsidRPr="00B96FB0" w:rsidRDefault="00BC6CBD" w:rsidP="00BC6CBD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10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BC6CBD" w:rsidRPr="00B96FB0" w:rsidRDefault="00BC6CBD" w:rsidP="00BC6CBD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BC6CBD" w:rsidRDefault="00BC6CBD" w:rsidP="00BC6C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C6CBD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C6CBD" w:rsidRPr="00CF4887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C6CBD" w:rsidRPr="003F4287" w:rsidRDefault="00BC6CBD" w:rsidP="00BC6CB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C6CBD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C6CBD" w:rsidRPr="00BC6CBD" w:rsidRDefault="00297B63" w:rsidP="00BC6CB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Поставка</w:t>
      </w:r>
      <w:bookmarkStart w:id="1" w:name="_GoBack"/>
      <w:bookmarkEnd w:id="1"/>
      <w:r w:rsidR="00BC6CBD" w:rsidRPr="00BC6CBD">
        <w:rPr>
          <w:rFonts w:ascii="Times New Roman" w:hAnsi="Times New Roman" w:cs="Times New Roman"/>
          <w:color w:val="000000"/>
          <w:sz w:val="28"/>
          <w:szCs w:val="28"/>
        </w:rPr>
        <w:t xml:space="preserve"> офисной мебели </w:t>
      </w:r>
    </w:p>
    <w:p w:rsidR="00BC6CBD" w:rsidRPr="00F7646D" w:rsidRDefault="00BC6CBD" w:rsidP="00BC6CB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C6CBD" w:rsidRDefault="00BC6CBD" w:rsidP="00BC6CB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BC6CBD" w:rsidRPr="00F7646D" w:rsidTr="007354E7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BC6CB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C6CBD" w:rsidRDefault="00BC6CBD" w:rsidP="007354E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BC6CBD" w:rsidRDefault="00BC6CBD" w:rsidP="007354E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Default="00BC6CBD" w:rsidP="007354E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C6CBD" w:rsidRPr="00F7646D" w:rsidRDefault="00BC6CBD" w:rsidP="007354E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C6CBD" w:rsidRDefault="00BC6CBD" w:rsidP="007354E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BC6CBD" w:rsidRPr="00F7646D" w:rsidRDefault="00BC6CBD" w:rsidP="007354E7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BC6CBD" w:rsidRPr="00F7646D" w:rsidTr="007354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6CBD" w:rsidRPr="009037B8" w:rsidRDefault="00BC6CBD" w:rsidP="007354E7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BC6CBD" w:rsidRPr="00F7646D" w:rsidTr="007354E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C6CBD" w:rsidRPr="00F7646D" w:rsidTr="007354E7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6CBD" w:rsidRPr="00F7646D" w:rsidRDefault="00BC6CBD" w:rsidP="007354E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C6CBD" w:rsidRPr="00ED605E" w:rsidRDefault="00BC6CBD" w:rsidP="00BC6CB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C6CBD" w:rsidRPr="00DB2752" w:rsidRDefault="00BC6CBD" w:rsidP="00BC6C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C6CBD" w:rsidRPr="00B72336" w:rsidRDefault="00BC6CBD" w:rsidP="00BC6CB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BC6CBD" w:rsidRDefault="00BC6CBD" w:rsidP="00BC6CB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lastRenderedPageBreak/>
        <w:t xml:space="preserve">                                                             (наименование участника закупки)</w:t>
      </w: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Pr="00813C36" w:rsidRDefault="00BC6CBD" w:rsidP="00BC6CBD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C6CBD" w:rsidRDefault="00BC6CBD" w:rsidP="00BC6CB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BC6CBD" w:rsidRDefault="00BC6CBD" w:rsidP="00BC6CB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BC6CBD" w:rsidRDefault="00BC6CBD" w:rsidP="00BC6CB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1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C6CBD" w:rsidRPr="00AC355D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C6CBD" w:rsidRPr="00CB776F" w:rsidRDefault="00BC6CBD" w:rsidP="00BC6CB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C6CBD" w:rsidRDefault="00BC6CBD" w:rsidP="00BC6CB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BC6CBD" w:rsidRDefault="00BC6CBD" w:rsidP="00BC6CBD">
      <w:pPr>
        <w:pStyle w:val="ConsPlusNormal"/>
        <w:widowControl/>
        <w:ind w:firstLine="0"/>
        <w:jc w:val="both"/>
      </w:pPr>
    </w:p>
    <w:p w:rsidR="00BC6CBD" w:rsidRPr="005E34B7" w:rsidRDefault="00BC6CBD" w:rsidP="00BC6C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FE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7B6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97946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6CBD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4FE0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C6C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C6CB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C6C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C6CBD"/>
  </w:style>
  <w:style w:type="paragraph" w:styleId="2">
    <w:name w:val="Body Text Indent 2"/>
    <w:basedOn w:val="a"/>
    <w:link w:val="20"/>
    <w:rsid w:val="00BC6C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C6C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C6C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C6C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C6CB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C6C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C6CBD"/>
  </w:style>
  <w:style w:type="paragraph" w:styleId="2">
    <w:name w:val="Body Text Indent 2"/>
    <w:basedOn w:val="a"/>
    <w:link w:val="20"/>
    <w:rsid w:val="00BC6C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C6C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C6C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2E97F0FFD063ADB66D7FE80767D3632CFA8DE337F7A833FFFE25838B6E85A9851A5455F4M7C0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09957A40A7180CC718F419BB4CF593B3A748A47D4E04EADDD461FACBD5F878F593A449CF4012ED7lBb4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6F4BE570CDEE816729B8CA6034E3AC19CA535E769832666A9FDFF38B733DFE0CC07DAE186894497m533K" TargetMode="External"/><Relationship Id="rId11" Type="http://schemas.openxmlformats.org/officeDocument/2006/relationships/hyperlink" Target="consultantplus://offline/ref=BE2E97F0FFD063ADB66D7FE80767D3632CFA8DE337F7A833FFFE25838B6E85A9851A5455F4M7C0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8999C29F64B0B8D0F96AC61D55BA00DDF3446AA2D50CAB6F73A52E1592BFC120B1A337872FEB25709k1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15697-B00C-422B-B2D2-6E77FFB3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1655</Words>
  <Characters>9439</Characters>
  <Application>Microsoft Office Word</Application>
  <DocSecurity>0</DocSecurity>
  <Lines>78</Lines>
  <Paragraphs>22</Paragraphs>
  <ScaleCrop>false</ScaleCrop>
  <Company/>
  <LinksUpToDate>false</LinksUpToDate>
  <CharactersWithSpaces>11072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2014-05-07T06:13:00Z</dcterms:created>
  <dcterms:modified xsi:type="dcterms:W3CDTF">2014-05-07T12:20:00Z</dcterms:modified>
</cp:coreProperties>
</file>