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BB4257" w14:textId="38ECED8E" w:rsidR="00815EBE" w:rsidRDefault="00815EBE" w:rsidP="00815EBE">
      <w:pPr>
        <w:pStyle w:val="a3"/>
        <w:ind w:firstLine="72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ПРОЕКТ</w:t>
      </w:r>
    </w:p>
    <w:p w14:paraId="0BCBBB83" w14:textId="292F3713" w:rsidR="00F331E2" w:rsidRDefault="00CA6711" w:rsidP="00F331E2">
      <w:pPr>
        <w:pStyle w:val="a3"/>
        <w:ind w:firstLine="7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МУНИЦИПАЛЬНЫЙ</w:t>
      </w:r>
      <w:r w:rsidR="00F331E2" w:rsidRPr="00F600A9">
        <w:rPr>
          <w:rFonts w:ascii="Times New Roman" w:hAnsi="Times New Roman" w:cs="Times New Roman"/>
          <w:b/>
        </w:rPr>
        <w:t xml:space="preserve"> КОНТРАКТ №_____________</w:t>
      </w:r>
    </w:p>
    <w:p w14:paraId="4B0A2EC9" w14:textId="77777777" w:rsidR="00601810" w:rsidRDefault="00601810" w:rsidP="00601810">
      <w:pPr>
        <w:pStyle w:val="a3"/>
        <w:spacing w:after="0"/>
        <w:ind w:firstLine="7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на оказание услуг по организации курсов подготовки кадров </w:t>
      </w:r>
    </w:p>
    <w:p w14:paraId="30836715" w14:textId="60B1AAF6" w:rsidR="00601810" w:rsidRPr="00F600A9" w:rsidRDefault="00601810" w:rsidP="00601810">
      <w:pPr>
        <w:pStyle w:val="a3"/>
        <w:spacing w:after="0"/>
        <w:ind w:firstLine="7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для малого и среднего предпринимательства</w:t>
      </w:r>
    </w:p>
    <w:p w14:paraId="21E53DA0" w14:textId="77777777" w:rsidR="00F331E2" w:rsidRPr="00F600A9" w:rsidRDefault="00F331E2" w:rsidP="00F331E2">
      <w:pPr>
        <w:pStyle w:val="a3"/>
        <w:rPr>
          <w:rFonts w:ascii="Times New Roman" w:hAnsi="Times New Roman" w:cs="Times New Roman"/>
        </w:rPr>
      </w:pPr>
    </w:p>
    <w:p w14:paraId="7279DCF8" w14:textId="56E3E503" w:rsidR="00F331E2" w:rsidRPr="00F600A9" w:rsidRDefault="00F331E2" w:rsidP="00F331E2">
      <w:pPr>
        <w:pStyle w:val="a3"/>
        <w:rPr>
          <w:rFonts w:ascii="Times New Roman" w:hAnsi="Times New Roman" w:cs="Times New Roman"/>
        </w:rPr>
      </w:pPr>
      <w:r w:rsidRPr="00F600A9">
        <w:rPr>
          <w:rFonts w:ascii="Times New Roman" w:hAnsi="Times New Roman" w:cs="Times New Roman"/>
        </w:rPr>
        <w:t xml:space="preserve">г. </w:t>
      </w:r>
      <w:r w:rsidR="00CA6711">
        <w:rPr>
          <w:rFonts w:ascii="Times New Roman" w:hAnsi="Times New Roman" w:cs="Times New Roman"/>
        </w:rPr>
        <w:t>Иваново</w:t>
      </w:r>
      <w:r w:rsidRPr="00F600A9">
        <w:rPr>
          <w:rFonts w:ascii="Times New Roman" w:hAnsi="Times New Roman" w:cs="Times New Roman"/>
        </w:rPr>
        <w:t xml:space="preserve"> </w:t>
      </w:r>
      <w:r w:rsidR="00CA6711">
        <w:rPr>
          <w:rFonts w:ascii="Times New Roman" w:hAnsi="Times New Roman" w:cs="Times New Roman"/>
        </w:rPr>
        <w:t xml:space="preserve">     </w:t>
      </w:r>
      <w:r w:rsidRPr="00F600A9"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97595D">
        <w:rPr>
          <w:rFonts w:ascii="Times New Roman" w:hAnsi="Times New Roman" w:cs="Times New Roman"/>
        </w:rPr>
        <w:t xml:space="preserve">          «___»_____________2012</w:t>
      </w:r>
      <w:r w:rsidRPr="00F600A9">
        <w:rPr>
          <w:rFonts w:ascii="Times New Roman" w:hAnsi="Times New Roman" w:cs="Times New Roman"/>
        </w:rPr>
        <w:t xml:space="preserve"> г.</w:t>
      </w:r>
    </w:p>
    <w:p w14:paraId="481EF8A0" w14:textId="77777777" w:rsidR="00F331E2" w:rsidRPr="00F600A9" w:rsidRDefault="00F331E2" w:rsidP="00F331E2">
      <w:pPr>
        <w:pStyle w:val="a3"/>
        <w:ind w:firstLine="709"/>
        <w:rPr>
          <w:rFonts w:ascii="Times New Roman" w:hAnsi="Times New Roman" w:cs="Times New Roman"/>
        </w:rPr>
      </w:pPr>
    </w:p>
    <w:p w14:paraId="6CFBFF18" w14:textId="3B55D1E5" w:rsidR="00575F93" w:rsidRPr="00963C0A" w:rsidRDefault="00575F93" w:rsidP="00963C0A">
      <w:pPr>
        <w:pStyle w:val="a3"/>
        <w:spacing w:after="0"/>
        <w:ind w:firstLine="720"/>
        <w:rPr>
          <w:rFonts w:ascii="Times New Roman" w:hAnsi="Times New Roman" w:cs="Times New Roman"/>
        </w:rPr>
      </w:pPr>
      <w:proofErr w:type="gramStart"/>
      <w:r w:rsidRPr="00FB3274">
        <w:rPr>
          <w:rFonts w:ascii="Times New Roman" w:hAnsi="Times New Roman" w:cs="Times New Roman"/>
        </w:rPr>
        <w:t xml:space="preserve">Администрация города Иванова, именуемая в дальнейшем </w:t>
      </w:r>
      <w:r w:rsidR="00601810">
        <w:rPr>
          <w:rFonts w:ascii="Times New Roman" w:hAnsi="Times New Roman" w:cs="Times New Roman"/>
        </w:rPr>
        <w:t>«</w:t>
      </w:r>
      <w:r w:rsidRPr="00FB3274">
        <w:rPr>
          <w:rFonts w:ascii="Times New Roman" w:hAnsi="Times New Roman" w:cs="Times New Roman"/>
        </w:rPr>
        <w:t>Зака</w:t>
      </w:r>
      <w:r w:rsidRPr="00FB3274">
        <w:rPr>
          <w:rFonts w:ascii="Times New Roman" w:hAnsi="Times New Roman" w:cs="Times New Roman"/>
          <w:bCs/>
        </w:rPr>
        <w:t>зчик</w:t>
      </w:r>
      <w:r w:rsidR="00601810">
        <w:rPr>
          <w:rFonts w:ascii="Times New Roman" w:hAnsi="Times New Roman" w:cs="Times New Roman"/>
          <w:bCs/>
        </w:rPr>
        <w:t>»</w:t>
      </w:r>
      <w:r w:rsidRPr="00FB3274">
        <w:rPr>
          <w:rFonts w:ascii="Times New Roman" w:hAnsi="Times New Roman" w:cs="Times New Roman"/>
        </w:rPr>
        <w:t xml:space="preserve">, </w:t>
      </w:r>
      <w:r w:rsidR="00611541" w:rsidRPr="00611541">
        <w:rPr>
          <w:rFonts w:ascii="Times New Roman" w:hAnsi="Times New Roman" w:cs="Times New Roman"/>
        </w:rPr>
        <w:t xml:space="preserve">в лице </w:t>
      </w:r>
      <w:proofErr w:type="spellStart"/>
      <w:r w:rsidR="00611541" w:rsidRPr="00611541">
        <w:rPr>
          <w:rFonts w:ascii="Times New Roman" w:hAnsi="Times New Roman" w:cs="Times New Roman"/>
        </w:rPr>
        <w:t>Параничева</w:t>
      </w:r>
      <w:proofErr w:type="spellEnd"/>
      <w:r w:rsidR="00611541" w:rsidRPr="00611541">
        <w:rPr>
          <w:rFonts w:ascii="Times New Roman" w:hAnsi="Times New Roman" w:cs="Times New Roman"/>
        </w:rPr>
        <w:t xml:space="preserve"> А.А., заместителя главы Администрации города Иванова, руководителя аппарата Администрации города Иванова, действующего на основании доверенности от 13.05.2010 № 2-25</w:t>
      </w:r>
      <w:r w:rsidR="00611541" w:rsidRPr="00963C0A">
        <w:rPr>
          <w:rFonts w:ascii="Times New Roman" w:hAnsi="Times New Roman" w:cs="Times New Roman"/>
        </w:rPr>
        <w:t>-760</w:t>
      </w:r>
      <w:r w:rsidRPr="00963C0A">
        <w:rPr>
          <w:rFonts w:ascii="Times New Roman" w:hAnsi="Times New Roman" w:cs="Times New Roman"/>
        </w:rPr>
        <w:t>, с одной стороны, и _________</w:t>
      </w:r>
      <w:r w:rsidR="00E20538" w:rsidRPr="00963C0A">
        <w:rPr>
          <w:rFonts w:ascii="Times New Roman" w:hAnsi="Times New Roman" w:cs="Times New Roman"/>
        </w:rPr>
        <w:t xml:space="preserve">, именуемый в дальнейшем «Исполнитель», </w:t>
      </w:r>
      <w:r w:rsidRPr="00963C0A">
        <w:rPr>
          <w:rFonts w:ascii="Times New Roman" w:hAnsi="Times New Roman" w:cs="Times New Roman"/>
        </w:rPr>
        <w:t>в лице ___________, действующего на основании __________, с другой стороны, при совместном упоминании именуемые в дальне</w:t>
      </w:r>
      <w:r w:rsidR="00E20538" w:rsidRPr="00963C0A">
        <w:rPr>
          <w:rFonts w:ascii="Times New Roman" w:hAnsi="Times New Roman" w:cs="Times New Roman"/>
        </w:rPr>
        <w:t>йшем «Стороны», руководствуясь П</w:t>
      </w:r>
      <w:r w:rsidRPr="00963C0A">
        <w:rPr>
          <w:rFonts w:ascii="Times New Roman" w:hAnsi="Times New Roman" w:cs="Times New Roman"/>
        </w:rPr>
        <w:t xml:space="preserve">ротоколом </w:t>
      </w:r>
      <w:r w:rsidR="00D94ED6" w:rsidRPr="00963C0A">
        <w:rPr>
          <w:rFonts w:ascii="Times New Roman" w:hAnsi="Times New Roman" w:cs="Times New Roman"/>
        </w:rPr>
        <w:t>рассмотрения и оценки котировочных заявок</w:t>
      </w:r>
      <w:r w:rsidRPr="00963C0A">
        <w:rPr>
          <w:rFonts w:ascii="Times New Roman" w:hAnsi="Times New Roman" w:cs="Times New Roman"/>
        </w:rPr>
        <w:t xml:space="preserve"> от ___________ </w:t>
      </w:r>
      <w:proofErr w:type="gramEnd"/>
      <w:r w:rsidRPr="00963C0A">
        <w:rPr>
          <w:rFonts w:ascii="Times New Roman" w:hAnsi="Times New Roman" w:cs="Times New Roman"/>
        </w:rPr>
        <w:t xml:space="preserve">№ _______________, заключили настоящий </w:t>
      </w:r>
      <w:r w:rsidR="00963C0A">
        <w:rPr>
          <w:rFonts w:ascii="Times New Roman" w:hAnsi="Times New Roman" w:cs="Times New Roman"/>
        </w:rPr>
        <w:t xml:space="preserve">муниципальный </w:t>
      </w:r>
      <w:r w:rsidRPr="00963C0A">
        <w:rPr>
          <w:rFonts w:ascii="Times New Roman" w:hAnsi="Times New Roman" w:cs="Times New Roman"/>
        </w:rPr>
        <w:t xml:space="preserve">контракт </w:t>
      </w:r>
      <w:r w:rsidR="00963C0A" w:rsidRPr="00963C0A">
        <w:rPr>
          <w:rFonts w:ascii="Times New Roman" w:hAnsi="Times New Roman" w:cs="Times New Roman"/>
        </w:rPr>
        <w:t>на оказание услуг по организации курсов подготовки кадров для малого и среднего предпринимательства</w:t>
      </w:r>
      <w:r w:rsidRPr="00963C0A">
        <w:rPr>
          <w:rFonts w:ascii="Times New Roman" w:hAnsi="Times New Roman" w:cs="Times New Roman"/>
        </w:rPr>
        <w:t xml:space="preserve"> (далее – Контракт) о нижеследующем:</w:t>
      </w:r>
    </w:p>
    <w:p w14:paraId="737E3DB6" w14:textId="77777777" w:rsidR="00F331E2" w:rsidRPr="00963C0A" w:rsidRDefault="00F331E2" w:rsidP="00963C0A">
      <w:pPr>
        <w:pStyle w:val="a3"/>
        <w:spacing w:after="0"/>
        <w:ind w:firstLine="709"/>
        <w:rPr>
          <w:rFonts w:ascii="Times New Roman" w:hAnsi="Times New Roman" w:cs="Times New Roman"/>
        </w:rPr>
      </w:pPr>
    </w:p>
    <w:p w14:paraId="4D1264AE" w14:textId="77777777" w:rsidR="00F331E2" w:rsidRPr="00F600A9" w:rsidRDefault="00F331E2" w:rsidP="00F331E2">
      <w:pPr>
        <w:spacing w:after="120"/>
        <w:jc w:val="center"/>
        <w:rPr>
          <w:b/>
        </w:rPr>
      </w:pPr>
      <w:r w:rsidRPr="00F600A9">
        <w:rPr>
          <w:b/>
        </w:rPr>
        <w:t>1. ПРЕДМЕТ КОНТРАКТА</w:t>
      </w:r>
    </w:p>
    <w:p w14:paraId="55AD40E6" w14:textId="767C83DF" w:rsidR="00F331E2" w:rsidRPr="00F600A9" w:rsidRDefault="00F331E2" w:rsidP="00F331E2">
      <w:pPr>
        <w:ind w:firstLine="709"/>
      </w:pPr>
      <w:r w:rsidRPr="00F600A9">
        <w:t>1.1.</w:t>
      </w:r>
      <w:r w:rsidRPr="00F600A9">
        <w:tab/>
      </w:r>
      <w:proofErr w:type="gramStart"/>
      <w:r w:rsidRPr="00F600A9">
        <w:t xml:space="preserve">В соответствии с настоящим Контрактом Исполнитель обязуется оказать услуги </w:t>
      </w:r>
      <w:r w:rsidR="00E5135D">
        <w:t>по организации</w:t>
      </w:r>
      <w:r w:rsidR="00E5135D" w:rsidRPr="00E5135D">
        <w:t xml:space="preserve"> </w:t>
      </w:r>
      <w:r w:rsidR="00963C0A">
        <w:t xml:space="preserve"> и проведению </w:t>
      </w:r>
      <w:r w:rsidR="00E5135D" w:rsidRPr="00E5135D">
        <w:t xml:space="preserve">курсов подготовки кадров для малого и среднего </w:t>
      </w:r>
      <w:r w:rsidR="00963C0A">
        <w:t xml:space="preserve">предпринимательства в количестве </w:t>
      </w:r>
      <w:r w:rsidR="00815EBE">
        <w:t>___________</w:t>
      </w:r>
      <w:r w:rsidR="00E5135D" w:rsidRPr="00E5135D">
        <w:t xml:space="preserve"> человек</w:t>
      </w:r>
      <w:r w:rsidR="00963C0A">
        <w:t xml:space="preserve"> (</w:t>
      </w:r>
      <w:r w:rsidR="00E5135D" w:rsidRPr="00F600A9">
        <w:t xml:space="preserve">далее - Слушатели) </w:t>
      </w:r>
      <w:r w:rsidR="00E5135D" w:rsidRPr="00E5135D">
        <w:t xml:space="preserve">на тему «Пожарно-технический минимум для </w:t>
      </w:r>
      <w:r w:rsidR="00601810">
        <w:t xml:space="preserve">руководителей и </w:t>
      </w:r>
      <w:r w:rsidR="00E5135D" w:rsidRPr="00E5135D">
        <w:t xml:space="preserve">лиц, ответственных за </w:t>
      </w:r>
      <w:r w:rsidR="00601810">
        <w:t>пожарную безопасность</w:t>
      </w:r>
      <w:r w:rsidR="00E5135D" w:rsidRPr="00E5135D">
        <w:t xml:space="preserve"> организаций»</w:t>
      </w:r>
      <w:r w:rsidR="00E5135D">
        <w:t xml:space="preserve"> </w:t>
      </w:r>
      <w:r w:rsidRPr="00F600A9">
        <w:t>в очной форме согласно Перечню Услуг (Приложение № 1 к настоящему Контракту) и Требованиям к учебной программе (Приложение № 2 к настоящему Контракту</w:t>
      </w:r>
      <w:proofErr w:type="gramEnd"/>
      <w:r w:rsidRPr="00F600A9">
        <w:t>), а Зак</w:t>
      </w:r>
      <w:r w:rsidR="00963C0A">
        <w:t>азчик - принять и оплатить эти У</w:t>
      </w:r>
      <w:r w:rsidRPr="00F600A9">
        <w:t>слуги в установленном настоящим Контрактом порядке, форме и размере в соответствии с Приложением №1 к настоящему Контракту.</w:t>
      </w:r>
    </w:p>
    <w:p w14:paraId="729FA1A6" w14:textId="77777777" w:rsidR="00F331E2" w:rsidRPr="00F600A9" w:rsidRDefault="00F331E2" w:rsidP="00F331E2">
      <w:pPr>
        <w:ind w:firstLine="709"/>
      </w:pPr>
    </w:p>
    <w:p w14:paraId="7109654C" w14:textId="77777777" w:rsidR="00F331E2" w:rsidRPr="00F600A9" w:rsidRDefault="00F331E2" w:rsidP="00F331E2">
      <w:pPr>
        <w:pStyle w:val="a5"/>
        <w:spacing w:after="120"/>
        <w:ind w:left="0"/>
        <w:jc w:val="center"/>
        <w:rPr>
          <w:b/>
        </w:rPr>
      </w:pPr>
      <w:r w:rsidRPr="00F600A9">
        <w:rPr>
          <w:b/>
        </w:rPr>
        <w:t>2. СТОИМОСТЬ УСЛУГ И ПОРЯДОК РАСЧЕТОВ</w:t>
      </w:r>
    </w:p>
    <w:p w14:paraId="10800887" w14:textId="4DD2B2C7" w:rsidR="00F331E2" w:rsidRPr="00F600A9" w:rsidRDefault="00D94ED6" w:rsidP="00F331E2">
      <w:pPr>
        <w:pStyle w:val="a5"/>
        <w:ind w:left="0" w:firstLine="709"/>
        <w:rPr>
          <w:b/>
        </w:rPr>
      </w:pPr>
      <w:r>
        <w:t xml:space="preserve">2.1. </w:t>
      </w:r>
      <w:proofErr w:type="gramStart"/>
      <w:r w:rsidR="00F331E2" w:rsidRPr="00F600A9">
        <w:t>Услуг</w:t>
      </w:r>
      <w:r>
        <w:t>и оплачиваю</w:t>
      </w:r>
      <w:r w:rsidR="00F331E2" w:rsidRPr="00F600A9">
        <w:t>тся Заказчиком в строгом соответствии с объемами бюджетных ассигнований</w:t>
      </w:r>
      <w:r w:rsidR="00575F93">
        <w:t xml:space="preserve">, предусмотренных на </w:t>
      </w:r>
      <w:r w:rsidR="00575F93" w:rsidRPr="004E7406">
        <w:t xml:space="preserve">реализацию </w:t>
      </w:r>
      <w:r w:rsidR="004E7406">
        <w:t>подраздела 3.</w:t>
      </w:r>
      <w:r w:rsidR="00E5135D">
        <w:t>1</w:t>
      </w:r>
      <w:r w:rsidR="004E7406">
        <w:t xml:space="preserve"> «</w:t>
      </w:r>
      <w:r w:rsidR="00E5135D">
        <w:t>О</w:t>
      </w:r>
      <w:r w:rsidR="00E5135D" w:rsidRPr="00E5135D">
        <w:t>рганизаци</w:t>
      </w:r>
      <w:r w:rsidR="00E5135D">
        <w:t>я</w:t>
      </w:r>
      <w:r w:rsidR="00E5135D" w:rsidRPr="00E5135D">
        <w:t xml:space="preserve"> курсов подготовки кадров</w:t>
      </w:r>
      <w:r w:rsidR="00E5135D">
        <w:t xml:space="preserve"> </w:t>
      </w:r>
      <w:r w:rsidR="00E5135D" w:rsidRPr="00E5135D">
        <w:t>для малого и среднего предпринимательства</w:t>
      </w:r>
      <w:r w:rsidR="00E5135D">
        <w:t xml:space="preserve">» </w:t>
      </w:r>
      <w:r w:rsidR="004E7406">
        <w:t xml:space="preserve">раздела 3 «Подготовка переподготовка кадров для малого и среднего предпринимательства» </w:t>
      </w:r>
      <w:r w:rsidR="004E7406" w:rsidRPr="004E7406">
        <w:t>долгосрочной целевой программы «Развитие субъектов малого и среднего предпринимательства в городе Иванове на 2010 - 2012 годы»</w:t>
      </w:r>
      <w:r w:rsidR="00F331E2" w:rsidRPr="00F600A9">
        <w:t xml:space="preserve"> по ценам, указанным в </w:t>
      </w:r>
      <w:r w:rsidR="0025375F">
        <w:t xml:space="preserve"> пункте 2.2 настоящего Контракта, </w:t>
      </w:r>
      <w:r w:rsidR="00F331E2" w:rsidRPr="00F600A9">
        <w:t>Перечне услуг</w:t>
      </w:r>
      <w:proofErr w:type="gramEnd"/>
      <w:r w:rsidR="00F331E2" w:rsidRPr="00F600A9">
        <w:t xml:space="preserve"> (</w:t>
      </w:r>
      <w:proofErr w:type="gramStart"/>
      <w:r w:rsidR="00F331E2" w:rsidRPr="00F600A9">
        <w:t>Приложение № 1</w:t>
      </w:r>
      <w:r w:rsidR="0025375F">
        <w:t xml:space="preserve"> к настоящему Контракту</w:t>
      </w:r>
      <w:r w:rsidR="00F331E2" w:rsidRPr="00F600A9">
        <w:t>)</w:t>
      </w:r>
      <w:r w:rsidR="00F331E2" w:rsidRPr="00F600A9">
        <w:rPr>
          <w:b/>
        </w:rPr>
        <w:t>.</w:t>
      </w:r>
      <w:proofErr w:type="gramEnd"/>
    </w:p>
    <w:p w14:paraId="1AD3D685" w14:textId="5F248DB2" w:rsidR="00F331E2" w:rsidRPr="00F600A9" w:rsidRDefault="00F331E2" w:rsidP="00F331E2">
      <w:pPr>
        <w:tabs>
          <w:tab w:val="left" w:pos="567"/>
          <w:tab w:val="num" w:pos="792"/>
        </w:tabs>
        <w:ind w:firstLine="709"/>
      </w:pPr>
      <w:r w:rsidRPr="00F600A9">
        <w:t>2.2. Общая стоимость Услуг составляет</w:t>
      </w:r>
      <w:proofErr w:type="gramStart"/>
      <w:r w:rsidRPr="00F600A9">
        <w:t xml:space="preserve"> </w:t>
      </w:r>
      <w:r w:rsidR="0025375F">
        <w:t>__________</w:t>
      </w:r>
      <w:r w:rsidRPr="00F600A9">
        <w:t xml:space="preserve">_________________ </w:t>
      </w:r>
      <w:r w:rsidRPr="00F600A9">
        <w:rPr>
          <w:bCs/>
        </w:rPr>
        <w:t xml:space="preserve">(_____________________) </w:t>
      </w:r>
      <w:proofErr w:type="gramEnd"/>
      <w:r w:rsidRPr="00F600A9">
        <w:rPr>
          <w:bCs/>
        </w:rPr>
        <w:t>рублей __ копеек</w:t>
      </w:r>
      <w:r w:rsidR="00815EBE">
        <w:rPr>
          <w:bCs/>
        </w:rPr>
        <w:t>, в том числе НДС</w:t>
      </w:r>
      <w:r w:rsidR="00815EBE">
        <w:rPr>
          <w:rStyle w:val="af0"/>
          <w:bCs/>
        </w:rPr>
        <w:footnoteReference w:id="1"/>
      </w:r>
      <w:r w:rsidR="00815EBE">
        <w:rPr>
          <w:bCs/>
        </w:rPr>
        <w:t xml:space="preserve"> ____________________</w:t>
      </w:r>
      <w:r w:rsidR="00AE39C4">
        <w:t>.</w:t>
      </w:r>
    </w:p>
    <w:p w14:paraId="4BD97DFD" w14:textId="3AE8A4D8" w:rsidR="00F331E2" w:rsidRPr="00F600A9" w:rsidRDefault="00F331E2" w:rsidP="00F331E2">
      <w:pPr>
        <w:ind w:firstLine="709"/>
      </w:pPr>
      <w:r w:rsidRPr="00F600A9">
        <w:t>2.3. В стоимость услуг включены все расходы</w:t>
      </w:r>
      <w:r w:rsidR="00963C0A">
        <w:t xml:space="preserve">, связанные с </w:t>
      </w:r>
      <w:r w:rsidRPr="00F600A9">
        <w:t>оказан</w:t>
      </w:r>
      <w:r w:rsidR="00963C0A">
        <w:t xml:space="preserve">ием Услуг, предусмотренных настоящим Контрактом, </w:t>
      </w:r>
      <w:r w:rsidR="008E0A31">
        <w:t>в том числе стоимость изготовления удостоверений пожарно-технического минимума,</w:t>
      </w:r>
      <w:r w:rsidRPr="00F600A9">
        <w:t xml:space="preserve"> налоги, сборы и другие обязательные платежи.</w:t>
      </w:r>
    </w:p>
    <w:p w14:paraId="71C32C4C" w14:textId="00871BFB" w:rsidR="00F331E2" w:rsidRPr="00F600A9" w:rsidRDefault="00F331E2" w:rsidP="00F331E2">
      <w:pPr>
        <w:ind w:firstLine="709"/>
        <w:rPr>
          <w:color w:val="000000"/>
        </w:rPr>
      </w:pPr>
      <w:r w:rsidRPr="00F600A9">
        <w:t xml:space="preserve">2.4. Оплата по настоящему Контракту производится </w:t>
      </w:r>
      <w:r w:rsidRPr="00F600A9">
        <w:rPr>
          <w:color w:val="000000"/>
        </w:rPr>
        <w:t>путем перечисления денежных средств на расчетный счет Исполнителя</w:t>
      </w:r>
      <w:r w:rsidR="00963C0A">
        <w:rPr>
          <w:color w:val="000000"/>
        </w:rPr>
        <w:t xml:space="preserve"> в срок до </w:t>
      </w:r>
      <w:r w:rsidR="0025375F">
        <w:rPr>
          <w:color w:val="000000"/>
        </w:rPr>
        <w:t>31.12.</w:t>
      </w:r>
      <w:r w:rsidR="00963C0A">
        <w:rPr>
          <w:color w:val="000000"/>
        </w:rPr>
        <w:t>2012</w:t>
      </w:r>
      <w:r w:rsidR="0025375F">
        <w:rPr>
          <w:color w:val="000000"/>
        </w:rPr>
        <w:t>,</w:t>
      </w:r>
      <w:r w:rsidRPr="00F600A9">
        <w:rPr>
          <w:color w:val="000000"/>
        </w:rPr>
        <w:t xml:space="preserve"> на основании пре</w:t>
      </w:r>
      <w:r w:rsidR="00BF4736">
        <w:rPr>
          <w:color w:val="000000"/>
        </w:rPr>
        <w:t xml:space="preserve">дставленных Исполнителем счета </w:t>
      </w:r>
      <w:r w:rsidRPr="00F600A9">
        <w:rPr>
          <w:color w:val="000000"/>
        </w:rPr>
        <w:t>и Акта сдачи-приемки,</w:t>
      </w:r>
      <w:r w:rsidR="00963C0A">
        <w:rPr>
          <w:color w:val="000000"/>
        </w:rPr>
        <w:t xml:space="preserve"> подписанного Сторонами</w:t>
      </w:r>
      <w:r w:rsidRPr="00F600A9">
        <w:rPr>
          <w:color w:val="000000"/>
        </w:rPr>
        <w:t>.</w:t>
      </w:r>
    </w:p>
    <w:p w14:paraId="06BC1ECA" w14:textId="286E0689" w:rsidR="00963C0A" w:rsidRDefault="00F331E2" w:rsidP="00815EBE">
      <w:pPr>
        <w:pStyle w:val="a5"/>
        <w:ind w:left="0" w:firstLine="709"/>
      </w:pPr>
      <w:r w:rsidRPr="00F600A9">
        <w:lastRenderedPageBreak/>
        <w:t xml:space="preserve">2.5. Стоимость Услуг </w:t>
      </w:r>
      <w:r w:rsidR="00963C0A">
        <w:t xml:space="preserve">(цена Контракта) </w:t>
      </w:r>
      <w:r w:rsidRPr="00F600A9">
        <w:t xml:space="preserve">на период действия настоящего </w:t>
      </w:r>
      <w:r w:rsidR="00963C0A">
        <w:t>Контракта является твердой и изменению не подлежит</w:t>
      </w:r>
      <w:r w:rsidR="00815EBE">
        <w:t>, за исключением случаев, предусмотренных действующим законодательством РФ</w:t>
      </w:r>
    </w:p>
    <w:p w14:paraId="014F0D64" w14:textId="77777777" w:rsidR="00815EBE" w:rsidRDefault="00815EBE" w:rsidP="00815EBE">
      <w:pPr>
        <w:pStyle w:val="a5"/>
        <w:ind w:left="0" w:firstLine="709"/>
        <w:rPr>
          <w:b/>
        </w:rPr>
      </w:pPr>
    </w:p>
    <w:p w14:paraId="58693A22" w14:textId="30ECC7DC" w:rsidR="00F331E2" w:rsidRPr="00F600A9" w:rsidRDefault="00F331E2" w:rsidP="00F331E2">
      <w:pPr>
        <w:spacing w:after="120"/>
        <w:ind w:firstLine="709"/>
        <w:jc w:val="center"/>
        <w:rPr>
          <w:b/>
        </w:rPr>
      </w:pPr>
      <w:r w:rsidRPr="00F600A9">
        <w:rPr>
          <w:b/>
        </w:rPr>
        <w:t>3. ПРАВА И ОБЯЗАННОСТИ СТОРОН</w:t>
      </w:r>
    </w:p>
    <w:p w14:paraId="57E80B3C" w14:textId="77777777" w:rsidR="00F331E2" w:rsidRPr="00F600A9" w:rsidRDefault="00F331E2" w:rsidP="00F331E2">
      <w:pPr>
        <w:ind w:firstLine="709"/>
      </w:pPr>
      <w:r w:rsidRPr="00F600A9">
        <w:t>3.1. Права Исполнителя.</w:t>
      </w:r>
    </w:p>
    <w:p w14:paraId="7C03D150" w14:textId="77777777" w:rsidR="00F331E2" w:rsidRPr="00F600A9" w:rsidRDefault="00F331E2" w:rsidP="00F331E2">
      <w:pPr>
        <w:ind w:firstLine="709"/>
      </w:pPr>
      <w:r w:rsidRPr="00F600A9">
        <w:t>3.1.1. Самостоятельно осуществлять образовательный процесс.</w:t>
      </w:r>
    </w:p>
    <w:p w14:paraId="3981E612" w14:textId="77777777" w:rsidR="00F331E2" w:rsidRPr="00F600A9" w:rsidRDefault="00F331E2" w:rsidP="00F331E2">
      <w:pPr>
        <w:ind w:firstLine="709"/>
      </w:pPr>
      <w:r w:rsidRPr="00F600A9">
        <w:t>3.2. Права Заказчика:</w:t>
      </w:r>
    </w:p>
    <w:p w14:paraId="47640BB1" w14:textId="7A8BA028" w:rsidR="00F331E2" w:rsidRPr="00F600A9" w:rsidRDefault="00F331E2" w:rsidP="00F331E2">
      <w:pPr>
        <w:ind w:firstLine="709"/>
      </w:pPr>
      <w:r w:rsidRPr="00F600A9">
        <w:t xml:space="preserve">3.2.1. Требовать от Исполнителя предоставления информации по вопросам, касающимся </w:t>
      </w:r>
      <w:r w:rsidR="003E3074">
        <w:t>оказания</w:t>
      </w:r>
      <w:r w:rsidR="0025375F">
        <w:t xml:space="preserve"> У</w:t>
      </w:r>
      <w:r w:rsidRPr="00F600A9">
        <w:t>слуг, предусмотренных</w:t>
      </w:r>
      <w:r w:rsidR="00963C0A">
        <w:t xml:space="preserve"> настоящим Контрактом</w:t>
      </w:r>
      <w:r w:rsidRPr="00F600A9">
        <w:t>.</w:t>
      </w:r>
    </w:p>
    <w:p w14:paraId="790C3DD3" w14:textId="36B126C4" w:rsidR="0025375F" w:rsidRDefault="00F331E2" w:rsidP="00F331E2">
      <w:pPr>
        <w:ind w:firstLine="709"/>
      </w:pPr>
      <w:r w:rsidRPr="00F600A9">
        <w:t xml:space="preserve">3.3. </w:t>
      </w:r>
      <w:r w:rsidR="0025375F" w:rsidRPr="00F600A9">
        <w:t>Обязанности Исполнителя.</w:t>
      </w:r>
    </w:p>
    <w:p w14:paraId="27215430" w14:textId="7D10F7E0" w:rsidR="0025375F" w:rsidRDefault="0025375F" w:rsidP="00F331E2">
      <w:pPr>
        <w:ind w:firstLine="709"/>
      </w:pPr>
      <w:r>
        <w:t xml:space="preserve">3.3.1. </w:t>
      </w:r>
      <w:r w:rsidRPr="00F600A9">
        <w:t xml:space="preserve">Организовать и обеспечить надлежащее </w:t>
      </w:r>
      <w:r>
        <w:t>оказание Услуг, предусмотренных  пунктом</w:t>
      </w:r>
      <w:r w:rsidRPr="00F600A9">
        <w:t xml:space="preserve"> 1.1 настоящего Контракта</w:t>
      </w:r>
      <w:r>
        <w:t>,</w:t>
      </w:r>
      <w:r w:rsidRPr="00F600A9">
        <w:t xml:space="preserve"> на </w:t>
      </w:r>
      <w:r w:rsidR="00266FA4">
        <w:t>соответствующей</w:t>
      </w:r>
      <w:r w:rsidRPr="00F600A9">
        <w:t xml:space="preserve"> учебной базе в срок согласно Протоколу согласования сроков оказания услуг (Приложение № 3 к настоящему Контракту), но не позднее </w:t>
      </w:r>
      <w:r>
        <w:rPr>
          <w:b/>
        </w:rPr>
        <w:t>30.11.2012</w:t>
      </w:r>
      <w:r w:rsidRPr="00F600A9">
        <w:t xml:space="preserve">. </w:t>
      </w:r>
      <w:bookmarkStart w:id="0" w:name="_GoBack"/>
      <w:bookmarkEnd w:id="0"/>
      <w:r>
        <w:t>Датой оказания У</w:t>
      </w:r>
      <w:r w:rsidRPr="00F600A9">
        <w:t>слуг является дата подписания двустороннего Акта сдачи-приемки.</w:t>
      </w:r>
    </w:p>
    <w:p w14:paraId="18EFED48" w14:textId="77777777" w:rsidR="0025375F" w:rsidRDefault="0025375F" w:rsidP="00F331E2">
      <w:pPr>
        <w:ind w:firstLine="709"/>
      </w:pPr>
      <w:r>
        <w:t xml:space="preserve">3.3.2. </w:t>
      </w:r>
      <w:r w:rsidRPr="00F600A9">
        <w:t>Предоставить Заказчику информацию о содержании, продолжительности и расписании занятий не позднее 5 (пяти) дней до дня начала обучения.</w:t>
      </w:r>
    </w:p>
    <w:p w14:paraId="2E5CA6D3" w14:textId="75C171F7" w:rsidR="0025375F" w:rsidRDefault="0025375F" w:rsidP="00F331E2">
      <w:pPr>
        <w:ind w:firstLine="709"/>
      </w:pPr>
      <w:r>
        <w:t xml:space="preserve">3.3.3. </w:t>
      </w:r>
      <w:r w:rsidRPr="00F600A9">
        <w:t xml:space="preserve">Оказать Услуги в соответствии с учебным планом и расписанием занятий, </w:t>
      </w:r>
      <w:proofErr w:type="gramStart"/>
      <w:r w:rsidRPr="00F600A9">
        <w:t>разработанным</w:t>
      </w:r>
      <w:r>
        <w:t>и</w:t>
      </w:r>
      <w:proofErr w:type="gramEnd"/>
      <w:r w:rsidRPr="00F600A9">
        <w:t xml:space="preserve"> Исполнителем</w:t>
      </w:r>
      <w:r w:rsidR="003E3074">
        <w:t xml:space="preserve"> с учетом Требований, предъявляемых к учебной программе (приложение №2 к настоящему Контракту)</w:t>
      </w:r>
      <w:r w:rsidRPr="00F600A9">
        <w:t>.</w:t>
      </w:r>
    </w:p>
    <w:p w14:paraId="07C746F6" w14:textId="6FAD216B" w:rsidR="0025375F" w:rsidRDefault="0025375F" w:rsidP="00F331E2">
      <w:pPr>
        <w:ind w:firstLine="709"/>
      </w:pPr>
      <w:r>
        <w:t>3.3.4. Создать Слушателям</w:t>
      </w:r>
      <w:r w:rsidRPr="00F600A9">
        <w:t xml:space="preserve"> необходимые условия для освоения выбранной образовательной программы</w:t>
      </w:r>
      <w:r>
        <w:t>, в том числе обеспечить Обучающимся возможность:</w:t>
      </w:r>
    </w:p>
    <w:p w14:paraId="64B0A623" w14:textId="2D8D1550" w:rsidR="0025375F" w:rsidRDefault="0025375F" w:rsidP="00F331E2">
      <w:pPr>
        <w:ind w:firstLine="709"/>
      </w:pPr>
      <w:r>
        <w:t>- о</w:t>
      </w:r>
      <w:r w:rsidRPr="00F600A9">
        <w:t>бращ</w:t>
      </w:r>
      <w:r>
        <w:t>аться</w:t>
      </w:r>
      <w:r w:rsidRPr="00F600A9">
        <w:t xml:space="preserve"> к работникам Исполнителя по вопросам, касающимся обучения</w:t>
      </w:r>
      <w:r>
        <w:t>;</w:t>
      </w:r>
    </w:p>
    <w:p w14:paraId="33E5611D" w14:textId="5EA8A7BE" w:rsidR="0025375F" w:rsidRDefault="0025375F" w:rsidP="00F331E2">
      <w:pPr>
        <w:ind w:firstLine="709"/>
      </w:pPr>
      <w:r>
        <w:t>- п</w:t>
      </w:r>
      <w:r w:rsidRPr="00F600A9">
        <w:t>ользоваться имуществом Исполнителя, необходимым для осуществления образовательного процесса во время занятий.</w:t>
      </w:r>
    </w:p>
    <w:p w14:paraId="094B40DD" w14:textId="27CB9B60" w:rsidR="00F331E2" w:rsidRPr="00F600A9" w:rsidRDefault="0025375F" w:rsidP="00F331E2">
      <w:pPr>
        <w:ind w:firstLine="709"/>
      </w:pPr>
      <w:r>
        <w:t>- у</w:t>
      </w:r>
      <w:r w:rsidR="00F331E2" w:rsidRPr="00F600A9">
        <w:t>ведом</w:t>
      </w:r>
      <w:r>
        <w:t>лять</w:t>
      </w:r>
      <w:r w:rsidR="00F331E2" w:rsidRPr="00F600A9">
        <w:t xml:space="preserve"> С</w:t>
      </w:r>
      <w:r>
        <w:t>лушателей</w:t>
      </w:r>
      <w:r w:rsidR="00F331E2" w:rsidRPr="00F600A9">
        <w:t xml:space="preserve"> об изменении места и расписания проведения занятий, если таковые произойдут.</w:t>
      </w:r>
    </w:p>
    <w:p w14:paraId="27040A6B" w14:textId="527A7FA6" w:rsidR="00F331E2" w:rsidRPr="00F600A9" w:rsidRDefault="00F331E2" w:rsidP="00F331E2">
      <w:pPr>
        <w:ind w:firstLine="709"/>
      </w:pPr>
      <w:r w:rsidRPr="00F600A9">
        <w:t>3.</w:t>
      </w:r>
      <w:r w:rsidR="0025375F">
        <w:t>3.5</w:t>
      </w:r>
      <w:r w:rsidRPr="00F600A9">
        <w:t xml:space="preserve">. После </w:t>
      </w:r>
      <w:r w:rsidR="00FD1E17">
        <w:t xml:space="preserve">проведения </w:t>
      </w:r>
      <w:r w:rsidR="00E5135D">
        <w:t>курсов</w:t>
      </w:r>
      <w:r w:rsidRPr="00F600A9">
        <w:t xml:space="preserve"> обеспечить </w:t>
      </w:r>
      <w:r w:rsidR="00FD1E17">
        <w:t xml:space="preserve">выдачу Слушателям </w:t>
      </w:r>
      <w:r w:rsidR="00652719">
        <w:t>удостоверений</w:t>
      </w:r>
      <w:r w:rsidR="00652719" w:rsidRPr="00652719">
        <w:t xml:space="preserve"> о прохождении пожарно-технического минимум</w:t>
      </w:r>
      <w:r w:rsidR="00652719">
        <w:t xml:space="preserve">а. </w:t>
      </w:r>
    </w:p>
    <w:p w14:paraId="6110842F" w14:textId="04341E8B" w:rsidR="00F331E2" w:rsidRPr="00F600A9" w:rsidRDefault="00F331E2" w:rsidP="00F331E2">
      <w:pPr>
        <w:ind w:firstLine="709"/>
      </w:pPr>
      <w:r w:rsidRPr="00F600A9">
        <w:t>3.</w:t>
      </w:r>
      <w:r w:rsidR="0025375F">
        <w:t>4</w:t>
      </w:r>
      <w:r w:rsidRPr="00F600A9">
        <w:t>. Обязанности Заказчика.</w:t>
      </w:r>
    </w:p>
    <w:p w14:paraId="51ABECB2" w14:textId="156CAA19" w:rsidR="00F331E2" w:rsidRPr="00F600A9" w:rsidRDefault="0025375F" w:rsidP="00F331E2">
      <w:pPr>
        <w:ind w:firstLine="709"/>
      </w:pPr>
      <w:r>
        <w:t>3.4</w:t>
      </w:r>
      <w:r w:rsidR="00F331E2" w:rsidRPr="00F600A9">
        <w:t>.1. Оплатить Услуги, оказанные Исполнителем, в порядке и в сроки, установленные настоящим Контрактом.</w:t>
      </w:r>
    </w:p>
    <w:p w14:paraId="7619D1BC" w14:textId="7961BDB4" w:rsidR="00F331E2" w:rsidRPr="00F600A9" w:rsidRDefault="0025375F" w:rsidP="00F331E2">
      <w:pPr>
        <w:ind w:firstLine="709"/>
      </w:pPr>
      <w:r>
        <w:t>3.4</w:t>
      </w:r>
      <w:r w:rsidR="00F331E2" w:rsidRPr="00F600A9">
        <w:t>.</w:t>
      </w:r>
      <w:r w:rsidR="004E7406">
        <w:t>2</w:t>
      </w:r>
      <w:r w:rsidR="00F331E2" w:rsidRPr="00F600A9">
        <w:t>. Не позднее 5 (пяти) рабочих дней с момента оказания Услуг подписать двусторонний Акт сдачи-приемки, либо предоставить мотивированный отказ от его подписания.</w:t>
      </w:r>
    </w:p>
    <w:p w14:paraId="578FFDB3" w14:textId="2B3B210D" w:rsidR="00F331E2" w:rsidRPr="00F600A9" w:rsidRDefault="0025375F" w:rsidP="00F331E2">
      <w:pPr>
        <w:ind w:firstLine="709"/>
      </w:pPr>
      <w:r>
        <w:t>3.4</w:t>
      </w:r>
      <w:r w:rsidR="00F331E2" w:rsidRPr="00F600A9">
        <w:t>.</w:t>
      </w:r>
      <w:r w:rsidR="004E7406">
        <w:t>3</w:t>
      </w:r>
      <w:r w:rsidR="00F331E2" w:rsidRPr="00F600A9">
        <w:t xml:space="preserve">. </w:t>
      </w:r>
      <w:proofErr w:type="gramStart"/>
      <w:r w:rsidR="00F331E2" w:rsidRPr="00F600A9">
        <w:t xml:space="preserve">Акт считается подписанным, а Услуга оказанной, если в течение 5 (пяти) </w:t>
      </w:r>
      <w:r w:rsidR="003E3074">
        <w:t xml:space="preserve">рабочих </w:t>
      </w:r>
      <w:r w:rsidR="00F331E2" w:rsidRPr="00F600A9">
        <w:t>дней Заказчик не возвратит подписанный Акт или не предоставит мотивированный отказ от его подписания.</w:t>
      </w:r>
      <w:proofErr w:type="gramEnd"/>
    </w:p>
    <w:p w14:paraId="294A9A38" w14:textId="77777777" w:rsidR="00F331E2" w:rsidRPr="00F600A9" w:rsidRDefault="00F331E2" w:rsidP="00F331E2">
      <w:pPr>
        <w:pStyle w:val="a5"/>
        <w:ind w:left="0" w:firstLine="709"/>
      </w:pPr>
    </w:p>
    <w:p w14:paraId="2E0B0C85" w14:textId="77777777" w:rsidR="00F331E2" w:rsidRPr="00F600A9" w:rsidRDefault="00F331E2" w:rsidP="00F331E2">
      <w:pPr>
        <w:pStyle w:val="a5"/>
        <w:widowControl w:val="0"/>
        <w:suppressLineNumbers/>
        <w:suppressAutoHyphens/>
        <w:spacing w:after="120"/>
        <w:ind w:left="0" w:firstLine="709"/>
        <w:jc w:val="center"/>
        <w:rPr>
          <w:b/>
        </w:rPr>
      </w:pPr>
      <w:r w:rsidRPr="00F600A9">
        <w:rPr>
          <w:b/>
        </w:rPr>
        <w:t>4. ОТВЕТСТВЕННОСТЬ СТОРОН</w:t>
      </w:r>
    </w:p>
    <w:p w14:paraId="78EC0A4D" w14:textId="1948B14B" w:rsidR="00F331E2" w:rsidRPr="00F600A9" w:rsidRDefault="00F331E2" w:rsidP="00F331E2">
      <w:pPr>
        <w:pStyle w:val="a5"/>
        <w:widowControl w:val="0"/>
        <w:suppressLineNumbers/>
        <w:suppressAutoHyphens/>
        <w:ind w:left="0" w:firstLine="709"/>
      </w:pPr>
      <w:r w:rsidRPr="00F600A9">
        <w:t>4.1.</w:t>
      </w:r>
      <w:r w:rsidRPr="00F600A9">
        <w:tab/>
        <w:t xml:space="preserve">При нарушении сроков оказания услуг </w:t>
      </w:r>
      <w:r w:rsidR="00815EBE">
        <w:t xml:space="preserve">Исполнитель уплачивает </w:t>
      </w:r>
      <w:r w:rsidRPr="00F600A9">
        <w:t>Заказчик</w:t>
      </w:r>
      <w:r w:rsidR="00815EBE">
        <w:t>у</w:t>
      </w:r>
      <w:r w:rsidRPr="00F600A9">
        <w:t xml:space="preserve"> пени в размере одной трехсотой ставки рефинансирования Центрального банка Российской Федерации, действующей на день уплаты пени, от </w:t>
      </w:r>
      <w:r w:rsidR="003E3074">
        <w:t>общей стоимости Услуг (пункт 2.2 настоящего Контракта)</w:t>
      </w:r>
      <w:r w:rsidRPr="00F600A9">
        <w:t xml:space="preserve"> за каждый день просрочки.</w:t>
      </w:r>
    </w:p>
    <w:p w14:paraId="125430D3" w14:textId="276F6D3F" w:rsidR="00F331E2" w:rsidRPr="00F600A9" w:rsidRDefault="00F331E2" w:rsidP="00F331E2">
      <w:pPr>
        <w:pStyle w:val="a5"/>
        <w:widowControl w:val="0"/>
        <w:suppressLineNumbers/>
        <w:tabs>
          <w:tab w:val="left" w:pos="-2880"/>
        </w:tabs>
        <w:suppressAutoHyphens/>
        <w:ind w:left="0" w:firstLine="709"/>
      </w:pPr>
      <w:r w:rsidRPr="00F600A9">
        <w:t>4.2.</w:t>
      </w:r>
      <w:r w:rsidRPr="00F600A9">
        <w:tab/>
        <w:t xml:space="preserve">При несоблюдении предусмотренных настоящим Контрактом сроков платежей Исполнитель имеет право требовать от Заказчика уплаты пени в размере одной трехсотой ставки рефинансирования Центрального банка Российской Федерации, действующей на день уплаты пени от </w:t>
      </w:r>
      <w:r w:rsidR="003E3074">
        <w:t>суммы задолженности за каждый день просрочки</w:t>
      </w:r>
      <w:r w:rsidRPr="00F600A9">
        <w:t>.</w:t>
      </w:r>
    </w:p>
    <w:p w14:paraId="42E1C414" w14:textId="1393FB62" w:rsidR="00F331E2" w:rsidRPr="00F600A9" w:rsidRDefault="00F331E2" w:rsidP="00F331E2">
      <w:pPr>
        <w:tabs>
          <w:tab w:val="left" w:pos="851"/>
          <w:tab w:val="left" w:pos="993"/>
          <w:tab w:val="left" w:pos="1276"/>
        </w:tabs>
        <w:ind w:firstLine="709"/>
      </w:pPr>
      <w:r w:rsidRPr="00F600A9">
        <w:t xml:space="preserve">4.3. </w:t>
      </w:r>
      <w:r w:rsidR="00815EBE">
        <w:t>Исполнитель</w:t>
      </w:r>
      <w:r w:rsidRPr="00F600A9">
        <w:t xml:space="preserve"> несёт ответственность за качество и объем оказываемых услуг. Для проверки соответствия качества оказываемых услуг требованиям, установленным </w:t>
      </w:r>
      <w:r w:rsidRPr="00F600A9">
        <w:lastRenderedPageBreak/>
        <w:t>Контрактом, Заказчик вправе привлекать независимых экспертов, выбор которых осуществляется в соответствии с законодательством Российской Федерации</w:t>
      </w:r>
    </w:p>
    <w:p w14:paraId="6A2BFA4C" w14:textId="77777777" w:rsidR="00F331E2" w:rsidRPr="00F600A9" w:rsidRDefault="00F331E2" w:rsidP="00F331E2">
      <w:pPr>
        <w:pStyle w:val="a5"/>
        <w:widowControl w:val="0"/>
        <w:suppressLineNumbers/>
        <w:tabs>
          <w:tab w:val="left" w:pos="-2880"/>
        </w:tabs>
        <w:suppressAutoHyphens/>
        <w:ind w:left="0" w:firstLine="709"/>
      </w:pPr>
      <w:r w:rsidRPr="00F600A9">
        <w:t>4.4.</w:t>
      </w:r>
      <w:r w:rsidRPr="00F600A9">
        <w:tab/>
        <w:t xml:space="preserve">Заказчик не несет ответственности за несвоевременную оплату оказанных услуг, связанную с несвоевременным поступлением средств из бюджета. </w:t>
      </w:r>
    </w:p>
    <w:p w14:paraId="342E16F1" w14:textId="77777777" w:rsidR="00F331E2" w:rsidRPr="00F600A9" w:rsidRDefault="00F331E2" w:rsidP="00F331E2">
      <w:pPr>
        <w:pStyle w:val="a5"/>
        <w:widowControl w:val="0"/>
        <w:suppressLineNumbers/>
        <w:tabs>
          <w:tab w:val="left" w:pos="-2880"/>
        </w:tabs>
        <w:suppressAutoHyphens/>
        <w:ind w:left="0" w:firstLine="709"/>
      </w:pPr>
      <w:r w:rsidRPr="00F600A9">
        <w:t>4.5.</w:t>
      </w:r>
      <w:r w:rsidRPr="00F600A9">
        <w:tab/>
        <w:t>Ответственность Сторон в иных случаях определяется в соответствии с действующим законодательством Российской Федерации.</w:t>
      </w:r>
    </w:p>
    <w:p w14:paraId="6732F384" w14:textId="77777777" w:rsidR="00F331E2" w:rsidRPr="00F600A9" w:rsidRDefault="00F331E2" w:rsidP="00F331E2">
      <w:pPr>
        <w:pStyle w:val="a5"/>
        <w:widowControl w:val="0"/>
        <w:suppressLineNumbers/>
        <w:tabs>
          <w:tab w:val="left" w:pos="-2880"/>
        </w:tabs>
        <w:suppressAutoHyphens/>
        <w:ind w:left="0" w:firstLine="709"/>
      </w:pPr>
      <w:r w:rsidRPr="00F600A9">
        <w:t>4.6.</w:t>
      </w:r>
      <w:r w:rsidRPr="00F600A9">
        <w:tab/>
        <w:t>Уплата неустойки не освобождает Стороны от исполнения обязательств по настоящему Контракту или устранения нарушений.</w:t>
      </w:r>
    </w:p>
    <w:p w14:paraId="28B4F23C" w14:textId="77777777" w:rsidR="00F331E2" w:rsidRPr="00F600A9" w:rsidRDefault="00F331E2" w:rsidP="00F331E2">
      <w:pPr>
        <w:pStyle w:val="a5"/>
        <w:widowControl w:val="0"/>
        <w:suppressLineNumbers/>
        <w:tabs>
          <w:tab w:val="left" w:pos="180"/>
        </w:tabs>
        <w:suppressAutoHyphens/>
        <w:ind w:left="0" w:firstLine="709"/>
      </w:pPr>
    </w:p>
    <w:p w14:paraId="40BDB520" w14:textId="77777777" w:rsidR="00F331E2" w:rsidRPr="00F600A9" w:rsidRDefault="00F331E2" w:rsidP="00F331E2">
      <w:pPr>
        <w:pStyle w:val="a5"/>
        <w:widowControl w:val="0"/>
        <w:suppressLineNumbers/>
        <w:tabs>
          <w:tab w:val="left" w:pos="1418"/>
        </w:tabs>
        <w:suppressAutoHyphens/>
        <w:overflowPunct w:val="0"/>
        <w:autoSpaceDE w:val="0"/>
        <w:autoSpaceDN w:val="0"/>
        <w:adjustRightInd w:val="0"/>
        <w:spacing w:after="120"/>
        <w:ind w:left="0"/>
        <w:jc w:val="center"/>
        <w:textAlignment w:val="baseline"/>
        <w:rPr>
          <w:b/>
        </w:rPr>
      </w:pPr>
      <w:r w:rsidRPr="00F600A9">
        <w:rPr>
          <w:b/>
        </w:rPr>
        <w:t>5. ДЕЙСТВИЕ НЕПРЕОДОЛИМОЙ СИЛЫ (ФОРС-МАЖОР)</w:t>
      </w:r>
    </w:p>
    <w:p w14:paraId="48DA517C" w14:textId="77777777" w:rsidR="00F331E2" w:rsidRPr="00F600A9" w:rsidRDefault="00F331E2" w:rsidP="00F331E2">
      <w:pPr>
        <w:pStyle w:val="a5"/>
        <w:ind w:left="0" w:firstLine="709"/>
      </w:pPr>
      <w:r w:rsidRPr="00F600A9">
        <w:t>5.1.</w:t>
      </w:r>
      <w:r w:rsidRPr="00F600A9">
        <w:tab/>
      </w:r>
      <w:proofErr w:type="gramStart"/>
      <w:r w:rsidRPr="00F600A9">
        <w:t>Ни одна из Сторон не несет ответственности перед другой Стороной за задержку или невыполнение обязательств, обусловленных обстоятельствами, возникшими помимо воли и желания Сторон, и которые нельзя предвидеть или избежать, такие как: объявленная или фактическая война, гражданские волнения, эпидемии, блокада, эмбарго, землетрясения, наводнения, пожары, и другие стихийные бедствия, а так же Указы Президента Российской Федерации, Постановления правительства Российской Федерации или распоряжения</w:t>
      </w:r>
      <w:proofErr w:type="gramEnd"/>
      <w:r w:rsidRPr="00F600A9">
        <w:t xml:space="preserve"> государственных органов, радикально влияющих на сложившиеся рыночные условия.</w:t>
      </w:r>
    </w:p>
    <w:p w14:paraId="7A74D91C" w14:textId="77777777" w:rsidR="00F331E2" w:rsidRPr="00F600A9" w:rsidRDefault="00F331E2" w:rsidP="00F331E2">
      <w:pPr>
        <w:pStyle w:val="a5"/>
        <w:ind w:left="0" w:firstLine="709"/>
      </w:pPr>
      <w:r w:rsidRPr="00F600A9">
        <w:t>5.2.</w:t>
      </w:r>
      <w:r w:rsidRPr="00F600A9">
        <w:tab/>
        <w:t>При наступлении указанных обстоятель</w:t>
      </w:r>
      <w:proofErr w:type="gramStart"/>
      <w:r w:rsidRPr="00F600A9">
        <w:t>ств Ст</w:t>
      </w:r>
      <w:proofErr w:type="gramEnd"/>
      <w:r w:rsidRPr="00F600A9">
        <w:t xml:space="preserve">орона обязана в течение </w:t>
      </w:r>
      <w:r w:rsidRPr="00F600A9">
        <w:br/>
        <w:t>10 (десяти) календарных дней известить о них в письменной форме другую Сторону. Извещение должно содержать данные о характере обстоятельств, а так же оценку их влияния на исполнение Сторонами своих обязательств по настоящему Контракту.</w:t>
      </w:r>
    </w:p>
    <w:p w14:paraId="6FBA09EB" w14:textId="77777777" w:rsidR="00F331E2" w:rsidRPr="00F600A9" w:rsidRDefault="00F331E2" w:rsidP="00F331E2">
      <w:pPr>
        <w:pStyle w:val="a5"/>
        <w:ind w:left="0" w:firstLine="709"/>
      </w:pPr>
      <w:r w:rsidRPr="00F600A9">
        <w:t>5.3.</w:t>
      </w:r>
      <w:r w:rsidRPr="00F600A9">
        <w:tab/>
        <w:t>При наступлении указанных обстоятельств, срок выполнения Сторонами своих обязательств переносится соразмерно времени, в течение которого действуют указанные обстоятельства и их последствия.</w:t>
      </w:r>
    </w:p>
    <w:p w14:paraId="4F1B7B39" w14:textId="77777777" w:rsidR="00F331E2" w:rsidRPr="00F600A9" w:rsidRDefault="00F331E2" w:rsidP="00F331E2">
      <w:pPr>
        <w:pStyle w:val="a5"/>
        <w:ind w:left="0" w:firstLine="709"/>
      </w:pPr>
      <w:r w:rsidRPr="00F600A9">
        <w:t>5.4.</w:t>
      </w:r>
      <w:r w:rsidRPr="00F600A9">
        <w:tab/>
        <w:t>В случаях, когда указанные обстоятельства и их последствия продолжают действовать более одного месяца, то Стороны вправе согласовывать альтернативные способы исполнения настоящего Контракта.</w:t>
      </w:r>
    </w:p>
    <w:p w14:paraId="6C532779" w14:textId="77777777" w:rsidR="00F331E2" w:rsidRPr="00F600A9" w:rsidRDefault="00F331E2" w:rsidP="00F331E2">
      <w:pPr>
        <w:pStyle w:val="a5"/>
        <w:ind w:left="0" w:firstLine="709"/>
      </w:pPr>
    </w:p>
    <w:p w14:paraId="4D1E5121" w14:textId="77777777" w:rsidR="00F331E2" w:rsidRPr="00F600A9" w:rsidRDefault="00F331E2" w:rsidP="00F331E2">
      <w:pPr>
        <w:pStyle w:val="a5"/>
        <w:widowControl w:val="0"/>
        <w:suppressLineNumbers/>
        <w:tabs>
          <w:tab w:val="left" w:pos="-2835"/>
        </w:tabs>
        <w:suppressAutoHyphens/>
        <w:spacing w:after="120"/>
        <w:ind w:left="0"/>
        <w:jc w:val="center"/>
        <w:outlineLvl w:val="0"/>
        <w:rPr>
          <w:b/>
        </w:rPr>
      </w:pPr>
      <w:r w:rsidRPr="00F600A9">
        <w:rPr>
          <w:b/>
        </w:rPr>
        <w:t>6. ПОРЯДОК РАЗРЕШЕНИЯ СПОРОВ</w:t>
      </w:r>
    </w:p>
    <w:p w14:paraId="1F1B48B7" w14:textId="77777777" w:rsidR="00F331E2" w:rsidRPr="00F600A9" w:rsidRDefault="00F331E2" w:rsidP="00F331E2">
      <w:pPr>
        <w:pStyle w:val="a5"/>
        <w:widowControl w:val="0"/>
        <w:suppressLineNumbers/>
        <w:tabs>
          <w:tab w:val="left" w:pos="-2835"/>
          <w:tab w:val="left" w:pos="1620"/>
          <w:tab w:val="left" w:pos="1800"/>
        </w:tabs>
        <w:suppressAutoHyphens/>
        <w:ind w:left="0" w:firstLine="709"/>
      </w:pPr>
      <w:r w:rsidRPr="00F600A9">
        <w:t>6.1. Все споры и разногласия, возникающие между Сторонами по настоящему Контракту или в связи с ним, разрешаются путем переговоров между ними.</w:t>
      </w:r>
    </w:p>
    <w:p w14:paraId="74C15344" w14:textId="1D495A27" w:rsidR="00F331E2" w:rsidRPr="00F600A9" w:rsidRDefault="00F331E2" w:rsidP="00F331E2">
      <w:pPr>
        <w:tabs>
          <w:tab w:val="left" w:pos="567"/>
          <w:tab w:val="left" w:pos="1620"/>
          <w:tab w:val="left" w:pos="1800"/>
        </w:tabs>
        <w:ind w:firstLine="709"/>
      </w:pPr>
      <w:r w:rsidRPr="00F600A9">
        <w:t>6.2. В случае невозможности разрешения разногласий путем переговоров они подлежат рассмотрению в Арбитражном суде в установленном порядке, в соответствии с действующим законодательством Российской Федерации.</w:t>
      </w:r>
    </w:p>
    <w:p w14:paraId="37A46026" w14:textId="77777777" w:rsidR="00F331E2" w:rsidRPr="00F600A9" w:rsidRDefault="00F331E2" w:rsidP="00F331E2">
      <w:pPr>
        <w:tabs>
          <w:tab w:val="left" w:pos="567"/>
        </w:tabs>
        <w:ind w:firstLine="709"/>
        <w:rPr>
          <w:b/>
        </w:rPr>
      </w:pPr>
    </w:p>
    <w:p w14:paraId="380962CE" w14:textId="77777777" w:rsidR="00F331E2" w:rsidRPr="00F600A9" w:rsidRDefault="00F331E2" w:rsidP="00F331E2">
      <w:pPr>
        <w:pStyle w:val="a5"/>
        <w:widowControl w:val="0"/>
        <w:suppressLineNumbers/>
        <w:suppressAutoHyphens/>
        <w:spacing w:after="120"/>
        <w:ind w:left="0" w:firstLine="709"/>
        <w:jc w:val="center"/>
        <w:rPr>
          <w:b/>
        </w:rPr>
      </w:pPr>
      <w:r w:rsidRPr="00F600A9">
        <w:rPr>
          <w:b/>
        </w:rPr>
        <w:t>7. ПОРЯДОК ИЗМЕНЕНИЯ И РАСТОРЖЕНИЯ КОНТРАКТА</w:t>
      </w:r>
    </w:p>
    <w:p w14:paraId="5B2039DF" w14:textId="77777777" w:rsidR="00F331E2" w:rsidRPr="00F600A9" w:rsidRDefault="00F331E2" w:rsidP="00F331E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0A9">
        <w:rPr>
          <w:rFonts w:ascii="Times New Roman" w:hAnsi="Times New Roman" w:cs="Times New Roman"/>
          <w:sz w:val="24"/>
          <w:szCs w:val="24"/>
        </w:rPr>
        <w:t>7.1. Любые изменения и дополнения к настоящему Контракту являются его неотъемлемой частью и имеют силу только в том случае, если они оформлены в письменном виде и подписаны обеими Сторонами.</w:t>
      </w:r>
    </w:p>
    <w:p w14:paraId="7E591353" w14:textId="40188A36" w:rsidR="00F331E2" w:rsidRPr="00F600A9" w:rsidRDefault="00F331E2" w:rsidP="00F331E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0A9">
        <w:rPr>
          <w:rFonts w:ascii="Times New Roman" w:hAnsi="Times New Roman" w:cs="Times New Roman"/>
          <w:sz w:val="24"/>
          <w:szCs w:val="24"/>
        </w:rPr>
        <w:t>7.2. Досрочное расторжение настоящего Контракта возможно либо по соглашению Сторон, либо по решению Арбитражного суда на основаниях, предусмотренных законодательством Российской Федерации.</w:t>
      </w:r>
    </w:p>
    <w:p w14:paraId="3A4745E6" w14:textId="77777777" w:rsidR="00F331E2" w:rsidRDefault="00F331E2" w:rsidP="00F331E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0A9">
        <w:rPr>
          <w:rFonts w:ascii="Times New Roman" w:hAnsi="Times New Roman" w:cs="Times New Roman"/>
          <w:sz w:val="24"/>
          <w:szCs w:val="24"/>
        </w:rPr>
        <w:t>7.3. Сторона, решившая расторгнуть настоящий Контракт, должна направить письменное уведомление о намерении расторгнуть настоящий Контракт другой Стороне не позднее, чем за 10 (десять) календарных дней до предполагаемого дня расторжения настоящего Контракта.</w:t>
      </w:r>
    </w:p>
    <w:p w14:paraId="7701FBA6" w14:textId="1BD64B56" w:rsidR="00815EBE" w:rsidRDefault="00815EBE" w:rsidP="00815EBE">
      <w:pPr>
        <w:ind w:firstLine="708"/>
      </w:pPr>
      <w:r>
        <w:t xml:space="preserve">7.4. </w:t>
      </w:r>
      <w:proofErr w:type="gramStart"/>
      <w:r>
        <w:t xml:space="preserve">В случае неоднократного (двух и более раз) нарушения Исполнителем сроков оказания услуг, а так же оказания услуг ненадлежащего качества, в том числе при наличии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</w:t>
      </w:r>
      <w:r>
        <w:lastRenderedPageBreak/>
        <w:t>и препятствующие выполнению в полном объеме настоящего контракта в установленный срок, в связи с неисполнением или ненадлежащим</w:t>
      </w:r>
      <w:proofErr w:type="gramEnd"/>
      <w:r>
        <w:t xml:space="preserve"> исполнением Исполнителем своих обязательств по контракту.</w:t>
      </w:r>
    </w:p>
    <w:p w14:paraId="221FFEA6" w14:textId="3D4DAB7A" w:rsidR="00815EBE" w:rsidRDefault="00815EBE" w:rsidP="00815EBE">
      <w:pPr>
        <w:ind w:firstLine="708"/>
      </w:pPr>
      <w:r>
        <w:t>При наличии указанных обстоятельств Заказчик направляет в адрес Исполнителя уведомление о расторжении контракта. С момента получения Исполнителем соответствующего уведомления настоящий контракт считается расторгнутым по соглашению сторон.</w:t>
      </w:r>
    </w:p>
    <w:p w14:paraId="2F1F9A78" w14:textId="77777777" w:rsidR="00815EBE" w:rsidRPr="00F600A9" w:rsidRDefault="00815EBE" w:rsidP="00F331E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B514DDD" w14:textId="77777777" w:rsidR="00F331E2" w:rsidRPr="00F600A9" w:rsidRDefault="00F331E2" w:rsidP="00F331E2">
      <w:pPr>
        <w:pStyle w:val="ConsPlusNormal"/>
        <w:widowControl/>
        <w:spacing w:after="120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600A9">
        <w:rPr>
          <w:rFonts w:ascii="Times New Roman" w:hAnsi="Times New Roman" w:cs="Times New Roman"/>
          <w:b/>
          <w:sz w:val="24"/>
          <w:szCs w:val="24"/>
        </w:rPr>
        <w:t>8. СРОК ДЕЙСТВИЯ КОНТРАКТА</w:t>
      </w:r>
    </w:p>
    <w:p w14:paraId="5924F1CC" w14:textId="66805B4A" w:rsidR="00F331E2" w:rsidRPr="00E97706" w:rsidRDefault="00F331E2" w:rsidP="00F331E2">
      <w:pPr>
        <w:ind w:firstLine="709"/>
      </w:pPr>
      <w:r w:rsidRPr="00E97706">
        <w:t>Настоящий Контра</w:t>
      </w:r>
      <w:proofErr w:type="gramStart"/>
      <w:r w:rsidRPr="00E97706">
        <w:t>кт вст</w:t>
      </w:r>
      <w:proofErr w:type="gramEnd"/>
      <w:r w:rsidRPr="00E97706">
        <w:t>упает в юридическую силу с момента подписания обеими Сторонами и действует до исполнения Сторонами своих обязательств</w:t>
      </w:r>
      <w:r w:rsidR="00EE5B9A">
        <w:t>, но не позднее 31.12.2012</w:t>
      </w:r>
      <w:r w:rsidRPr="00E97706">
        <w:t>.</w:t>
      </w:r>
    </w:p>
    <w:p w14:paraId="795D0921" w14:textId="77777777" w:rsidR="00F331E2" w:rsidRPr="00E97706" w:rsidRDefault="00F331E2" w:rsidP="00F331E2">
      <w:pPr>
        <w:pStyle w:val="a5"/>
        <w:widowControl w:val="0"/>
        <w:suppressLineNumbers/>
        <w:tabs>
          <w:tab w:val="left" w:pos="-2835"/>
        </w:tabs>
        <w:suppressAutoHyphens/>
        <w:ind w:left="0" w:firstLine="709"/>
      </w:pPr>
    </w:p>
    <w:p w14:paraId="01343805" w14:textId="77777777" w:rsidR="00F331E2" w:rsidRPr="00F600A9" w:rsidRDefault="00F331E2" w:rsidP="00F331E2">
      <w:pPr>
        <w:pStyle w:val="a5"/>
        <w:widowControl w:val="0"/>
        <w:numPr>
          <w:ilvl w:val="0"/>
          <w:numId w:val="2"/>
        </w:numPr>
        <w:suppressLineNumbers/>
        <w:suppressAutoHyphens/>
        <w:overflowPunct w:val="0"/>
        <w:autoSpaceDE w:val="0"/>
        <w:autoSpaceDN w:val="0"/>
        <w:adjustRightInd w:val="0"/>
        <w:spacing w:after="120"/>
        <w:ind w:left="0" w:firstLine="0"/>
        <w:jc w:val="center"/>
        <w:textAlignment w:val="baseline"/>
        <w:rPr>
          <w:b/>
        </w:rPr>
      </w:pPr>
      <w:r w:rsidRPr="00F600A9">
        <w:rPr>
          <w:b/>
        </w:rPr>
        <w:t>ПРОЧИЕ УСЛОВИЯ</w:t>
      </w:r>
    </w:p>
    <w:p w14:paraId="4B55C30D" w14:textId="77777777" w:rsidR="00F331E2" w:rsidRPr="00F600A9" w:rsidRDefault="00F331E2" w:rsidP="00F331E2">
      <w:pPr>
        <w:pStyle w:val="a5"/>
        <w:ind w:left="0" w:firstLine="709"/>
      </w:pPr>
      <w:r w:rsidRPr="00F600A9">
        <w:t>9.1. Вся информация, полученная в ходе реализации настоящего Контракта,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Контракта, так и по окончании его действия в течение 5 лет. Иные условия конфиденциальности могут быть установлены по требованию любой из Сторон.</w:t>
      </w:r>
    </w:p>
    <w:p w14:paraId="34289C25" w14:textId="77777777" w:rsidR="00F331E2" w:rsidRPr="00F600A9" w:rsidRDefault="00F331E2" w:rsidP="00F331E2">
      <w:pPr>
        <w:pStyle w:val="a5"/>
        <w:ind w:left="0" w:firstLine="709"/>
      </w:pPr>
      <w:r w:rsidRPr="00F600A9">
        <w:t>9.2. Все извещения, требования и/или иные договоренности между Сторонами должны быть совершены в письменной форме и надлежащим образом переданы по последнему известному адресу Стороне, которой адресуется данное извещение или договоренность.</w:t>
      </w:r>
    </w:p>
    <w:p w14:paraId="14FB1541" w14:textId="77777777" w:rsidR="00F331E2" w:rsidRPr="00F600A9" w:rsidRDefault="00F331E2" w:rsidP="00F331E2">
      <w:pPr>
        <w:pStyle w:val="a5"/>
        <w:ind w:left="0" w:firstLine="709"/>
      </w:pPr>
      <w:r w:rsidRPr="00F600A9">
        <w:t>9.3. При изменении юридического адреса, Стороны обязаны известить друг друга о таких изменения в течение 10 (десяти) рабочих дней. В противном случае сообщения, переданные по последнему адресу, считаются переданными надлежащим образом.</w:t>
      </w:r>
    </w:p>
    <w:p w14:paraId="7F6B21F8" w14:textId="77777777" w:rsidR="00F331E2" w:rsidRPr="00F600A9" w:rsidRDefault="00F331E2" w:rsidP="00F331E2">
      <w:pPr>
        <w:pStyle w:val="a5"/>
        <w:ind w:left="0" w:firstLine="709"/>
      </w:pPr>
      <w:r w:rsidRPr="00F600A9">
        <w:t>9.4. В части, не урегулированной настоящим Контрактом, отношения Сторон регламентируются действующим Законодательством Российской Федерации.</w:t>
      </w:r>
    </w:p>
    <w:p w14:paraId="4C03329C" w14:textId="77777777" w:rsidR="00F331E2" w:rsidRPr="00F600A9" w:rsidRDefault="00F331E2" w:rsidP="00F331E2">
      <w:pPr>
        <w:pStyle w:val="a5"/>
        <w:ind w:left="0" w:firstLine="709"/>
      </w:pPr>
      <w:r w:rsidRPr="00F600A9">
        <w:t xml:space="preserve">9.5. В случае изменения </w:t>
      </w:r>
      <w:proofErr w:type="gramStart"/>
      <w:r w:rsidRPr="00F600A9">
        <w:t>у</w:t>
      </w:r>
      <w:proofErr w:type="gramEnd"/>
      <w:r w:rsidRPr="00F600A9">
        <w:t xml:space="preserve"> </w:t>
      </w:r>
      <w:proofErr w:type="gramStart"/>
      <w:r w:rsidRPr="00F600A9">
        <w:t>какой-либо</w:t>
      </w:r>
      <w:proofErr w:type="gramEnd"/>
      <w:r w:rsidRPr="00F600A9">
        <w:t xml:space="preserve"> из Сторон юридического адреса, названия, банковских реквизитов, она обязана в течение 10 (десяти) рабочих дней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14:paraId="31B96CC1" w14:textId="77777777" w:rsidR="00F331E2" w:rsidRPr="00F600A9" w:rsidRDefault="00F331E2" w:rsidP="00F331E2">
      <w:pPr>
        <w:pStyle w:val="a5"/>
        <w:ind w:left="0" w:firstLine="709"/>
      </w:pPr>
      <w:r w:rsidRPr="00F600A9">
        <w:t>9.6. Настоящий Контракт составлен в двух экземплярах, имеющих одинаковую юридическую силу, один экземпляр – Исполнителю, один экземпляр – Заказчику.</w:t>
      </w:r>
    </w:p>
    <w:p w14:paraId="318DF909" w14:textId="77777777" w:rsidR="00F331E2" w:rsidRPr="00F600A9" w:rsidRDefault="00F331E2" w:rsidP="00F331E2">
      <w:pPr>
        <w:pStyle w:val="a5"/>
        <w:ind w:left="0" w:firstLine="709"/>
      </w:pPr>
    </w:p>
    <w:p w14:paraId="2E97AEB4" w14:textId="77777777" w:rsidR="00F331E2" w:rsidRPr="00F600A9" w:rsidRDefault="00F331E2" w:rsidP="00F331E2">
      <w:pPr>
        <w:pStyle w:val="a5"/>
        <w:ind w:left="0" w:firstLine="709"/>
      </w:pPr>
      <w:r w:rsidRPr="00F600A9">
        <w:t>Следующие приложения являются неотъемлемой частью настоящего Контракта:</w:t>
      </w:r>
    </w:p>
    <w:p w14:paraId="0C160077" w14:textId="77777777" w:rsidR="00F331E2" w:rsidRPr="00F600A9" w:rsidRDefault="00F331E2" w:rsidP="00F331E2">
      <w:pPr>
        <w:pStyle w:val="a5"/>
        <w:numPr>
          <w:ilvl w:val="0"/>
          <w:numId w:val="3"/>
        </w:numPr>
        <w:ind w:left="0" w:firstLine="709"/>
      </w:pPr>
      <w:r w:rsidRPr="00F600A9">
        <w:t xml:space="preserve">Приложение №1 – Перечень услуг на __ </w:t>
      </w:r>
      <w:proofErr w:type="gramStart"/>
      <w:r w:rsidRPr="00F600A9">
        <w:t>л</w:t>
      </w:r>
      <w:proofErr w:type="gramEnd"/>
      <w:r w:rsidRPr="00F600A9">
        <w:t>.</w:t>
      </w:r>
    </w:p>
    <w:p w14:paraId="431C9D3D" w14:textId="77777777" w:rsidR="00F331E2" w:rsidRPr="00F600A9" w:rsidRDefault="00F331E2" w:rsidP="00F331E2">
      <w:pPr>
        <w:pStyle w:val="a5"/>
        <w:numPr>
          <w:ilvl w:val="0"/>
          <w:numId w:val="3"/>
        </w:numPr>
        <w:ind w:left="0" w:firstLine="709"/>
      </w:pPr>
      <w:r w:rsidRPr="00F600A9">
        <w:t xml:space="preserve">Приложение №2 – Требования к учебной программе на __ </w:t>
      </w:r>
      <w:proofErr w:type="gramStart"/>
      <w:r w:rsidRPr="00F600A9">
        <w:t>л</w:t>
      </w:r>
      <w:proofErr w:type="gramEnd"/>
      <w:r w:rsidRPr="00F600A9">
        <w:t>.</w:t>
      </w:r>
    </w:p>
    <w:p w14:paraId="3BC8F5FE" w14:textId="77777777" w:rsidR="00F331E2" w:rsidRPr="00F600A9" w:rsidRDefault="00F331E2" w:rsidP="00F331E2">
      <w:pPr>
        <w:pStyle w:val="a5"/>
        <w:numPr>
          <w:ilvl w:val="0"/>
          <w:numId w:val="3"/>
        </w:numPr>
        <w:ind w:left="0" w:firstLine="709"/>
      </w:pPr>
      <w:r w:rsidRPr="00F600A9">
        <w:t xml:space="preserve">Приложение №3 – Протокол согласования сроков оказания услуг на __ </w:t>
      </w:r>
      <w:proofErr w:type="gramStart"/>
      <w:r w:rsidRPr="00F600A9">
        <w:t>л</w:t>
      </w:r>
      <w:proofErr w:type="gramEnd"/>
      <w:r w:rsidRPr="00F600A9">
        <w:t>.</w:t>
      </w:r>
    </w:p>
    <w:p w14:paraId="2791DA08" w14:textId="77777777" w:rsidR="00F331E2" w:rsidRPr="00F600A9" w:rsidRDefault="00F331E2" w:rsidP="00F331E2">
      <w:pPr>
        <w:pStyle w:val="a5"/>
        <w:ind w:left="0" w:firstLine="709"/>
      </w:pPr>
    </w:p>
    <w:p w14:paraId="216626B2" w14:textId="77777777" w:rsidR="00F331E2" w:rsidRPr="00F600A9" w:rsidRDefault="00F331E2" w:rsidP="00F331E2">
      <w:pPr>
        <w:pStyle w:val="a5"/>
        <w:widowControl w:val="0"/>
        <w:suppressLineNumbers/>
        <w:tabs>
          <w:tab w:val="left" w:pos="-2835"/>
        </w:tabs>
        <w:suppressAutoHyphens/>
        <w:ind w:left="0" w:firstLine="709"/>
        <w:jc w:val="center"/>
        <w:rPr>
          <w:b/>
        </w:rPr>
      </w:pPr>
      <w:r w:rsidRPr="00F600A9">
        <w:rPr>
          <w:b/>
        </w:rPr>
        <w:t>ЮРИДИЧЕСКИЕ АДРЕСА И БАНКОВСКИЕ РЕКВИЗИТЫ СТОРОН</w:t>
      </w:r>
    </w:p>
    <w:p w14:paraId="66E74092" w14:textId="77777777" w:rsidR="00F331E2" w:rsidRPr="00F600A9" w:rsidRDefault="00F331E2" w:rsidP="00F331E2">
      <w:pPr>
        <w:pStyle w:val="a5"/>
        <w:widowControl w:val="0"/>
        <w:suppressLineNumbers/>
        <w:tabs>
          <w:tab w:val="left" w:pos="-2835"/>
        </w:tabs>
        <w:suppressAutoHyphens/>
        <w:ind w:left="0" w:firstLine="709"/>
        <w:jc w:val="center"/>
        <w:rPr>
          <w:b/>
        </w:rPr>
      </w:pPr>
    </w:p>
    <w:tbl>
      <w:tblPr>
        <w:tblW w:w="9648" w:type="dxa"/>
        <w:tblInd w:w="-8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0"/>
        <w:gridCol w:w="4528"/>
        <w:gridCol w:w="105"/>
        <w:gridCol w:w="255"/>
        <w:gridCol w:w="4522"/>
        <w:gridCol w:w="158"/>
      </w:tblGrid>
      <w:tr w:rsidR="00F331E2" w:rsidRPr="00F600A9" w14:paraId="57BE542F" w14:textId="77777777" w:rsidTr="00611541">
        <w:trPr>
          <w:gridBefore w:val="1"/>
          <w:gridAfter w:val="1"/>
          <w:wBefore w:w="80" w:type="dxa"/>
          <w:wAfter w:w="158" w:type="dxa"/>
        </w:trPr>
        <w:tc>
          <w:tcPr>
            <w:tcW w:w="4633" w:type="dxa"/>
            <w:gridSpan w:val="2"/>
            <w:hideMark/>
          </w:tcPr>
          <w:p w14:paraId="50A50CEF" w14:textId="77777777" w:rsidR="00F331E2" w:rsidRPr="00F600A9" w:rsidRDefault="00F331E2" w:rsidP="00575F93">
            <w:pPr>
              <w:suppressLineNumbers/>
              <w:suppressAutoHyphens/>
              <w:jc w:val="center"/>
              <w:rPr>
                <w:b/>
                <w:bCs/>
              </w:rPr>
            </w:pPr>
            <w:r w:rsidRPr="00F600A9">
              <w:rPr>
                <w:b/>
                <w:bCs/>
              </w:rPr>
              <w:t>Заказчик:</w:t>
            </w:r>
          </w:p>
        </w:tc>
        <w:tc>
          <w:tcPr>
            <w:tcW w:w="4777" w:type="dxa"/>
            <w:gridSpan w:val="2"/>
            <w:hideMark/>
          </w:tcPr>
          <w:p w14:paraId="66EE1C3E" w14:textId="77777777" w:rsidR="00F331E2" w:rsidRPr="00F600A9" w:rsidRDefault="00F331E2" w:rsidP="00575F93">
            <w:pPr>
              <w:suppressLineNumbers/>
              <w:suppressAutoHyphens/>
              <w:jc w:val="center"/>
              <w:rPr>
                <w:b/>
                <w:bCs/>
              </w:rPr>
            </w:pPr>
            <w:r w:rsidRPr="00F600A9">
              <w:rPr>
                <w:b/>
                <w:bCs/>
              </w:rPr>
              <w:t>Исполнитель:</w:t>
            </w:r>
          </w:p>
        </w:tc>
      </w:tr>
      <w:tr w:rsidR="00611541" w:rsidRPr="002D0E69" w14:paraId="38DF3911" w14:textId="77777777" w:rsidTr="00611541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608" w:type="dxa"/>
            <w:gridSpan w:val="2"/>
          </w:tcPr>
          <w:p w14:paraId="099EBC2C" w14:textId="77777777" w:rsidR="00611541" w:rsidRPr="002D0E69" w:rsidRDefault="00611541" w:rsidP="00611541">
            <w:pPr>
              <w:pStyle w:val="aa"/>
              <w:rPr>
                <w:sz w:val="24"/>
                <w:szCs w:val="24"/>
              </w:rPr>
            </w:pPr>
            <w:r w:rsidRPr="002D0E69">
              <w:rPr>
                <w:sz w:val="24"/>
                <w:szCs w:val="24"/>
              </w:rPr>
              <w:t>Администрация города Иванова</w:t>
            </w:r>
          </w:p>
          <w:p w14:paraId="29A58BA0" w14:textId="77777777" w:rsidR="00611541" w:rsidRPr="002D0E69" w:rsidRDefault="00611541" w:rsidP="00611541">
            <w:r w:rsidRPr="002D0E69"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2D0E69">
                <w:t>153000, г</w:t>
              </w:r>
            </w:smartTag>
            <w:r w:rsidRPr="002D0E69">
              <w:t>. Иваново, пл. Революции, д. 6</w:t>
            </w:r>
          </w:p>
          <w:p w14:paraId="4EEA2FF9" w14:textId="77777777" w:rsidR="00611541" w:rsidRPr="002D0E69" w:rsidRDefault="00611541" w:rsidP="00611541">
            <w:r w:rsidRPr="002D0E69">
              <w:t xml:space="preserve">Фактический адрес: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2D0E69">
                <w:t>153000, г</w:t>
              </w:r>
            </w:smartTag>
            <w:r w:rsidRPr="002D0E69">
              <w:t>. Иваново, пл. Революции, д. 6</w:t>
            </w:r>
          </w:p>
          <w:p w14:paraId="093F3BCD" w14:textId="77777777" w:rsidR="00611541" w:rsidRPr="002D0E69" w:rsidRDefault="00611541" w:rsidP="00611541">
            <w:pPr>
              <w:pStyle w:val="aa"/>
              <w:rPr>
                <w:sz w:val="24"/>
                <w:szCs w:val="24"/>
              </w:rPr>
            </w:pPr>
            <w:r w:rsidRPr="002D0E69">
              <w:rPr>
                <w:sz w:val="24"/>
                <w:szCs w:val="24"/>
              </w:rPr>
              <w:t>ИНН/КПП 3728012487/370201001</w:t>
            </w:r>
          </w:p>
          <w:p w14:paraId="59E5E0DE" w14:textId="77777777" w:rsidR="00611541" w:rsidRPr="002D0E69" w:rsidRDefault="00611541" w:rsidP="00611541">
            <w:pPr>
              <w:pStyle w:val="aa"/>
              <w:rPr>
                <w:sz w:val="24"/>
                <w:szCs w:val="24"/>
              </w:rPr>
            </w:pPr>
            <w:r w:rsidRPr="002D0E69">
              <w:rPr>
                <w:sz w:val="24"/>
                <w:szCs w:val="24"/>
              </w:rPr>
              <w:t>р/с № 40204810800000000054</w:t>
            </w:r>
          </w:p>
          <w:p w14:paraId="62F083BB" w14:textId="0404EDB0" w:rsidR="00611541" w:rsidRPr="002D0E69" w:rsidRDefault="00611541" w:rsidP="00611541">
            <w:pPr>
              <w:pStyle w:val="aa"/>
              <w:rPr>
                <w:sz w:val="24"/>
                <w:szCs w:val="24"/>
              </w:rPr>
            </w:pPr>
            <w:r w:rsidRPr="002D0E69">
              <w:rPr>
                <w:sz w:val="24"/>
                <w:szCs w:val="24"/>
              </w:rPr>
              <w:t xml:space="preserve">в ГРКЦ ГУ Банка России по Ивановской </w:t>
            </w:r>
            <w:r w:rsidRPr="002D0E69">
              <w:rPr>
                <w:sz w:val="24"/>
                <w:szCs w:val="24"/>
              </w:rPr>
              <w:lastRenderedPageBreak/>
              <w:t>области г.</w:t>
            </w:r>
            <w:r w:rsidR="00E97706">
              <w:rPr>
                <w:sz w:val="24"/>
                <w:szCs w:val="24"/>
              </w:rPr>
              <w:t xml:space="preserve"> </w:t>
            </w:r>
            <w:r w:rsidRPr="002D0E69">
              <w:rPr>
                <w:sz w:val="24"/>
                <w:szCs w:val="24"/>
              </w:rPr>
              <w:t>Иваново</w:t>
            </w:r>
          </w:p>
          <w:p w14:paraId="3FFA8A08" w14:textId="77777777" w:rsidR="00611541" w:rsidRPr="002D0E69" w:rsidRDefault="00611541" w:rsidP="00611541">
            <w:pPr>
              <w:pStyle w:val="aa"/>
              <w:rPr>
                <w:sz w:val="24"/>
                <w:szCs w:val="24"/>
              </w:rPr>
            </w:pPr>
            <w:r w:rsidRPr="002D0E69">
              <w:rPr>
                <w:sz w:val="24"/>
                <w:szCs w:val="24"/>
              </w:rPr>
              <w:t>БИК 042406001</w:t>
            </w:r>
          </w:p>
          <w:p w14:paraId="098E1A5E" w14:textId="77777777" w:rsidR="00611541" w:rsidRPr="002D0E69" w:rsidRDefault="00611541" w:rsidP="00611541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14:paraId="2B964A3D" w14:textId="77777777" w:rsidR="00611541" w:rsidRPr="002D0E69" w:rsidRDefault="00611541" w:rsidP="00611541"/>
        </w:tc>
        <w:tc>
          <w:tcPr>
            <w:tcW w:w="4680" w:type="dxa"/>
            <w:gridSpan w:val="2"/>
          </w:tcPr>
          <w:p w14:paraId="57DF9EE2" w14:textId="142BB726" w:rsidR="00611541" w:rsidRPr="002D0E69" w:rsidRDefault="00611541" w:rsidP="00611541">
            <w:pPr>
              <w:pStyle w:val="aa"/>
              <w:rPr>
                <w:sz w:val="24"/>
                <w:szCs w:val="24"/>
              </w:rPr>
            </w:pPr>
          </w:p>
        </w:tc>
      </w:tr>
      <w:tr w:rsidR="00611541" w:rsidRPr="002D0E69" w14:paraId="01984308" w14:textId="77777777" w:rsidTr="00611541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608" w:type="dxa"/>
            <w:gridSpan w:val="2"/>
          </w:tcPr>
          <w:p w14:paraId="669D0968" w14:textId="77777777" w:rsidR="00611541" w:rsidRPr="002D0E69" w:rsidRDefault="00611541" w:rsidP="00611541"/>
        </w:tc>
        <w:tc>
          <w:tcPr>
            <w:tcW w:w="360" w:type="dxa"/>
            <w:gridSpan w:val="2"/>
          </w:tcPr>
          <w:p w14:paraId="317EB885" w14:textId="77777777" w:rsidR="00611541" w:rsidRPr="002D0E69" w:rsidRDefault="00611541" w:rsidP="00611541"/>
        </w:tc>
        <w:tc>
          <w:tcPr>
            <w:tcW w:w="4680" w:type="dxa"/>
            <w:gridSpan w:val="2"/>
          </w:tcPr>
          <w:p w14:paraId="657982B5" w14:textId="77777777" w:rsidR="00611541" w:rsidRPr="002D0E69" w:rsidRDefault="00611541" w:rsidP="00611541"/>
        </w:tc>
      </w:tr>
      <w:tr w:rsidR="00611541" w:rsidRPr="002D0E69" w14:paraId="60FC06CE" w14:textId="77777777" w:rsidTr="00611541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608" w:type="dxa"/>
            <w:gridSpan w:val="2"/>
          </w:tcPr>
          <w:p w14:paraId="49504540" w14:textId="77777777" w:rsidR="00611541" w:rsidRDefault="00611541" w:rsidP="00611541">
            <w:r>
              <w:t>Заместитель главы Администрации города Иванова, руководитель аппарата Администрации города Иванова</w:t>
            </w:r>
          </w:p>
          <w:p w14:paraId="277D7CB2" w14:textId="77777777" w:rsidR="00611541" w:rsidRPr="002D0E69" w:rsidRDefault="00611541" w:rsidP="00611541"/>
          <w:p w14:paraId="142592CE" w14:textId="77777777" w:rsidR="00611541" w:rsidRPr="002D0E69" w:rsidRDefault="00611541" w:rsidP="00611541"/>
          <w:p w14:paraId="007DB006" w14:textId="77777777" w:rsidR="00611541" w:rsidRPr="002D0E69" w:rsidRDefault="00611541" w:rsidP="00611541"/>
          <w:p w14:paraId="70D678B8" w14:textId="77777777" w:rsidR="00611541" w:rsidRPr="002D0E69" w:rsidRDefault="00611541" w:rsidP="00611541">
            <w:r w:rsidRPr="002D0E69">
              <w:t xml:space="preserve">____________________ </w:t>
            </w:r>
            <w:r>
              <w:t xml:space="preserve"> А.А. </w:t>
            </w:r>
            <w:proofErr w:type="spellStart"/>
            <w:r>
              <w:t>Параничев</w:t>
            </w:r>
            <w:proofErr w:type="spellEnd"/>
          </w:p>
          <w:p w14:paraId="6EE220EE" w14:textId="77777777" w:rsidR="00611541" w:rsidRPr="002D0E69" w:rsidRDefault="00611541" w:rsidP="00611541"/>
          <w:p w14:paraId="74163A07" w14:textId="77777777" w:rsidR="00611541" w:rsidRPr="002D0E69" w:rsidRDefault="00611541" w:rsidP="00611541">
            <w:r w:rsidRPr="002D0E69">
              <w:t>М.П.</w:t>
            </w:r>
          </w:p>
        </w:tc>
        <w:tc>
          <w:tcPr>
            <w:tcW w:w="360" w:type="dxa"/>
            <w:gridSpan w:val="2"/>
          </w:tcPr>
          <w:p w14:paraId="13BD0A38" w14:textId="77777777" w:rsidR="00611541" w:rsidRPr="002D0E69" w:rsidRDefault="00611541" w:rsidP="00611541"/>
        </w:tc>
        <w:tc>
          <w:tcPr>
            <w:tcW w:w="4680" w:type="dxa"/>
            <w:gridSpan w:val="2"/>
          </w:tcPr>
          <w:p w14:paraId="192B3DAC" w14:textId="77777777" w:rsidR="00611541" w:rsidRPr="002D0E69" w:rsidRDefault="00611541" w:rsidP="00611541"/>
          <w:p w14:paraId="2AE99FAA" w14:textId="77777777" w:rsidR="00611541" w:rsidRPr="002D0E69" w:rsidRDefault="00611541" w:rsidP="00611541"/>
          <w:p w14:paraId="5F9F0EBA" w14:textId="77777777" w:rsidR="00611541" w:rsidRDefault="00611541" w:rsidP="00611541"/>
          <w:p w14:paraId="7404EAD5" w14:textId="77777777" w:rsidR="00611541" w:rsidRDefault="00611541" w:rsidP="00611541"/>
          <w:p w14:paraId="7BB1D17B" w14:textId="77777777" w:rsidR="00611541" w:rsidRDefault="00611541" w:rsidP="00611541"/>
          <w:p w14:paraId="5556AC1B" w14:textId="77777777" w:rsidR="00611541" w:rsidRPr="002D0E69" w:rsidRDefault="00611541" w:rsidP="00611541"/>
          <w:p w14:paraId="6FBE4F4C" w14:textId="6C1DFBED" w:rsidR="00611541" w:rsidRPr="002D0E69" w:rsidRDefault="00611541" w:rsidP="00611541">
            <w:r>
              <w:t xml:space="preserve">___________________  </w:t>
            </w:r>
          </w:p>
          <w:p w14:paraId="72F4FAF0" w14:textId="77777777" w:rsidR="00611541" w:rsidRPr="002D0E69" w:rsidRDefault="00611541" w:rsidP="00611541"/>
          <w:p w14:paraId="3B4BAB6B" w14:textId="77777777" w:rsidR="00611541" w:rsidRPr="002D0E69" w:rsidRDefault="00611541" w:rsidP="00611541">
            <w:r w:rsidRPr="002D0E69">
              <w:t>М.П.</w:t>
            </w:r>
          </w:p>
        </w:tc>
      </w:tr>
    </w:tbl>
    <w:p w14:paraId="26062BBD" w14:textId="77777777" w:rsidR="00F331E2" w:rsidRPr="00F600A9" w:rsidRDefault="00F331E2" w:rsidP="00F331E2">
      <w:pPr>
        <w:ind w:firstLine="709"/>
        <w:jc w:val="right"/>
      </w:pPr>
    </w:p>
    <w:p w14:paraId="1195D1CC" w14:textId="0A96E766" w:rsidR="00F331E2" w:rsidRPr="00F600A9" w:rsidRDefault="003E3074" w:rsidP="003E3074">
      <w:pPr>
        <w:pageBreakBefore/>
        <w:ind w:left="5954"/>
      </w:pPr>
      <w:r>
        <w:lastRenderedPageBreak/>
        <w:t xml:space="preserve">          </w:t>
      </w:r>
      <w:r w:rsidR="00F331E2" w:rsidRPr="00F600A9">
        <w:t>Приложение №1</w:t>
      </w:r>
    </w:p>
    <w:p w14:paraId="3B9E441E" w14:textId="3AA943B2" w:rsidR="00F331E2" w:rsidRPr="00F600A9" w:rsidRDefault="003E3074" w:rsidP="003E3074">
      <w:pPr>
        <w:ind w:left="5954"/>
        <w:jc w:val="center"/>
      </w:pPr>
      <w:r>
        <w:t xml:space="preserve">          </w:t>
      </w:r>
      <w:r w:rsidR="00F331E2" w:rsidRPr="00F600A9">
        <w:t xml:space="preserve">к Контракту №__________ </w:t>
      </w:r>
    </w:p>
    <w:p w14:paraId="41A817E7" w14:textId="654D9547" w:rsidR="00F331E2" w:rsidRPr="00F600A9" w:rsidRDefault="00F331E2" w:rsidP="003E3074">
      <w:pPr>
        <w:ind w:left="5954"/>
        <w:jc w:val="right"/>
      </w:pPr>
      <w:r w:rsidRPr="00F600A9">
        <w:t>от ___ ___________ 201</w:t>
      </w:r>
      <w:r w:rsidR="00E97706">
        <w:t>2</w:t>
      </w:r>
      <w:r w:rsidRPr="00F600A9">
        <w:t xml:space="preserve"> г.</w:t>
      </w:r>
    </w:p>
    <w:p w14:paraId="68A9CD0F" w14:textId="77777777" w:rsidR="00F331E2" w:rsidRPr="00F600A9" w:rsidRDefault="00F331E2" w:rsidP="00F331E2">
      <w:pPr>
        <w:pStyle w:val="4"/>
        <w:spacing w:before="0" w:after="0"/>
        <w:ind w:firstLine="709"/>
        <w:rPr>
          <w:rFonts w:ascii="Times New Roman" w:hAnsi="Times New Roman"/>
          <w:b/>
          <w:szCs w:val="24"/>
        </w:rPr>
      </w:pPr>
    </w:p>
    <w:p w14:paraId="552CB7FA" w14:textId="77777777" w:rsidR="00F331E2" w:rsidRPr="00F600A9" w:rsidRDefault="00F331E2" w:rsidP="00F331E2">
      <w:pPr>
        <w:ind w:firstLine="709"/>
        <w:jc w:val="center"/>
        <w:rPr>
          <w:b/>
        </w:rPr>
      </w:pPr>
    </w:p>
    <w:p w14:paraId="2F9AD181" w14:textId="77777777" w:rsidR="00F331E2" w:rsidRPr="00F600A9" w:rsidRDefault="00F331E2" w:rsidP="00F331E2">
      <w:pPr>
        <w:ind w:firstLine="709"/>
        <w:jc w:val="center"/>
        <w:rPr>
          <w:b/>
        </w:rPr>
      </w:pPr>
    </w:p>
    <w:p w14:paraId="616419FA" w14:textId="77777777" w:rsidR="00F331E2" w:rsidRPr="00F600A9" w:rsidRDefault="00F331E2" w:rsidP="00F331E2">
      <w:pPr>
        <w:ind w:firstLine="709"/>
        <w:jc w:val="center"/>
        <w:rPr>
          <w:b/>
        </w:rPr>
      </w:pPr>
      <w:r w:rsidRPr="00F600A9">
        <w:rPr>
          <w:b/>
        </w:rPr>
        <w:t>Перечень услуг</w:t>
      </w:r>
    </w:p>
    <w:p w14:paraId="58457D09" w14:textId="77777777" w:rsidR="00F331E2" w:rsidRPr="00F600A9" w:rsidRDefault="00F331E2" w:rsidP="00F331E2">
      <w:pPr>
        <w:pStyle w:val="32"/>
        <w:ind w:left="0" w:firstLine="709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996"/>
        <w:gridCol w:w="1418"/>
        <w:gridCol w:w="992"/>
        <w:gridCol w:w="1418"/>
        <w:gridCol w:w="1134"/>
      </w:tblGrid>
      <w:tr w:rsidR="00F331E2" w:rsidRPr="00F600A9" w14:paraId="2640B5D6" w14:textId="77777777" w:rsidTr="00A9784E">
        <w:trPr>
          <w:trHeight w:val="2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AADB7" w14:textId="77777777" w:rsidR="00F331E2" w:rsidRPr="00F600A9" w:rsidRDefault="00F331E2" w:rsidP="00575F93">
            <w:pPr>
              <w:ind w:firstLine="709"/>
              <w:jc w:val="center"/>
            </w:pPr>
            <w:r w:rsidRPr="00F600A9">
              <w:t>№</w:t>
            </w:r>
          </w:p>
          <w:p w14:paraId="6C473173" w14:textId="77777777" w:rsidR="00F331E2" w:rsidRPr="00F600A9" w:rsidRDefault="00F331E2" w:rsidP="00575F93">
            <w:pPr>
              <w:jc w:val="center"/>
            </w:pPr>
            <w:r w:rsidRPr="00F600A9">
              <w:t>№ п/п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0FF3E" w14:textId="77777777" w:rsidR="00F331E2" w:rsidRPr="00F600A9" w:rsidRDefault="00F331E2" w:rsidP="00575F93">
            <w:pPr>
              <w:ind w:firstLine="709"/>
              <w:jc w:val="center"/>
            </w:pPr>
            <w:r w:rsidRPr="00F600A9">
              <w:t>Наименование образовательных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CA7BF" w14:textId="77777777" w:rsidR="00F331E2" w:rsidRPr="00F600A9" w:rsidRDefault="00F331E2" w:rsidP="00575F93">
            <w:pPr>
              <w:jc w:val="center"/>
              <w:rPr>
                <w:bCs/>
                <w:iCs/>
              </w:rPr>
            </w:pPr>
            <w:r w:rsidRPr="00F600A9">
              <w:rPr>
                <w:bCs/>
                <w:iCs/>
              </w:rPr>
              <w:t xml:space="preserve">Ед. измерения, </w:t>
            </w:r>
            <w:proofErr w:type="spellStart"/>
            <w:r w:rsidRPr="00F600A9">
              <w:rPr>
                <w:bCs/>
                <w:iCs/>
              </w:rPr>
              <w:t>академ</w:t>
            </w:r>
            <w:proofErr w:type="spellEnd"/>
            <w:r w:rsidRPr="00F600A9">
              <w:rPr>
                <w:bCs/>
                <w:iCs/>
              </w:rPr>
              <w:t>. 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C0309" w14:textId="77777777" w:rsidR="00F331E2" w:rsidRPr="00F600A9" w:rsidRDefault="00F331E2" w:rsidP="00575F93">
            <w:pPr>
              <w:jc w:val="center"/>
              <w:rPr>
                <w:bCs/>
                <w:iCs/>
              </w:rPr>
            </w:pPr>
            <w:r w:rsidRPr="00F600A9">
              <w:rPr>
                <w:bCs/>
                <w:iCs/>
              </w:rPr>
              <w:t xml:space="preserve">Кол-во </w:t>
            </w:r>
            <w:proofErr w:type="spellStart"/>
            <w:r w:rsidRPr="00F600A9">
              <w:rPr>
                <w:bCs/>
                <w:iCs/>
              </w:rPr>
              <w:t>слуша-телей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18716" w14:textId="77777777" w:rsidR="00A9784E" w:rsidRDefault="00F331E2" w:rsidP="00575F93">
            <w:pPr>
              <w:jc w:val="center"/>
              <w:rPr>
                <w:bCs/>
                <w:iCs/>
              </w:rPr>
            </w:pPr>
            <w:r w:rsidRPr="00F600A9">
              <w:rPr>
                <w:bCs/>
                <w:iCs/>
              </w:rPr>
              <w:br/>
              <w:t>Цена за обучение 1 слушателя</w:t>
            </w:r>
          </w:p>
          <w:p w14:paraId="1CDD470A" w14:textId="79D7FF86" w:rsidR="00F331E2" w:rsidRPr="00F600A9" w:rsidRDefault="00F331E2" w:rsidP="00575F93">
            <w:pPr>
              <w:jc w:val="center"/>
              <w:rPr>
                <w:bCs/>
                <w:iCs/>
              </w:rPr>
            </w:pPr>
            <w:r w:rsidRPr="00F600A9">
              <w:rPr>
                <w:bCs/>
                <w:iCs/>
              </w:rPr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0B25" w14:textId="77777777" w:rsidR="00F331E2" w:rsidRPr="00F600A9" w:rsidRDefault="00F331E2" w:rsidP="00575F93">
            <w:pPr>
              <w:jc w:val="center"/>
              <w:rPr>
                <w:bCs/>
                <w:iCs/>
              </w:rPr>
            </w:pPr>
          </w:p>
          <w:p w14:paraId="0CE77358" w14:textId="7769E136" w:rsidR="00F331E2" w:rsidRPr="00F600A9" w:rsidRDefault="00F331E2" w:rsidP="00575F93">
            <w:pPr>
              <w:jc w:val="center"/>
              <w:rPr>
                <w:bCs/>
                <w:iCs/>
              </w:rPr>
            </w:pPr>
            <w:r w:rsidRPr="00F600A9">
              <w:rPr>
                <w:bCs/>
                <w:iCs/>
              </w:rPr>
              <w:t>Сумма, руб</w:t>
            </w:r>
            <w:r w:rsidR="00E5135D">
              <w:rPr>
                <w:bCs/>
                <w:iCs/>
              </w:rPr>
              <w:t>.</w:t>
            </w:r>
          </w:p>
        </w:tc>
      </w:tr>
      <w:tr w:rsidR="00F331E2" w:rsidRPr="00F600A9" w14:paraId="13509765" w14:textId="77777777" w:rsidTr="00A9784E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C956E" w14:textId="77777777" w:rsidR="00F331E2" w:rsidRPr="00F600A9" w:rsidRDefault="00F331E2" w:rsidP="00575F93">
            <w:pPr>
              <w:pStyle w:val="32"/>
              <w:ind w:left="0"/>
            </w:pPr>
            <w:r w:rsidRPr="00F600A9">
              <w:t>1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DF3EA5" w14:textId="243A9048" w:rsidR="00F331E2" w:rsidRPr="00F600A9" w:rsidRDefault="00E5135D" w:rsidP="00A9784E">
            <w:pPr>
              <w:rPr>
                <w:color w:val="FF0000"/>
              </w:rPr>
            </w:pPr>
            <w:r>
              <w:t xml:space="preserve">Курсы </w:t>
            </w:r>
            <w:r w:rsidRPr="00E5135D">
              <w:t xml:space="preserve">на тему «Пожарно-технический минимум для </w:t>
            </w:r>
            <w:r w:rsidR="00A9784E">
              <w:t xml:space="preserve">руководителей и </w:t>
            </w:r>
            <w:r w:rsidRPr="00E5135D">
              <w:t xml:space="preserve">лиц, ответственных за </w:t>
            </w:r>
            <w:r w:rsidR="00A9784E">
              <w:t xml:space="preserve">пожарную безопасность </w:t>
            </w:r>
            <w:r w:rsidRPr="00E5135D">
              <w:t>организаций»</w:t>
            </w:r>
            <w: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33DC" w14:textId="2D4702A4" w:rsidR="00F331E2" w:rsidRPr="00506E6A" w:rsidRDefault="00A9784E" w:rsidP="00A9784E">
            <w:pPr>
              <w:ind w:firstLine="34"/>
              <w:jc w:val="center"/>
              <w:rPr>
                <w:color w:val="000000"/>
              </w:rPr>
            </w:pPr>
            <w:r w:rsidRPr="00A9784E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993253" w14:textId="67B83684" w:rsidR="00F331E2" w:rsidRPr="00506E6A" w:rsidRDefault="00F331E2" w:rsidP="00302A9D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C64DA" w14:textId="77777777" w:rsidR="00F331E2" w:rsidRPr="00F600A9" w:rsidRDefault="00F331E2" w:rsidP="00575F93">
            <w:pPr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0311" w14:textId="77777777" w:rsidR="00F331E2" w:rsidRPr="00F600A9" w:rsidRDefault="00F331E2" w:rsidP="00575F93">
            <w:pPr>
              <w:rPr>
                <w:b/>
                <w:color w:val="000000"/>
              </w:rPr>
            </w:pPr>
          </w:p>
        </w:tc>
      </w:tr>
      <w:tr w:rsidR="00F331E2" w:rsidRPr="00F600A9" w14:paraId="49EB7DF1" w14:textId="77777777" w:rsidTr="00A9784E">
        <w:trPr>
          <w:trHeight w:val="491"/>
        </w:trPr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CA6AE" w14:textId="77777777" w:rsidR="00F331E2" w:rsidRPr="00F600A9" w:rsidRDefault="00F331E2" w:rsidP="00575F93">
            <w:pPr>
              <w:jc w:val="right"/>
              <w:rPr>
                <w:b/>
                <w:color w:val="000000"/>
              </w:rPr>
            </w:pPr>
            <w:r w:rsidRPr="00F600A9">
              <w:rPr>
                <w:b/>
                <w:color w:val="00000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2266" w14:textId="77777777" w:rsidR="00F331E2" w:rsidRPr="00F600A9" w:rsidRDefault="00F331E2" w:rsidP="00575F93">
            <w:pPr>
              <w:rPr>
                <w:b/>
                <w:color w:val="000000"/>
              </w:rPr>
            </w:pPr>
          </w:p>
        </w:tc>
      </w:tr>
    </w:tbl>
    <w:p w14:paraId="6A4B6D0D" w14:textId="77777777" w:rsidR="00F331E2" w:rsidRPr="00F600A9" w:rsidRDefault="00F331E2" w:rsidP="00F331E2">
      <w:pPr>
        <w:tabs>
          <w:tab w:val="left" w:pos="567"/>
          <w:tab w:val="num" w:pos="792"/>
        </w:tabs>
        <w:ind w:firstLine="709"/>
      </w:pPr>
    </w:p>
    <w:p w14:paraId="1C44F6EA" w14:textId="77777777" w:rsidR="00F331E2" w:rsidRPr="00F600A9" w:rsidRDefault="00F331E2" w:rsidP="00F331E2">
      <w:pPr>
        <w:tabs>
          <w:tab w:val="left" w:pos="567"/>
          <w:tab w:val="num" w:pos="792"/>
        </w:tabs>
        <w:ind w:firstLine="709"/>
      </w:pPr>
    </w:p>
    <w:p w14:paraId="1CC12FD3" w14:textId="77777777" w:rsidR="00F331E2" w:rsidRPr="00F600A9" w:rsidRDefault="00F331E2" w:rsidP="00F331E2">
      <w:pPr>
        <w:tabs>
          <w:tab w:val="left" w:pos="567"/>
          <w:tab w:val="num" w:pos="792"/>
        </w:tabs>
        <w:ind w:firstLine="709"/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608"/>
        <w:gridCol w:w="360"/>
        <w:gridCol w:w="180"/>
        <w:gridCol w:w="4500"/>
        <w:gridCol w:w="383"/>
      </w:tblGrid>
      <w:tr w:rsidR="00F331E2" w:rsidRPr="00F600A9" w14:paraId="1837199E" w14:textId="77777777" w:rsidTr="00611541">
        <w:tc>
          <w:tcPr>
            <w:tcW w:w="5148" w:type="dxa"/>
            <w:gridSpan w:val="3"/>
          </w:tcPr>
          <w:p w14:paraId="3A5469B3" w14:textId="77777777" w:rsidR="00F331E2" w:rsidRPr="00F600A9" w:rsidRDefault="00F331E2" w:rsidP="00575F93">
            <w:pPr>
              <w:suppressLineNumbers/>
              <w:tabs>
                <w:tab w:val="left" w:pos="-2835"/>
              </w:tabs>
              <w:suppressAutoHyphens/>
              <w:ind w:firstLine="709"/>
              <w:jc w:val="center"/>
              <w:rPr>
                <w:b/>
              </w:rPr>
            </w:pPr>
            <w:r w:rsidRPr="00F600A9">
              <w:rPr>
                <w:b/>
              </w:rPr>
              <w:t>От Заказчика:</w:t>
            </w:r>
          </w:p>
          <w:p w14:paraId="5367CCC5" w14:textId="77777777" w:rsidR="00F331E2" w:rsidRPr="00F600A9" w:rsidRDefault="00F331E2" w:rsidP="00575F93">
            <w:pPr>
              <w:suppressLineNumbers/>
              <w:tabs>
                <w:tab w:val="left" w:pos="-2835"/>
              </w:tabs>
              <w:suppressAutoHyphens/>
              <w:ind w:firstLine="709"/>
              <w:jc w:val="center"/>
              <w:rPr>
                <w:b/>
              </w:rPr>
            </w:pPr>
          </w:p>
        </w:tc>
        <w:tc>
          <w:tcPr>
            <w:tcW w:w="4883" w:type="dxa"/>
            <w:gridSpan w:val="2"/>
            <w:hideMark/>
          </w:tcPr>
          <w:p w14:paraId="50278C1D" w14:textId="77777777" w:rsidR="00F331E2" w:rsidRPr="00F600A9" w:rsidRDefault="00F331E2" w:rsidP="00575F93">
            <w:pPr>
              <w:suppressLineNumbers/>
              <w:tabs>
                <w:tab w:val="left" w:pos="-2835"/>
              </w:tabs>
              <w:suppressAutoHyphens/>
              <w:ind w:firstLine="709"/>
              <w:jc w:val="center"/>
              <w:rPr>
                <w:b/>
              </w:rPr>
            </w:pPr>
            <w:r w:rsidRPr="00F600A9">
              <w:rPr>
                <w:b/>
              </w:rPr>
              <w:t>От Исполнителя:</w:t>
            </w:r>
          </w:p>
        </w:tc>
      </w:tr>
      <w:tr w:rsidR="00611541" w:rsidRPr="002D0E69" w14:paraId="27328DDA" w14:textId="77777777" w:rsidTr="00611541">
        <w:tblPrEx>
          <w:tblLook w:val="01E0" w:firstRow="1" w:lastRow="1" w:firstColumn="1" w:lastColumn="1" w:noHBand="0" w:noVBand="0"/>
        </w:tblPrEx>
        <w:trPr>
          <w:gridAfter w:val="1"/>
          <w:wAfter w:w="383" w:type="dxa"/>
        </w:trPr>
        <w:tc>
          <w:tcPr>
            <w:tcW w:w="4608" w:type="dxa"/>
          </w:tcPr>
          <w:p w14:paraId="03B100A1" w14:textId="77777777" w:rsidR="00611541" w:rsidRPr="002D0E69" w:rsidRDefault="00611541" w:rsidP="00611541"/>
        </w:tc>
        <w:tc>
          <w:tcPr>
            <w:tcW w:w="360" w:type="dxa"/>
          </w:tcPr>
          <w:p w14:paraId="3871CC66" w14:textId="77777777" w:rsidR="00611541" w:rsidRPr="002D0E69" w:rsidRDefault="00611541" w:rsidP="00611541"/>
        </w:tc>
        <w:tc>
          <w:tcPr>
            <w:tcW w:w="4680" w:type="dxa"/>
            <w:gridSpan w:val="2"/>
          </w:tcPr>
          <w:p w14:paraId="00BB2978" w14:textId="77777777" w:rsidR="00611541" w:rsidRPr="002D0E69" w:rsidRDefault="00611541" w:rsidP="00611541"/>
        </w:tc>
      </w:tr>
      <w:tr w:rsidR="00611541" w:rsidRPr="002D0E69" w14:paraId="7367089F" w14:textId="77777777" w:rsidTr="00611541">
        <w:tblPrEx>
          <w:tblLook w:val="01E0" w:firstRow="1" w:lastRow="1" w:firstColumn="1" w:lastColumn="1" w:noHBand="0" w:noVBand="0"/>
        </w:tblPrEx>
        <w:trPr>
          <w:gridAfter w:val="1"/>
          <w:wAfter w:w="383" w:type="dxa"/>
        </w:trPr>
        <w:tc>
          <w:tcPr>
            <w:tcW w:w="4608" w:type="dxa"/>
          </w:tcPr>
          <w:p w14:paraId="5978B2F2" w14:textId="77777777" w:rsidR="00611541" w:rsidRDefault="00611541" w:rsidP="00611541">
            <w:r>
              <w:t>Заместитель главы Администрации города Иванова, руководитель аппарата Администрации города Иванова</w:t>
            </w:r>
          </w:p>
          <w:p w14:paraId="0675CF96" w14:textId="77777777" w:rsidR="00611541" w:rsidRPr="002D0E69" w:rsidRDefault="00611541" w:rsidP="00611541"/>
          <w:p w14:paraId="70A96B4E" w14:textId="77777777" w:rsidR="00611541" w:rsidRPr="002D0E69" w:rsidRDefault="00611541" w:rsidP="00611541"/>
          <w:p w14:paraId="2E8689EC" w14:textId="77777777" w:rsidR="00611541" w:rsidRPr="002D0E69" w:rsidRDefault="00611541" w:rsidP="00611541"/>
          <w:p w14:paraId="7A65DC80" w14:textId="77777777" w:rsidR="00611541" w:rsidRPr="002D0E69" w:rsidRDefault="00611541" w:rsidP="00611541">
            <w:r w:rsidRPr="002D0E69">
              <w:t xml:space="preserve">____________________ </w:t>
            </w:r>
            <w:r>
              <w:t xml:space="preserve"> А.А. </w:t>
            </w:r>
            <w:proofErr w:type="spellStart"/>
            <w:r>
              <w:t>Параничев</w:t>
            </w:r>
            <w:proofErr w:type="spellEnd"/>
          </w:p>
          <w:p w14:paraId="30C91C6D" w14:textId="77777777" w:rsidR="00611541" w:rsidRPr="002D0E69" w:rsidRDefault="00611541" w:rsidP="00611541"/>
          <w:p w14:paraId="2E545A17" w14:textId="77777777" w:rsidR="00611541" w:rsidRPr="002D0E69" w:rsidRDefault="00611541" w:rsidP="00611541">
            <w:r w:rsidRPr="002D0E69">
              <w:t>М.П.</w:t>
            </w:r>
          </w:p>
        </w:tc>
        <w:tc>
          <w:tcPr>
            <w:tcW w:w="360" w:type="dxa"/>
          </w:tcPr>
          <w:p w14:paraId="7510EBAF" w14:textId="77777777" w:rsidR="00611541" w:rsidRPr="002D0E69" w:rsidRDefault="00611541" w:rsidP="00611541"/>
        </w:tc>
        <w:tc>
          <w:tcPr>
            <w:tcW w:w="4680" w:type="dxa"/>
            <w:gridSpan w:val="2"/>
          </w:tcPr>
          <w:p w14:paraId="252E95C8" w14:textId="77777777" w:rsidR="00611541" w:rsidRPr="002D0E69" w:rsidRDefault="00611541" w:rsidP="00917C3B">
            <w:pPr>
              <w:ind w:left="561"/>
            </w:pPr>
          </w:p>
          <w:p w14:paraId="0734E137" w14:textId="77777777" w:rsidR="00611541" w:rsidRPr="002D0E69" w:rsidRDefault="00611541" w:rsidP="00917C3B">
            <w:pPr>
              <w:ind w:left="135"/>
            </w:pPr>
          </w:p>
          <w:p w14:paraId="12B0C05E" w14:textId="77777777" w:rsidR="00611541" w:rsidRDefault="00611541" w:rsidP="00917C3B">
            <w:pPr>
              <w:ind w:left="135"/>
            </w:pPr>
          </w:p>
          <w:p w14:paraId="21D09145" w14:textId="77777777" w:rsidR="00611541" w:rsidRDefault="00611541" w:rsidP="00917C3B">
            <w:pPr>
              <w:ind w:left="135"/>
            </w:pPr>
          </w:p>
          <w:p w14:paraId="5961C39B" w14:textId="77777777" w:rsidR="00611541" w:rsidRDefault="00611541" w:rsidP="00917C3B">
            <w:pPr>
              <w:ind w:left="135"/>
            </w:pPr>
          </w:p>
          <w:p w14:paraId="1699EC59" w14:textId="77777777" w:rsidR="00611541" w:rsidRPr="002D0E69" w:rsidRDefault="00611541" w:rsidP="00917C3B">
            <w:pPr>
              <w:ind w:left="135"/>
            </w:pPr>
          </w:p>
          <w:p w14:paraId="2A0CE069" w14:textId="77777777" w:rsidR="00611541" w:rsidRPr="002D0E69" w:rsidRDefault="00611541" w:rsidP="00917C3B">
            <w:pPr>
              <w:ind w:left="135"/>
            </w:pPr>
            <w:r>
              <w:t xml:space="preserve">___________________  </w:t>
            </w:r>
          </w:p>
          <w:p w14:paraId="4B09D9F6" w14:textId="77777777" w:rsidR="00611541" w:rsidRPr="002D0E69" w:rsidRDefault="00611541" w:rsidP="00917C3B">
            <w:pPr>
              <w:ind w:left="135"/>
            </w:pPr>
          </w:p>
          <w:p w14:paraId="53FB8696" w14:textId="77777777" w:rsidR="00611541" w:rsidRPr="002D0E69" w:rsidRDefault="00611541" w:rsidP="00917C3B">
            <w:pPr>
              <w:ind w:left="135"/>
            </w:pPr>
            <w:r w:rsidRPr="002D0E69">
              <w:t>М.П.</w:t>
            </w:r>
          </w:p>
        </w:tc>
      </w:tr>
    </w:tbl>
    <w:p w14:paraId="5F941324" w14:textId="77777777" w:rsidR="00F331E2" w:rsidRPr="00F600A9" w:rsidRDefault="00F331E2" w:rsidP="00F331E2">
      <w:pPr>
        <w:pStyle w:val="20"/>
        <w:spacing w:after="0" w:line="240" w:lineRule="auto"/>
        <w:ind w:left="0" w:firstLine="709"/>
        <w:jc w:val="right"/>
        <w:rPr>
          <w:rFonts w:ascii="Times New Roman" w:hAnsi="Times New Roman" w:cs="Times New Roman"/>
        </w:rPr>
      </w:pPr>
    </w:p>
    <w:p w14:paraId="4EAF2D69" w14:textId="77777777" w:rsidR="00F331E2" w:rsidRPr="00F600A9" w:rsidRDefault="00F331E2" w:rsidP="00F331E2">
      <w:pPr>
        <w:pStyle w:val="20"/>
        <w:spacing w:after="0" w:line="240" w:lineRule="auto"/>
        <w:ind w:left="0" w:firstLine="709"/>
        <w:jc w:val="right"/>
        <w:rPr>
          <w:rFonts w:ascii="Times New Roman" w:hAnsi="Times New Roman" w:cs="Times New Roman"/>
        </w:rPr>
      </w:pPr>
    </w:p>
    <w:p w14:paraId="316DED1D" w14:textId="77777777" w:rsidR="00F331E2" w:rsidRPr="00F600A9" w:rsidRDefault="00F331E2" w:rsidP="00F331E2">
      <w:pPr>
        <w:pStyle w:val="20"/>
        <w:spacing w:after="0" w:line="240" w:lineRule="auto"/>
        <w:ind w:left="0" w:firstLine="709"/>
        <w:jc w:val="right"/>
        <w:rPr>
          <w:rFonts w:ascii="Times New Roman" w:hAnsi="Times New Roman" w:cs="Times New Roman"/>
        </w:rPr>
      </w:pPr>
    </w:p>
    <w:p w14:paraId="612E2E73" w14:textId="77777777" w:rsidR="00F331E2" w:rsidRPr="00F600A9" w:rsidRDefault="00F331E2" w:rsidP="00F331E2">
      <w:pPr>
        <w:pStyle w:val="20"/>
        <w:spacing w:after="0" w:line="240" w:lineRule="auto"/>
        <w:ind w:left="0" w:firstLine="709"/>
        <w:jc w:val="right"/>
        <w:rPr>
          <w:rFonts w:ascii="Times New Roman" w:hAnsi="Times New Roman" w:cs="Times New Roman"/>
        </w:rPr>
      </w:pPr>
    </w:p>
    <w:p w14:paraId="43B8E577" w14:textId="77777777" w:rsidR="00F331E2" w:rsidRPr="00F600A9" w:rsidRDefault="00F331E2" w:rsidP="00F331E2">
      <w:pPr>
        <w:pStyle w:val="20"/>
        <w:spacing w:after="0" w:line="240" w:lineRule="auto"/>
        <w:ind w:left="0" w:firstLine="709"/>
        <w:jc w:val="right"/>
        <w:rPr>
          <w:rFonts w:ascii="Times New Roman" w:hAnsi="Times New Roman" w:cs="Times New Roman"/>
        </w:rPr>
      </w:pPr>
    </w:p>
    <w:p w14:paraId="2747F174" w14:textId="77777777" w:rsidR="00F331E2" w:rsidRPr="00F600A9" w:rsidRDefault="00F331E2" w:rsidP="00F331E2">
      <w:pPr>
        <w:pStyle w:val="20"/>
        <w:spacing w:after="0" w:line="240" w:lineRule="auto"/>
        <w:ind w:left="0" w:firstLine="709"/>
        <w:jc w:val="right"/>
        <w:rPr>
          <w:rFonts w:ascii="Times New Roman" w:hAnsi="Times New Roman" w:cs="Times New Roman"/>
        </w:rPr>
      </w:pPr>
    </w:p>
    <w:p w14:paraId="0E06C636" w14:textId="77777777" w:rsidR="00F331E2" w:rsidRPr="00F600A9" w:rsidRDefault="00F331E2" w:rsidP="00F331E2">
      <w:pPr>
        <w:pStyle w:val="20"/>
        <w:spacing w:after="0" w:line="240" w:lineRule="auto"/>
        <w:ind w:left="0" w:firstLine="709"/>
        <w:jc w:val="right"/>
        <w:rPr>
          <w:rFonts w:ascii="Times New Roman" w:hAnsi="Times New Roman" w:cs="Times New Roman"/>
        </w:rPr>
      </w:pPr>
    </w:p>
    <w:p w14:paraId="34EEBBA4" w14:textId="77777777" w:rsidR="00F331E2" w:rsidRPr="00F600A9" w:rsidRDefault="00F331E2" w:rsidP="00F331E2">
      <w:pPr>
        <w:pStyle w:val="20"/>
        <w:spacing w:after="0" w:line="240" w:lineRule="auto"/>
        <w:ind w:left="0" w:firstLine="709"/>
        <w:jc w:val="right"/>
        <w:rPr>
          <w:rFonts w:ascii="Times New Roman" w:hAnsi="Times New Roman" w:cs="Times New Roman"/>
        </w:rPr>
      </w:pPr>
    </w:p>
    <w:p w14:paraId="45A15AFE" w14:textId="77777777" w:rsidR="00F331E2" w:rsidRPr="00F600A9" w:rsidRDefault="00F331E2" w:rsidP="00F331E2">
      <w:pPr>
        <w:pStyle w:val="20"/>
        <w:spacing w:after="0" w:line="240" w:lineRule="auto"/>
        <w:ind w:left="0" w:firstLine="709"/>
        <w:jc w:val="right"/>
        <w:rPr>
          <w:rFonts w:ascii="Times New Roman" w:hAnsi="Times New Roman" w:cs="Times New Roman"/>
        </w:rPr>
      </w:pPr>
    </w:p>
    <w:p w14:paraId="1F3F8E62" w14:textId="289ECDB0" w:rsidR="003E3074" w:rsidRPr="00F600A9" w:rsidRDefault="003E3074" w:rsidP="003E3074">
      <w:pPr>
        <w:pageBreakBefore/>
        <w:ind w:left="5954"/>
      </w:pPr>
      <w:r>
        <w:lastRenderedPageBreak/>
        <w:t xml:space="preserve">          Приложение №2</w:t>
      </w:r>
    </w:p>
    <w:p w14:paraId="64461194" w14:textId="77777777" w:rsidR="003E3074" w:rsidRPr="00F600A9" w:rsidRDefault="003E3074" w:rsidP="003E3074">
      <w:pPr>
        <w:ind w:left="5954"/>
        <w:jc w:val="center"/>
      </w:pPr>
      <w:r>
        <w:t xml:space="preserve">          </w:t>
      </w:r>
      <w:r w:rsidRPr="00F600A9">
        <w:t xml:space="preserve">к Контракту №__________ </w:t>
      </w:r>
    </w:p>
    <w:p w14:paraId="6F1D3BA5" w14:textId="77777777" w:rsidR="003E3074" w:rsidRPr="00F600A9" w:rsidRDefault="003E3074" w:rsidP="003E3074">
      <w:pPr>
        <w:ind w:left="5954"/>
        <w:jc w:val="right"/>
      </w:pPr>
      <w:r w:rsidRPr="00F600A9">
        <w:t>от ___ ___________ 201</w:t>
      </w:r>
      <w:r>
        <w:t>2</w:t>
      </w:r>
      <w:r w:rsidRPr="00F600A9">
        <w:t xml:space="preserve"> г.</w:t>
      </w:r>
    </w:p>
    <w:p w14:paraId="322FD31E" w14:textId="77777777" w:rsidR="00F331E2" w:rsidRPr="00F600A9" w:rsidRDefault="00F331E2" w:rsidP="00F331E2">
      <w:pPr>
        <w:ind w:firstLine="709"/>
        <w:jc w:val="right"/>
      </w:pPr>
    </w:p>
    <w:p w14:paraId="6FC300B5" w14:textId="77777777" w:rsidR="00F331E2" w:rsidRPr="00F600A9" w:rsidRDefault="00F331E2" w:rsidP="00F331E2">
      <w:pPr>
        <w:ind w:firstLine="709"/>
        <w:jc w:val="right"/>
      </w:pPr>
    </w:p>
    <w:p w14:paraId="3F418F96" w14:textId="77777777" w:rsidR="00302A9D" w:rsidRPr="00F600A9" w:rsidRDefault="00302A9D" w:rsidP="00302A9D">
      <w:pPr>
        <w:ind w:firstLine="567"/>
        <w:jc w:val="center"/>
        <w:rPr>
          <w:b/>
          <w:color w:val="000000"/>
        </w:rPr>
      </w:pPr>
      <w:r w:rsidRPr="00F600A9">
        <w:rPr>
          <w:b/>
          <w:color w:val="000000"/>
        </w:rPr>
        <w:t>Требования,</w:t>
      </w:r>
    </w:p>
    <w:p w14:paraId="512E54AB" w14:textId="0F6EB367" w:rsidR="00302A9D" w:rsidRPr="00F600A9" w:rsidRDefault="00302A9D" w:rsidP="00302A9D">
      <w:pPr>
        <w:ind w:firstLine="567"/>
        <w:jc w:val="center"/>
        <w:rPr>
          <w:b/>
          <w:color w:val="000000"/>
        </w:rPr>
      </w:pPr>
      <w:proofErr w:type="gramStart"/>
      <w:r w:rsidRPr="00F600A9">
        <w:rPr>
          <w:b/>
          <w:color w:val="000000"/>
        </w:rPr>
        <w:t>предъявляемые</w:t>
      </w:r>
      <w:proofErr w:type="gramEnd"/>
      <w:r w:rsidRPr="00F600A9">
        <w:rPr>
          <w:b/>
          <w:color w:val="000000"/>
        </w:rPr>
        <w:t xml:space="preserve"> к учебной п</w:t>
      </w:r>
      <w:r w:rsidR="00E45135">
        <w:rPr>
          <w:b/>
          <w:color w:val="000000"/>
        </w:rPr>
        <w:t xml:space="preserve">рограмме </w:t>
      </w:r>
    </w:p>
    <w:p w14:paraId="79730287" w14:textId="77777777" w:rsidR="00302A9D" w:rsidRPr="00F600A9" w:rsidRDefault="00302A9D" w:rsidP="00302A9D">
      <w:pPr>
        <w:ind w:firstLine="709"/>
      </w:pPr>
    </w:p>
    <w:p w14:paraId="25EDCC6E" w14:textId="246AA21A" w:rsidR="00302A9D" w:rsidRPr="00652719" w:rsidRDefault="00302A9D" w:rsidP="00652719">
      <w:pPr>
        <w:pStyle w:val="3"/>
        <w:keepNext w:val="0"/>
        <w:widowControl w:val="0"/>
        <w:ind w:firstLine="567"/>
        <w:rPr>
          <w:rFonts w:ascii="Times New Roman" w:hAnsi="Times New Roman"/>
          <w:b w:val="0"/>
          <w:szCs w:val="24"/>
        </w:rPr>
      </w:pPr>
      <w:r w:rsidRPr="00652719">
        <w:rPr>
          <w:rFonts w:ascii="Times New Roman" w:hAnsi="Times New Roman"/>
          <w:b w:val="0"/>
          <w:szCs w:val="24"/>
        </w:rPr>
        <w:t xml:space="preserve">Предмет оказания услуг: обучение </w:t>
      </w:r>
      <w:r w:rsidR="00546518" w:rsidRPr="00652719">
        <w:rPr>
          <w:rFonts w:ascii="Times New Roman" w:hAnsi="Times New Roman"/>
          <w:b w:val="0"/>
          <w:szCs w:val="24"/>
        </w:rPr>
        <w:t>С</w:t>
      </w:r>
      <w:r w:rsidRPr="00652719">
        <w:rPr>
          <w:rFonts w:ascii="Times New Roman" w:hAnsi="Times New Roman"/>
          <w:b w:val="0"/>
          <w:szCs w:val="24"/>
        </w:rPr>
        <w:t>лушател</w:t>
      </w:r>
      <w:r w:rsidR="00546518" w:rsidRPr="00652719">
        <w:rPr>
          <w:rFonts w:ascii="Times New Roman" w:hAnsi="Times New Roman"/>
          <w:b w:val="0"/>
          <w:szCs w:val="24"/>
        </w:rPr>
        <w:t>ей</w:t>
      </w:r>
      <w:r w:rsidRPr="00652719">
        <w:rPr>
          <w:rFonts w:ascii="Times New Roman" w:hAnsi="Times New Roman"/>
          <w:b w:val="0"/>
          <w:szCs w:val="24"/>
        </w:rPr>
        <w:t xml:space="preserve"> </w:t>
      </w:r>
      <w:r w:rsidR="00BA4AEC" w:rsidRPr="00652719">
        <w:rPr>
          <w:rFonts w:ascii="Times New Roman" w:hAnsi="Times New Roman"/>
          <w:b w:val="0"/>
          <w:szCs w:val="24"/>
        </w:rPr>
        <w:t xml:space="preserve">на </w:t>
      </w:r>
      <w:r w:rsidR="00652719" w:rsidRPr="00652719">
        <w:rPr>
          <w:rFonts w:ascii="Times New Roman" w:hAnsi="Times New Roman"/>
          <w:b w:val="0"/>
          <w:szCs w:val="24"/>
        </w:rPr>
        <w:t>курсах подготовки кадров для малого и среднего предпринимательства</w:t>
      </w:r>
      <w:r w:rsidR="006D076A">
        <w:rPr>
          <w:rFonts w:ascii="Times New Roman" w:hAnsi="Times New Roman"/>
          <w:b w:val="0"/>
          <w:szCs w:val="24"/>
        </w:rPr>
        <w:t xml:space="preserve"> </w:t>
      </w:r>
      <w:r w:rsidR="00652719" w:rsidRPr="00652719">
        <w:rPr>
          <w:rFonts w:ascii="Times New Roman" w:hAnsi="Times New Roman"/>
          <w:b w:val="0"/>
          <w:szCs w:val="24"/>
        </w:rPr>
        <w:t xml:space="preserve">на тему «Пожарно-технический минимум для </w:t>
      </w:r>
      <w:r w:rsidR="006D076A">
        <w:rPr>
          <w:rFonts w:ascii="Times New Roman" w:hAnsi="Times New Roman"/>
          <w:b w:val="0"/>
          <w:szCs w:val="24"/>
        </w:rPr>
        <w:t xml:space="preserve">руководителей и </w:t>
      </w:r>
      <w:r w:rsidR="00652719" w:rsidRPr="00652719">
        <w:rPr>
          <w:rFonts w:ascii="Times New Roman" w:hAnsi="Times New Roman"/>
          <w:b w:val="0"/>
          <w:szCs w:val="24"/>
        </w:rPr>
        <w:t xml:space="preserve">лиц, ответственных за </w:t>
      </w:r>
      <w:r w:rsidR="006D076A">
        <w:rPr>
          <w:rFonts w:ascii="Times New Roman" w:hAnsi="Times New Roman"/>
          <w:b w:val="0"/>
          <w:szCs w:val="24"/>
        </w:rPr>
        <w:t>пожарную безопасность ор</w:t>
      </w:r>
      <w:r w:rsidR="00652719" w:rsidRPr="00652719">
        <w:rPr>
          <w:rFonts w:ascii="Times New Roman" w:hAnsi="Times New Roman"/>
          <w:b w:val="0"/>
          <w:szCs w:val="24"/>
        </w:rPr>
        <w:t>ганизаций</w:t>
      </w:r>
      <w:r w:rsidR="006D076A">
        <w:rPr>
          <w:rFonts w:ascii="Times New Roman" w:hAnsi="Times New Roman"/>
          <w:b w:val="0"/>
          <w:szCs w:val="24"/>
        </w:rPr>
        <w:t>»</w:t>
      </w:r>
      <w:r w:rsidRPr="00652719">
        <w:rPr>
          <w:rFonts w:ascii="Times New Roman" w:hAnsi="Times New Roman"/>
          <w:b w:val="0"/>
          <w:szCs w:val="24"/>
        </w:rPr>
        <w:t>.</w:t>
      </w:r>
    </w:p>
    <w:p w14:paraId="2EC85DA5" w14:textId="77777777" w:rsidR="00302A9D" w:rsidRPr="00F600A9" w:rsidRDefault="00302A9D" w:rsidP="00302A9D">
      <w:pPr>
        <w:numPr>
          <w:ilvl w:val="0"/>
          <w:numId w:val="4"/>
        </w:numPr>
        <w:tabs>
          <w:tab w:val="clear" w:pos="720"/>
          <w:tab w:val="num" w:pos="0"/>
          <w:tab w:val="left" w:pos="1134"/>
        </w:tabs>
        <w:ind w:left="0" w:firstLine="567"/>
      </w:pPr>
      <w:r w:rsidRPr="00F600A9">
        <w:t>Место (адрес) оказания услуг: на территории Исполнителя.</w:t>
      </w:r>
    </w:p>
    <w:p w14:paraId="57BD59EF" w14:textId="77777777" w:rsidR="00302A9D" w:rsidRPr="00F600A9" w:rsidRDefault="00302A9D" w:rsidP="00302A9D">
      <w:pPr>
        <w:numPr>
          <w:ilvl w:val="0"/>
          <w:numId w:val="4"/>
        </w:numPr>
        <w:tabs>
          <w:tab w:val="clear" w:pos="720"/>
          <w:tab w:val="num" w:pos="0"/>
          <w:tab w:val="left" w:pos="1134"/>
        </w:tabs>
        <w:ind w:left="0" w:firstLine="567"/>
      </w:pPr>
      <w:r w:rsidRPr="00F600A9">
        <w:t>Состав оказываемых услуг:</w:t>
      </w:r>
    </w:p>
    <w:p w14:paraId="162FFB3F" w14:textId="17ED00F8" w:rsidR="00302A9D" w:rsidRPr="00F600A9" w:rsidRDefault="00302A9D" w:rsidP="00302A9D">
      <w:pPr>
        <w:tabs>
          <w:tab w:val="left" w:pos="-5103"/>
          <w:tab w:val="left" w:pos="1134"/>
        </w:tabs>
        <w:ind w:firstLine="709"/>
      </w:pPr>
      <w:r w:rsidRPr="00F600A9">
        <w:t xml:space="preserve">Период оказания услуг: с момента заключения контракта до </w:t>
      </w:r>
      <w:r w:rsidR="00275F11">
        <w:t>30 ноя</w:t>
      </w:r>
      <w:r>
        <w:t>бря</w:t>
      </w:r>
      <w:r w:rsidR="00E45135">
        <w:t xml:space="preserve"> 2012</w:t>
      </w:r>
      <w:r w:rsidR="003E3074">
        <w:t xml:space="preserve"> года в дни, согласованные с З</w:t>
      </w:r>
      <w:r w:rsidRPr="00F600A9">
        <w:t>аказчиком.</w:t>
      </w:r>
    </w:p>
    <w:p w14:paraId="49C6560F" w14:textId="428D1F51" w:rsidR="00302A9D" w:rsidRPr="00275F11" w:rsidRDefault="003E3074" w:rsidP="00302A9D">
      <w:pPr>
        <w:tabs>
          <w:tab w:val="left" w:pos="-5103"/>
          <w:tab w:val="left" w:pos="1134"/>
        </w:tabs>
        <w:ind w:firstLine="709"/>
      </w:pPr>
      <w:r>
        <w:t>Количество С</w:t>
      </w:r>
      <w:r w:rsidR="00302A9D" w:rsidRPr="00275F11">
        <w:t xml:space="preserve">лушателей, направляемых на обучение: </w:t>
      </w:r>
      <w:r w:rsidR="00100D23">
        <w:t>не менее</w:t>
      </w:r>
      <w:r w:rsidR="00275F11" w:rsidRPr="00275F11">
        <w:t xml:space="preserve"> 86</w:t>
      </w:r>
      <w:r w:rsidR="00100D23">
        <w:t xml:space="preserve"> (________)</w:t>
      </w:r>
      <w:r w:rsidR="00302A9D" w:rsidRPr="00275F11">
        <w:t xml:space="preserve"> человек.</w:t>
      </w:r>
    </w:p>
    <w:p w14:paraId="58E063CD" w14:textId="4243C3C5" w:rsidR="00302A9D" w:rsidRDefault="00302A9D" w:rsidP="00302A9D">
      <w:pPr>
        <w:tabs>
          <w:tab w:val="left" w:pos="-5103"/>
          <w:tab w:val="left" w:pos="709"/>
        </w:tabs>
        <w:ind w:firstLine="709"/>
      </w:pPr>
      <w:r w:rsidRPr="00275F11">
        <w:t>Длительность учебной программы</w:t>
      </w:r>
      <w:r w:rsidR="00546518" w:rsidRPr="00275F11">
        <w:t>:</w:t>
      </w:r>
      <w:r w:rsidRPr="00275F11">
        <w:t xml:space="preserve"> не менее </w:t>
      </w:r>
      <w:r w:rsidR="000D691C" w:rsidRPr="00275F11">
        <w:t>14</w:t>
      </w:r>
      <w:r w:rsidRPr="00275F11">
        <w:t xml:space="preserve"> (</w:t>
      </w:r>
      <w:r w:rsidR="000D691C" w:rsidRPr="00275F11">
        <w:t>четырнадцати</w:t>
      </w:r>
      <w:r w:rsidRPr="00275F11">
        <w:t>) академических часов.</w:t>
      </w:r>
    </w:p>
    <w:p w14:paraId="3FA9477D" w14:textId="5C2863FF" w:rsidR="003E3074" w:rsidRPr="00275F11" w:rsidRDefault="003E3074" w:rsidP="00302A9D">
      <w:pPr>
        <w:tabs>
          <w:tab w:val="left" w:pos="-5103"/>
          <w:tab w:val="left" w:pos="709"/>
        </w:tabs>
        <w:ind w:firstLine="709"/>
      </w:pPr>
      <w:r>
        <w:t>Форма обучения: очная.</w:t>
      </w:r>
    </w:p>
    <w:p w14:paraId="33618DF5" w14:textId="77777777" w:rsidR="00302A9D" w:rsidRPr="00F600A9" w:rsidRDefault="00302A9D" w:rsidP="00302A9D">
      <w:pPr>
        <w:numPr>
          <w:ilvl w:val="0"/>
          <w:numId w:val="4"/>
        </w:numPr>
        <w:tabs>
          <w:tab w:val="clear" w:pos="720"/>
          <w:tab w:val="num" w:pos="-5103"/>
          <w:tab w:val="left" w:pos="1134"/>
        </w:tabs>
        <w:ind w:left="0" w:firstLine="709"/>
      </w:pPr>
      <w:r w:rsidRPr="00F600A9">
        <w:t>Исполнитель должен:</w:t>
      </w:r>
    </w:p>
    <w:p w14:paraId="408FCBB7" w14:textId="7FDFC46E" w:rsidR="00302A9D" w:rsidRPr="00F600A9" w:rsidRDefault="00F62D25" w:rsidP="00302A9D">
      <w:pPr>
        <w:numPr>
          <w:ilvl w:val="0"/>
          <w:numId w:val="1"/>
        </w:numPr>
        <w:tabs>
          <w:tab w:val="clear" w:pos="1429"/>
          <w:tab w:val="left" w:pos="-4962"/>
          <w:tab w:val="left" w:pos="993"/>
          <w:tab w:val="num" w:pos="1701"/>
        </w:tabs>
        <w:ind w:left="0" w:firstLine="709"/>
      </w:pPr>
      <w:r>
        <w:t>п</w:t>
      </w:r>
      <w:r w:rsidR="00302A9D" w:rsidRPr="00F600A9">
        <w:t>р</w:t>
      </w:r>
      <w:r w:rsidR="005C2F17">
        <w:t xml:space="preserve">оводить обучение в </w:t>
      </w:r>
      <w:r>
        <w:t xml:space="preserve">оборудованных учебных </w:t>
      </w:r>
      <w:r w:rsidR="00302A9D" w:rsidRPr="00F600A9">
        <w:t>аудитори</w:t>
      </w:r>
      <w:r>
        <w:t>ях</w:t>
      </w:r>
      <w:r w:rsidR="005C2F17">
        <w:t xml:space="preserve">, с использованием </w:t>
      </w:r>
      <w:r w:rsidR="005C2F17" w:rsidRPr="00F600A9">
        <w:t>учебно-методических материалов, изучение которых предусмотрено программой обучения;</w:t>
      </w:r>
    </w:p>
    <w:p w14:paraId="678711E8" w14:textId="27D0C6FE" w:rsidR="00302A9D" w:rsidRPr="00F600A9" w:rsidRDefault="003E3074" w:rsidP="00302A9D">
      <w:pPr>
        <w:numPr>
          <w:ilvl w:val="0"/>
          <w:numId w:val="1"/>
        </w:numPr>
        <w:tabs>
          <w:tab w:val="clear" w:pos="1429"/>
          <w:tab w:val="left" w:pos="-4962"/>
          <w:tab w:val="left" w:pos="993"/>
          <w:tab w:val="num" w:pos="1701"/>
        </w:tabs>
        <w:ind w:left="0" w:firstLine="709"/>
      </w:pPr>
      <w:r>
        <w:t>представить З</w:t>
      </w:r>
      <w:r w:rsidR="00302A9D" w:rsidRPr="00F600A9">
        <w:t>аказчику учебную программу</w:t>
      </w:r>
      <w:r w:rsidR="00546518">
        <w:t>;</w:t>
      </w:r>
      <w:r w:rsidR="00302A9D" w:rsidRPr="00F600A9">
        <w:t xml:space="preserve"> </w:t>
      </w:r>
    </w:p>
    <w:p w14:paraId="43C6D6BC" w14:textId="77777777" w:rsidR="00302A9D" w:rsidRPr="00F600A9" w:rsidRDefault="00302A9D" w:rsidP="00302A9D">
      <w:pPr>
        <w:numPr>
          <w:ilvl w:val="0"/>
          <w:numId w:val="1"/>
        </w:numPr>
        <w:tabs>
          <w:tab w:val="clear" w:pos="1429"/>
          <w:tab w:val="left" w:pos="-4962"/>
          <w:tab w:val="left" w:pos="993"/>
          <w:tab w:val="num" w:pos="1701"/>
        </w:tabs>
        <w:ind w:left="0" w:firstLine="709"/>
      </w:pPr>
      <w:r w:rsidRPr="00F600A9">
        <w:t>подготовить и осуществить тиражирование раздаточного учебно-методического материала;</w:t>
      </w:r>
    </w:p>
    <w:p w14:paraId="3E28C1E3" w14:textId="0DEDB0F8" w:rsidR="00302A9D" w:rsidRPr="00F600A9" w:rsidRDefault="00302A9D" w:rsidP="00302A9D">
      <w:pPr>
        <w:numPr>
          <w:ilvl w:val="0"/>
          <w:numId w:val="1"/>
        </w:numPr>
        <w:tabs>
          <w:tab w:val="clear" w:pos="1429"/>
          <w:tab w:val="left" w:pos="-4962"/>
          <w:tab w:val="left" w:pos="993"/>
          <w:tab w:val="num" w:pos="1701"/>
        </w:tabs>
        <w:ind w:left="0" w:firstLine="709"/>
      </w:pPr>
      <w:r w:rsidRPr="00F600A9">
        <w:t>организовать современный уровень ведения учебного процесса, широкого применения современных методических и информационных учебных технологий, обеспечить Слушател</w:t>
      </w:r>
      <w:r w:rsidR="00546518">
        <w:t>ей</w:t>
      </w:r>
      <w:r w:rsidRPr="00F600A9">
        <w:t xml:space="preserve"> учебными пособиями и необходимым комплектом учебно-методических материалов по каждому разделу учебно-методического плана программы обучения;</w:t>
      </w:r>
    </w:p>
    <w:p w14:paraId="3CA30844" w14:textId="77777777" w:rsidR="00302A9D" w:rsidRPr="00F600A9" w:rsidRDefault="00302A9D" w:rsidP="00302A9D">
      <w:pPr>
        <w:numPr>
          <w:ilvl w:val="0"/>
          <w:numId w:val="1"/>
        </w:numPr>
        <w:tabs>
          <w:tab w:val="clear" w:pos="1429"/>
          <w:tab w:val="left" w:pos="-4962"/>
          <w:tab w:val="left" w:pos="993"/>
          <w:tab w:val="num" w:pos="1701"/>
        </w:tabs>
        <w:ind w:left="0" w:firstLine="709"/>
      </w:pPr>
      <w:r w:rsidRPr="00F600A9">
        <w:t>обеспечить возможность получения консультаций по нормативной правовой базе соответствующих специалистов в рамках программы обучения.</w:t>
      </w:r>
    </w:p>
    <w:p w14:paraId="4BE7DB3B" w14:textId="66EBE233" w:rsidR="00302A9D" w:rsidRPr="00E45135" w:rsidRDefault="00302A9D" w:rsidP="00652719">
      <w:pPr>
        <w:numPr>
          <w:ilvl w:val="0"/>
          <w:numId w:val="4"/>
        </w:numPr>
        <w:tabs>
          <w:tab w:val="clear" w:pos="720"/>
          <w:tab w:val="num" w:pos="0"/>
          <w:tab w:val="left" w:pos="1134"/>
        </w:tabs>
        <w:spacing w:before="120"/>
        <w:ind w:left="0" w:right="-83" w:firstLine="709"/>
        <w:outlineLvl w:val="0"/>
        <w:rPr>
          <w:color w:val="FF0000"/>
        </w:rPr>
      </w:pPr>
      <w:r>
        <w:t>Полученные знания должны быть подтверждены</w:t>
      </w:r>
      <w:r w:rsidRPr="00F600A9">
        <w:t xml:space="preserve"> </w:t>
      </w:r>
      <w:r w:rsidR="00652719">
        <w:t xml:space="preserve">удостоверением о прохождении </w:t>
      </w:r>
      <w:r w:rsidR="00652719" w:rsidRPr="00652719">
        <w:t>пожарно-технического минимума</w:t>
      </w:r>
      <w:r w:rsidRPr="00E45135">
        <w:rPr>
          <w:color w:val="FF0000"/>
        </w:rPr>
        <w:t>.</w:t>
      </w:r>
    </w:p>
    <w:p w14:paraId="18D24ED0" w14:textId="77777777" w:rsidR="00302A9D" w:rsidRPr="00F600A9" w:rsidRDefault="00302A9D" w:rsidP="00302A9D">
      <w:pPr>
        <w:jc w:val="center"/>
        <w:rPr>
          <w:b/>
        </w:rPr>
      </w:pPr>
      <w:bookmarkStart w:id="1" w:name="_Раздел_I.4._ОБРАЗЦЫ_ФОРМ_И_ДОКУМЕНТ"/>
      <w:bookmarkStart w:id="2" w:name="_Раздел_I.4._ОБРАЗЦЫ_ФОРМ_И_ДОКУМЕНТ_1"/>
      <w:bookmarkEnd w:id="1"/>
      <w:bookmarkEnd w:id="2"/>
    </w:p>
    <w:p w14:paraId="6F45B2EC" w14:textId="74CB02E6" w:rsidR="003E3074" w:rsidRPr="00F600A9" w:rsidRDefault="003E3074" w:rsidP="003E3074">
      <w:pPr>
        <w:pageBreakBefore/>
        <w:ind w:left="5954"/>
      </w:pPr>
      <w:r>
        <w:lastRenderedPageBreak/>
        <w:t xml:space="preserve">          </w:t>
      </w:r>
      <w:r w:rsidRPr="00F600A9">
        <w:t>Приложение №</w:t>
      </w:r>
      <w:r>
        <w:t>3</w:t>
      </w:r>
    </w:p>
    <w:p w14:paraId="5FEE0DB4" w14:textId="77777777" w:rsidR="003E3074" w:rsidRPr="00F600A9" w:rsidRDefault="003E3074" w:rsidP="003E3074">
      <w:pPr>
        <w:ind w:left="5954"/>
        <w:jc w:val="center"/>
      </w:pPr>
      <w:r>
        <w:t xml:space="preserve">          </w:t>
      </w:r>
      <w:r w:rsidRPr="00F600A9">
        <w:t xml:space="preserve">к Контракту №__________ </w:t>
      </w:r>
    </w:p>
    <w:p w14:paraId="4A90A9E7" w14:textId="77777777" w:rsidR="003E3074" w:rsidRPr="00F600A9" w:rsidRDefault="003E3074" w:rsidP="003E3074">
      <w:pPr>
        <w:ind w:left="5954"/>
        <w:jc w:val="right"/>
      </w:pPr>
      <w:r w:rsidRPr="00F600A9">
        <w:t>от ___ ___________ 201</w:t>
      </w:r>
      <w:r>
        <w:t>2</w:t>
      </w:r>
      <w:r w:rsidRPr="00F600A9">
        <w:t xml:space="preserve"> г.</w:t>
      </w:r>
    </w:p>
    <w:p w14:paraId="2DADE048" w14:textId="77777777" w:rsidR="00F331E2" w:rsidRPr="00F600A9" w:rsidRDefault="00F331E2" w:rsidP="00F331E2">
      <w:pPr>
        <w:pStyle w:val="20"/>
        <w:spacing w:after="0" w:line="240" w:lineRule="auto"/>
        <w:ind w:left="0" w:firstLine="709"/>
        <w:rPr>
          <w:rFonts w:ascii="Times New Roman" w:hAnsi="Times New Roman" w:cs="Times New Roman"/>
        </w:rPr>
      </w:pPr>
    </w:p>
    <w:p w14:paraId="0281F6E3" w14:textId="77777777" w:rsidR="00F331E2" w:rsidRPr="00F600A9" w:rsidRDefault="00F331E2" w:rsidP="00F331E2">
      <w:pPr>
        <w:pStyle w:val="2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</w:rPr>
      </w:pPr>
    </w:p>
    <w:p w14:paraId="4EE915F1" w14:textId="77777777" w:rsidR="00F331E2" w:rsidRPr="00F600A9" w:rsidRDefault="00F331E2" w:rsidP="00F331E2">
      <w:pPr>
        <w:pStyle w:val="2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</w:rPr>
      </w:pPr>
      <w:r w:rsidRPr="00F600A9">
        <w:rPr>
          <w:rFonts w:ascii="Times New Roman" w:hAnsi="Times New Roman" w:cs="Times New Roman"/>
          <w:b/>
        </w:rPr>
        <w:t>Протокол согласования сроков оказания Услуг</w:t>
      </w:r>
    </w:p>
    <w:p w14:paraId="5EFB9039" w14:textId="77777777" w:rsidR="00F331E2" w:rsidRPr="00F600A9" w:rsidRDefault="00F331E2" w:rsidP="00F331E2">
      <w:pPr>
        <w:pStyle w:val="2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</w:rPr>
      </w:pPr>
    </w:p>
    <w:tbl>
      <w:tblPr>
        <w:tblW w:w="9888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3603"/>
        <w:gridCol w:w="1621"/>
        <w:gridCol w:w="1384"/>
        <w:gridCol w:w="1419"/>
        <w:gridCol w:w="1261"/>
      </w:tblGrid>
      <w:tr w:rsidR="00F331E2" w:rsidRPr="00F600A9" w14:paraId="7642C5A6" w14:textId="77777777" w:rsidTr="008D5A71">
        <w:trPr>
          <w:trHeight w:val="27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8CB19" w14:textId="77777777" w:rsidR="00F331E2" w:rsidRPr="00F600A9" w:rsidRDefault="00F331E2" w:rsidP="00575F93">
            <w:pPr>
              <w:ind w:firstLine="709"/>
              <w:jc w:val="center"/>
              <w:rPr>
                <w:b/>
              </w:rPr>
            </w:pPr>
            <w:r w:rsidRPr="00F600A9">
              <w:rPr>
                <w:b/>
              </w:rPr>
              <w:t>№</w:t>
            </w:r>
          </w:p>
          <w:p w14:paraId="5EF4699A" w14:textId="77777777" w:rsidR="00F331E2" w:rsidRPr="00F600A9" w:rsidRDefault="00F331E2" w:rsidP="00575F93">
            <w:pPr>
              <w:ind w:firstLine="709"/>
              <w:jc w:val="center"/>
              <w:rPr>
                <w:b/>
              </w:rPr>
            </w:pPr>
            <w:r w:rsidRPr="00F600A9">
              <w:rPr>
                <w:b/>
              </w:rPr>
              <w:t>П№ п/п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42BF5" w14:textId="77777777" w:rsidR="00F331E2" w:rsidRPr="00F600A9" w:rsidRDefault="00F331E2" w:rsidP="00575F93">
            <w:pPr>
              <w:ind w:firstLine="709"/>
              <w:jc w:val="center"/>
              <w:rPr>
                <w:b/>
              </w:rPr>
            </w:pPr>
            <w:r w:rsidRPr="00F600A9">
              <w:rPr>
                <w:b/>
              </w:rPr>
              <w:t>Наименование услуг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74F3D" w14:textId="77777777" w:rsidR="00F331E2" w:rsidRPr="00F600A9" w:rsidRDefault="00F331E2" w:rsidP="00575F93">
            <w:pPr>
              <w:jc w:val="center"/>
              <w:rPr>
                <w:b/>
                <w:bCs/>
                <w:iCs/>
              </w:rPr>
            </w:pPr>
            <w:r w:rsidRPr="00F600A9">
              <w:rPr>
                <w:b/>
                <w:bCs/>
                <w:iCs/>
              </w:rPr>
              <w:t xml:space="preserve">Ед. измерения, </w:t>
            </w:r>
            <w:proofErr w:type="spellStart"/>
            <w:r w:rsidRPr="00F600A9">
              <w:rPr>
                <w:b/>
                <w:bCs/>
                <w:iCs/>
              </w:rPr>
              <w:t>академ</w:t>
            </w:r>
            <w:proofErr w:type="spellEnd"/>
            <w:r w:rsidRPr="00F600A9">
              <w:rPr>
                <w:b/>
                <w:bCs/>
                <w:iCs/>
              </w:rPr>
              <w:t>. часов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7ACF5" w14:textId="77777777" w:rsidR="00F331E2" w:rsidRPr="00F600A9" w:rsidRDefault="00F331E2" w:rsidP="00575F93">
            <w:pPr>
              <w:jc w:val="center"/>
              <w:rPr>
                <w:b/>
                <w:bCs/>
                <w:iCs/>
              </w:rPr>
            </w:pPr>
            <w:r w:rsidRPr="00F600A9">
              <w:rPr>
                <w:b/>
                <w:bCs/>
                <w:iCs/>
              </w:rPr>
              <w:t>Дата начала курса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2E5A8" w14:textId="77777777" w:rsidR="00F331E2" w:rsidRPr="00F600A9" w:rsidRDefault="00F331E2" w:rsidP="00575F93">
            <w:pPr>
              <w:jc w:val="center"/>
              <w:rPr>
                <w:b/>
                <w:bCs/>
                <w:iCs/>
              </w:rPr>
            </w:pPr>
            <w:r w:rsidRPr="00F600A9">
              <w:rPr>
                <w:b/>
                <w:bCs/>
                <w:iCs/>
              </w:rPr>
              <w:t>Дата окончания курса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12FC8" w14:textId="77777777" w:rsidR="00F331E2" w:rsidRPr="00F600A9" w:rsidRDefault="00F331E2" w:rsidP="00575F93">
            <w:pPr>
              <w:jc w:val="center"/>
              <w:rPr>
                <w:b/>
                <w:bCs/>
                <w:iCs/>
              </w:rPr>
            </w:pPr>
            <w:r w:rsidRPr="00F600A9">
              <w:rPr>
                <w:b/>
                <w:bCs/>
                <w:iCs/>
              </w:rPr>
              <w:t>Кол-во слушателей</w:t>
            </w:r>
          </w:p>
        </w:tc>
      </w:tr>
      <w:tr w:rsidR="00F331E2" w:rsidRPr="00F600A9" w14:paraId="7AC037C7" w14:textId="77777777" w:rsidTr="008D5A71">
        <w:trPr>
          <w:trHeight w:val="101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561C5" w14:textId="77777777" w:rsidR="00F331E2" w:rsidRPr="00F600A9" w:rsidRDefault="00F331E2" w:rsidP="00575F93">
            <w:pPr>
              <w:pStyle w:val="20"/>
              <w:spacing w:after="0" w:line="240" w:lineRule="auto"/>
              <w:rPr>
                <w:rFonts w:ascii="Times New Roman" w:hAnsi="Times New Roman" w:cs="Times New Roman"/>
              </w:rPr>
            </w:pPr>
            <w:r w:rsidRPr="00F600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A4B522" w14:textId="668C147E" w:rsidR="00F331E2" w:rsidRPr="00F600A9" w:rsidRDefault="003C7302" w:rsidP="008D5A71">
            <w:r w:rsidRPr="003C7302">
              <w:t xml:space="preserve">Курсы на тему «Пожарно-технический минимум для </w:t>
            </w:r>
            <w:r w:rsidR="008D5A71">
              <w:t xml:space="preserve">руководителей и </w:t>
            </w:r>
            <w:r w:rsidRPr="003C7302">
              <w:t xml:space="preserve">лиц, ответственных за </w:t>
            </w:r>
            <w:r w:rsidR="008D5A71">
              <w:t>пожарную безопасность</w:t>
            </w:r>
            <w:r w:rsidRPr="003C7302">
              <w:t xml:space="preserve"> организаций»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A8DB" w14:textId="11AE0C1A" w:rsidR="00F331E2" w:rsidRPr="000E66E4" w:rsidRDefault="008D5A71" w:rsidP="000E66E4">
            <w:pPr>
              <w:ind w:firstLine="629"/>
              <w:rPr>
                <w:color w:val="000000"/>
              </w:rPr>
            </w:pPr>
            <w:r w:rsidRPr="000E66E4">
              <w:t>14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8251" w14:textId="02295FBB" w:rsidR="00F331E2" w:rsidRPr="00E45135" w:rsidRDefault="00F331E2" w:rsidP="00575F93">
            <w:pPr>
              <w:pStyle w:val="20"/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566F" w14:textId="084A32F9" w:rsidR="00F331E2" w:rsidRPr="00E45135" w:rsidRDefault="00F331E2" w:rsidP="00575F93">
            <w:pPr>
              <w:pStyle w:val="20"/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47C794" w14:textId="3F3FCFCB" w:rsidR="00F331E2" w:rsidRPr="00F600A9" w:rsidRDefault="00F331E2" w:rsidP="003C7302">
            <w:pPr>
              <w:pStyle w:val="20"/>
              <w:tabs>
                <w:tab w:val="center" w:pos="66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134E6C7" w14:textId="77777777" w:rsidR="00F331E2" w:rsidRPr="00F600A9" w:rsidRDefault="00F331E2" w:rsidP="00F331E2">
      <w:pPr>
        <w:pStyle w:val="2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</w:rPr>
      </w:pPr>
    </w:p>
    <w:p w14:paraId="1586636C" w14:textId="77777777" w:rsidR="00F331E2" w:rsidRPr="00F600A9" w:rsidRDefault="00F331E2" w:rsidP="00F331E2">
      <w:pPr>
        <w:pStyle w:val="2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608"/>
        <w:gridCol w:w="360"/>
        <w:gridCol w:w="180"/>
        <w:gridCol w:w="4500"/>
        <w:gridCol w:w="383"/>
      </w:tblGrid>
      <w:tr w:rsidR="00F331E2" w:rsidRPr="00F600A9" w14:paraId="7DBCFEC5" w14:textId="77777777" w:rsidTr="00575F93">
        <w:tc>
          <w:tcPr>
            <w:tcW w:w="5148" w:type="dxa"/>
            <w:gridSpan w:val="3"/>
          </w:tcPr>
          <w:p w14:paraId="5FA0D4C3" w14:textId="77777777" w:rsidR="00F331E2" w:rsidRPr="00F600A9" w:rsidRDefault="00F331E2" w:rsidP="00575F93">
            <w:pPr>
              <w:suppressLineNumbers/>
              <w:tabs>
                <w:tab w:val="left" w:pos="-2835"/>
              </w:tabs>
              <w:suppressAutoHyphens/>
              <w:ind w:firstLine="709"/>
              <w:jc w:val="center"/>
              <w:rPr>
                <w:b/>
              </w:rPr>
            </w:pPr>
            <w:r w:rsidRPr="00F600A9">
              <w:rPr>
                <w:b/>
              </w:rPr>
              <w:t>От Заказчика:</w:t>
            </w:r>
          </w:p>
          <w:p w14:paraId="380F3553" w14:textId="77777777" w:rsidR="00F331E2" w:rsidRPr="00F600A9" w:rsidRDefault="00F331E2" w:rsidP="00575F93">
            <w:pPr>
              <w:suppressLineNumbers/>
              <w:tabs>
                <w:tab w:val="left" w:pos="-2835"/>
              </w:tabs>
              <w:suppressAutoHyphens/>
              <w:ind w:firstLine="709"/>
              <w:jc w:val="center"/>
              <w:rPr>
                <w:b/>
              </w:rPr>
            </w:pPr>
          </w:p>
        </w:tc>
        <w:tc>
          <w:tcPr>
            <w:tcW w:w="4883" w:type="dxa"/>
            <w:gridSpan w:val="2"/>
            <w:hideMark/>
          </w:tcPr>
          <w:p w14:paraId="3A7D8DFD" w14:textId="77777777" w:rsidR="00F331E2" w:rsidRPr="00F600A9" w:rsidRDefault="00F331E2" w:rsidP="00575F93">
            <w:pPr>
              <w:suppressLineNumbers/>
              <w:tabs>
                <w:tab w:val="left" w:pos="-2835"/>
              </w:tabs>
              <w:suppressAutoHyphens/>
              <w:ind w:firstLine="709"/>
              <w:jc w:val="center"/>
              <w:rPr>
                <w:b/>
              </w:rPr>
            </w:pPr>
            <w:r w:rsidRPr="00F600A9">
              <w:rPr>
                <w:b/>
              </w:rPr>
              <w:t>От Исполнителя:</w:t>
            </w:r>
          </w:p>
        </w:tc>
      </w:tr>
      <w:tr w:rsidR="00611541" w:rsidRPr="002D0E69" w14:paraId="2C6D2D3F" w14:textId="77777777" w:rsidTr="00611541">
        <w:tblPrEx>
          <w:tblLook w:val="01E0" w:firstRow="1" w:lastRow="1" w:firstColumn="1" w:lastColumn="1" w:noHBand="0" w:noVBand="0"/>
        </w:tblPrEx>
        <w:trPr>
          <w:gridAfter w:val="1"/>
          <w:wAfter w:w="383" w:type="dxa"/>
        </w:trPr>
        <w:tc>
          <w:tcPr>
            <w:tcW w:w="4608" w:type="dxa"/>
          </w:tcPr>
          <w:p w14:paraId="328FB809" w14:textId="77777777" w:rsidR="00611541" w:rsidRPr="002D0E69" w:rsidRDefault="00611541" w:rsidP="00611541"/>
        </w:tc>
        <w:tc>
          <w:tcPr>
            <w:tcW w:w="360" w:type="dxa"/>
          </w:tcPr>
          <w:p w14:paraId="4E93FF32" w14:textId="77777777" w:rsidR="00611541" w:rsidRPr="002D0E69" w:rsidRDefault="00611541" w:rsidP="00611541"/>
        </w:tc>
        <w:tc>
          <w:tcPr>
            <w:tcW w:w="4680" w:type="dxa"/>
            <w:gridSpan w:val="2"/>
          </w:tcPr>
          <w:p w14:paraId="1EB1F769" w14:textId="77777777" w:rsidR="00611541" w:rsidRPr="002D0E69" w:rsidRDefault="00611541" w:rsidP="00611541"/>
        </w:tc>
      </w:tr>
      <w:tr w:rsidR="00611541" w:rsidRPr="002D0E69" w14:paraId="1A3DB2BC" w14:textId="77777777" w:rsidTr="00611541">
        <w:tblPrEx>
          <w:tblLook w:val="01E0" w:firstRow="1" w:lastRow="1" w:firstColumn="1" w:lastColumn="1" w:noHBand="0" w:noVBand="0"/>
        </w:tblPrEx>
        <w:trPr>
          <w:gridAfter w:val="1"/>
          <w:wAfter w:w="383" w:type="dxa"/>
        </w:trPr>
        <w:tc>
          <w:tcPr>
            <w:tcW w:w="4608" w:type="dxa"/>
          </w:tcPr>
          <w:p w14:paraId="736D82E8" w14:textId="77777777" w:rsidR="00611541" w:rsidRDefault="00611541" w:rsidP="00611541">
            <w:r>
              <w:t>Заместитель главы Администрации города Иванова, руководитель аппарата Администрации города Иванова</w:t>
            </w:r>
          </w:p>
          <w:p w14:paraId="4B43E0E3" w14:textId="77777777" w:rsidR="00611541" w:rsidRPr="002D0E69" w:rsidRDefault="00611541" w:rsidP="00611541"/>
          <w:p w14:paraId="06173FCE" w14:textId="77777777" w:rsidR="00611541" w:rsidRPr="002D0E69" w:rsidRDefault="00611541" w:rsidP="00611541"/>
          <w:p w14:paraId="44F7856C" w14:textId="77777777" w:rsidR="00611541" w:rsidRDefault="00611541" w:rsidP="00611541"/>
          <w:p w14:paraId="056F89EB" w14:textId="77777777" w:rsidR="000E4B66" w:rsidRDefault="000E4B66" w:rsidP="00611541"/>
          <w:p w14:paraId="230AB77E" w14:textId="77777777" w:rsidR="000E4B66" w:rsidRDefault="000E4B66" w:rsidP="00611541"/>
          <w:p w14:paraId="1D01041A" w14:textId="77777777" w:rsidR="000E4B66" w:rsidRPr="002D0E69" w:rsidRDefault="000E4B66" w:rsidP="00611541"/>
          <w:p w14:paraId="66C653ED" w14:textId="77777777" w:rsidR="00611541" w:rsidRPr="002D0E69" w:rsidRDefault="00611541" w:rsidP="00611541">
            <w:r w:rsidRPr="002D0E69">
              <w:t xml:space="preserve">____________________ </w:t>
            </w:r>
            <w:r>
              <w:t xml:space="preserve"> А.А. </w:t>
            </w:r>
            <w:proofErr w:type="spellStart"/>
            <w:r>
              <w:t>Параничев</w:t>
            </w:r>
            <w:proofErr w:type="spellEnd"/>
          </w:p>
          <w:p w14:paraId="618EA72D" w14:textId="77777777" w:rsidR="00611541" w:rsidRPr="002D0E69" w:rsidRDefault="00611541" w:rsidP="00611541"/>
          <w:p w14:paraId="38B061C2" w14:textId="77777777" w:rsidR="00611541" w:rsidRPr="002D0E69" w:rsidRDefault="00611541" w:rsidP="00611541">
            <w:r w:rsidRPr="002D0E69">
              <w:t>М.П.</w:t>
            </w:r>
          </w:p>
        </w:tc>
        <w:tc>
          <w:tcPr>
            <w:tcW w:w="360" w:type="dxa"/>
          </w:tcPr>
          <w:p w14:paraId="61A32558" w14:textId="77777777" w:rsidR="00611541" w:rsidRPr="002D0E69" w:rsidRDefault="00611541" w:rsidP="00611541"/>
        </w:tc>
        <w:tc>
          <w:tcPr>
            <w:tcW w:w="4680" w:type="dxa"/>
            <w:gridSpan w:val="2"/>
          </w:tcPr>
          <w:p w14:paraId="084BDE45" w14:textId="77777777" w:rsidR="00611541" w:rsidRPr="00E45135" w:rsidRDefault="00611541" w:rsidP="00611541">
            <w:pPr>
              <w:rPr>
                <w:color w:val="FF0000"/>
              </w:rPr>
            </w:pPr>
          </w:p>
          <w:p w14:paraId="619AB76F" w14:textId="77777777" w:rsidR="00611541" w:rsidRDefault="00611541" w:rsidP="00611541">
            <w:pPr>
              <w:rPr>
                <w:color w:val="FF0000"/>
              </w:rPr>
            </w:pPr>
          </w:p>
          <w:p w14:paraId="0135F85D" w14:textId="77777777" w:rsidR="000E66E4" w:rsidRDefault="000E66E4" w:rsidP="00611541">
            <w:pPr>
              <w:rPr>
                <w:color w:val="FF0000"/>
              </w:rPr>
            </w:pPr>
          </w:p>
          <w:p w14:paraId="0E85A66F" w14:textId="77777777" w:rsidR="000E66E4" w:rsidRDefault="000E66E4" w:rsidP="00611541">
            <w:pPr>
              <w:rPr>
                <w:color w:val="FF0000"/>
              </w:rPr>
            </w:pPr>
          </w:p>
          <w:p w14:paraId="384EAEF7" w14:textId="77777777" w:rsidR="000E66E4" w:rsidRDefault="000E66E4" w:rsidP="00611541">
            <w:pPr>
              <w:rPr>
                <w:color w:val="FF0000"/>
              </w:rPr>
            </w:pPr>
          </w:p>
          <w:p w14:paraId="3D9B1960" w14:textId="77777777" w:rsidR="000E66E4" w:rsidRPr="00E45135" w:rsidRDefault="000E66E4" w:rsidP="00611541">
            <w:pPr>
              <w:rPr>
                <w:color w:val="FF0000"/>
              </w:rPr>
            </w:pPr>
          </w:p>
          <w:p w14:paraId="077C0A46" w14:textId="77777777" w:rsidR="00611541" w:rsidRPr="00E45135" w:rsidRDefault="00611541" w:rsidP="00611541">
            <w:pPr>
              <w:rPr>
                <w:color w:val="FF0000"/>
              </w:rPr>
            </w:pPr>
          </w:p>
          <w:p w14:paraId="3CA2D6F4" w14:textId="77777777" w:rsidR="00611541" w:rsidRPr="00E45135" w:rsidRDefault="00611541" w:rsidP="00611541">
            <w:pPr>
              <w:rPr>
                <w:color w:val="FF0000"/>
              </w:rPr>
            </w:pPr>
          </w:p>
          <w:p w14:paraId="4E1D18F8" w14:textId="77777777" w:rsidR="00611541" w:rsidRPr="00E45135" w:rsidRDefault="00611541" w:rsidP="00611541">
            <w:pPr>
              <w:rPr>
                <w:color w:val="FF0000"/>
              </w:rPr>
            </w:pPr>
          </w:p>
          <w:p w14:paraId="4D53C320" w14:textId="7FE7F885" w:rsidR="00611541" w:rsidRPr="000E66E4" w:rsidRDefault="00611541" w:rsidP="00611541">
            <w:r w:rsidRPr="000E66E4">
              <w:t xml:space="preserve">___________________  </w:t>
            </w:r>
          </w:p>
          <w:p w14:paraId="21718515" w14:textId="77777777" w:rsidR="00611541" w:rsidRPr="000E66E4" w:rsidRDefault="00611541" w:rsidP="00611541"/>
          <w:p w14:paraId="1B0B4408" w14:textId="77777777" w:rsidR="00611541" w:rsidRPr="00E45135" w:rsidRDefault="00611541" w:rsidP="00611541">
            <w:pPr>
              <w:rPr>
                <w:color w:val="FF0000"/>
              </w:rPr>
            </w:pPr>
            <w:r w:rsidRPr="000E66E4">
              <w:t>М.П.</w:t>
            </w:r>
          </w:p>
        </w:tc>
      </w:tr>
    </w:tbl>
    <w:p w14:paraId="0F7BBB25" w14:textId="77777777" w:rsidR="004325B9" w:rsidRDefault="004325B9"/>
    <w:sectPr w:rsidR="004325B9" w:rsidSect="004325B9">
      <w:footnotePr>
        <w:numFmt w:val="chicago"/>
        <w:numRestart w:val="eachPage"/>
      </w:footnotePr>
      <w:pgSz w:w="11906" w:h="16838"/>
      <w:pgMar w:top="1134" w:right="851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691E21" w14:textId="77777777" w:rsidR="00815EBE" w:rsidRDefault="00815EBE" w:rsidP="00815EBE">
      <w:r>
        <w:separator/>
      </w:r>
    </w:p>
  </w:endnote>
  <w:endnote w:type="continuationSeparator" w:id="0">
    <w:p w14:paraId="33102877" w14:textId="77777777" w:rsidR="00815EBE" w:rsidRDefault="00815EBE" w:rsidP="00815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E1D511" w14:textId="77777777" w:rsidR="00815EBE" w:rsidRDefault="00815EBE" w:rsidP="00815EBE">
      <w:r>
        <w:separator/>
      </w:r>
    </w:p>
  </w:footnote>
  <w:footnote w:type="continuationSeparator" w:id="0">
    <w:p w14:paraId="4B4ED467" w14:textId="77777777" w:rsidR="00815EBE" w:rsidRDefault="00815EBE" w:rsidP="00815EBE">
      <w:r>
        <w:continuationSeparator/>
      </w:r>
    </w:p>
  </w:footnote>
  <w:footnote w:id="1">
    <w:p w14:paraId="185CC041" w14:textId="49E7E326" w:rsidR="00815EBE" w:rsidRDefault="00815EBE">
      <w:pPr>
        <w:pStyle w:val="ae"/>
      </w:pPr>
      <w:r>
        <w:rPr>
          <w:rStyle w:val="af0"/>
        </w:rPr>
        <w:footnoteRef/>
      </w:r>
      <w:r>
        <w:t xml:space="preserve"> В соответствии с системой налогообложения, применяемой Исполнителем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D6C8E"/>
    <w:multiLevelType w:val="hybridMultilevel"/>
    <w:tmpl w:val="A6DEFF2E"/>
    <w:lvl w:ilvl="0" w:tplc="90DA621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642D4C"/>
    <w:multiLevelType w:val="hybridMultilevel"/>
    <w:tmpl w:val="D54659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3132F6"/>
    <w:multiLevelType w:val="hybridMultilevel"/>
    <w:tmpl w:val="B0985C40"/>
    <w:lvl w:ilvl="0" w:tplc="0CBE43C8">
      <w:start w:val="9"/>
      <w:numFmt w:val="decimal"/>
      <w:lvlText w:val="%1."/>
      <w:lvlJc w:val="left"/>
      <w:pPr>
        <w:tabs>
          <w:tab w:val="num" w:pos="530"/>
        </w:tabs>
        <w:ind w:left="53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3">
    <w:nsid w:val="6CE26029"/>
    <w:multiLevelType w:val="multilevel"/>
    <w:tmpl w:val="9C04F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770B64"/>
    <w:multiLevelType w:val="hybridMultilevel"/>
    <w:tmpl w:val="69461034"/>
    <w:lvl w:ilvl="0" w:tplc="0D025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444458E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6CCA9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D3D42B1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9182EA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AA45E8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A04E6D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998873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545CCC4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  <w:num w:numId="2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attachedTemplate r:id="rId1"/>
  <w:defaultTabStop w:val="709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1E2"/>
    <w:rsid w:val="000D691C"/>
    <w:rsid w:val="000E4B66"/>
    <w:rsid w:val="000E66E4"/>
    <w:rsid w:val="00100D23"/>
    <w:rsid w:val="001815BB"/>
    <w:rsid w:val="0025375F"/>
    <w:rsid w:val="00266FA4"/>
    <w:rsid w:val="00275F11"/>
    <w:rsid w:val="00300F71"/>
    <w:rsid w:val="00302A9D"/>
    <w:rsid w:val="00320473"/>
    <w:rsid w:val="00327019"/>
    <w:rsid w:val="00345099"/>
    <w:rsid w:val="003942C3"/>
    <w:rsid w:val="003C7302"/>
    <w:rsid w:val="003E3074"/>
    <w:rsid w:val="004325B9"/>
    <w:rsid w:val="00457AC5"/>
    <w:rsid w:val="004E7406"/>
    <w:rsid w:val="00506E6A"/>
    <w:rsid w:val="00546518"/>
    <w:rsid w:val="00575F93"/>
    <w:rsid w:val="005C2F17"/>
    <w:rsid w:val="00601810"/>
    <w:rsid w:val="00611541"/>
    <w:rsid w:val="00652719"/>
    <w:rsid w:val="006D076A"/>
    <w:rsid w:val="007E21C6"/>
    <w:rsid w:val="007F28C0"/>
    <w:rsid w:val="00815EBE"/>
    <w:rsid w:val="00823976"/>
    <w:rsid w:val="008C48D6"/>
    <w:rsid w:val="008D5A71"/>
    <w:rsid w:val="008E0A31"/>
    <w:rsid w:val="00917C3B"/>
    <w:rsid w:val="009508A6"/>
    <w:rsid w:val="00963C0A"/>
    <w:rsid w:val="0097595D"/>
    <w:rsid w:val="00A42357"/>
    <w:rsid w:val="00A53315"/>
    <w:rsid w:val="00A834B1"/>
    <w:rsid w:val="00A9784E"/>
    <w:rsid w:val="00AC2555"/>
    <w:rsid w:val="00AC7D4C"/>
    <w:rsid w:val="00AD3001"/>
    <w:rsid w:val="00AE39C4"/>
    <w:rsid w:val="00BA4AEC"/>
    <w:rsid w:val="00BF4736"/>
    <w:rsid w:val="00C44757"/>
    <w:rsid w:val="00CA6711"/>
    <w:rsid w:val="00D94ED6"/>
    <w:rsid w:val="00E20538"/>
    <w:rsid w:val="00E45135"/>
    <w:rsid w:val="00E5135D"/>
    <w:rsid w:val="00E97706"/>
    <w:rsid w:val="00EB5851"/>
    <w:rsid w:val="00EE5B9A"/>
    <w:rsid w:val="00F331E2"/>
    <w:rsid w:val="00F62D25"/>
    <w:rsid w:val="00FD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EBD45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1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1"/>
    <w:semiHidden/>
    <w:unhideWhenUsed/>
    <w:qFormat/>
    <w:rsid w:val="00F331E2"/>
    <w:pPr>
      <w:keepNext/>
      <w:spacing w:before="240" w:after="6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F331E2"/>
    <w:pPr>
      <w:keepNext/>
      <w:spacing w:before="240" w:after="60"/>
      <w:outlineLvl w:val="3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uiPriority w:val="9"/>
    <w:semiHidden/>
    <w:rsid w:val="00F331E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F331E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">
    <w:name w:val="Основной текст Знак1"/>
    <w:aliases w:val="Знак2 Знак Знак1,body text Знак Знак,A=&gt;2=&gt;9 B5:AB Знак Знак1,Знак2 Знак Знак Знак,A=&gt;2=&gt;9 B5:AB Знак Знак Знак"/>
    <w:basedOn w:val="a0"/>
    <w:link w:val="a3"/>
    <w:locked/>
    <w:rsid w:val="00F331E2"/>
    <w:rPr>
      <w:sz w:val="24"/>
      <w:szCs w:val="24"/>
    </w:rPr>
  </w:style>
  <w:style w:type="paragraph" w:styleId="a3">
    <w:name w:val="Body Text"/>
    <w:aliases w:val="Знак2 Знак,body text Знак,A=&gt;2=&gt;9 B5:AB Знак,Знак2 Знак Знак,A=&gt;2=&gt;9 B5:AB Знак Знак"/>
    <w:basedOn w:val="a"/>
    <w:link w:val="1"/>
    <w:unhideWhenUsed/>
    <w:rsid w:val="00F331E2"/>
    <w:pPr>
      <w:spacing w:after="120"/>
    </w:pPr>
    <w:rPr>
      <w:rFonts w:asciiTheme="minorHAnsi" w:eastAsiaTheme="minorEastAsia" w:hAnsiTheme="minorHAnsi" w:cstheme="minorBidi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F33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F331E2"/>
    <w:pPr>
      <w:ind w:left="5760"/>
    </w:pPr>
  </w:style>
  <w:style w:type="character" w:customStyle="1" w:styleId="a6">
    <w:name w:val="Основной текст с отступом Знак"/>
    <w:basedOn w:val="a0"/>
    <w:link w:val="a5"/>
    <w:rsid w:val="00F331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с отступом 2 Знак"/>
    <w:aliases w:val="Знак1 Знак"/>
    <w:basedOn w:val="a0"/>
    <w:link w:val="20"/>
    <w:locked/>
    <w:rsid w:val="00F331E2"/>
    <w:rPr>
      <w:sz w:val="24"/>
      <w:szCs w:val="24"/>
    </w:rPr>
  </w:style>
  <w:style w:type="paragraph" w:styleId="20">
    <w:name w:val="Body Text Indent 2"/>
    <w:aliases w:val="Знак1"/>
    <w:basedOn w:val="a"/>
    <w:link w:val="2"/>
    <w:unhideWhenUsed/>
    <w:rsid w:val="00F331E2"/>
    <w:pPr>
      <w:spacing w:after="120" w:line="480" w:lineRule="auto"/>
      <w:ind w:left="283"/>
    </w:pPr>
    <w:rPr>
      <w:rFonts w:asciiTheme="minorHAnsi" w:eastAsiaTheme="minorEastAsia" w:hAnsiTheme="minorHAnsi" w:cstheme="minorBidi"/>
      <w:lang w:eastAsia="zh-CN"/>
    </w:rPr>
  </w:style>
  <w:style w:type="character" w:customStyle="1" w:styleId="21">
    <w:name w:val="Основной текст с отступом 2 Знак1"/>
    <w:basedOn w:val="a0"/>
    <w:uiPriority w:val="99"/>
    <w:semiHidden/>
    <w:rsid w:val="00F33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unhideWhenUsed/>
    <w:rsid w:val="00F331E2"/>
    <w:pPr>
      <w:keepNext/>
      <w:keepLines/>
      <w:widowControl w:val="0"/>
      <w:suppressLineNumbers/>
      <w:tabs>
        <w:tab w:val="num" w:pos="252"/>
      </w:tabs>
      <w:suppressAutoHyphens/>
      <w:ind w:left="720"/>
    </w:pPr>
  </w:style>
  <w:style w:type="character" w:customStyle="1" w:styleId="33">
    <w:name w:val="Основной текст с отступом 3 Знак"/>
    <w:basedOn w:val="a0"/>
    <w:link w:val="32"/>
    <w:rsid w:val="00F331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basedOn w:val="a0"/>
    <w:link w:val="a8"/>
    <w:locked/>
    <w:rsid w:val="00F331E2"/>
  </w:style>
  <w:style w:type="paragraph" w:styleId="a8">
    <w:name w:val="List Paragraph"/>
    <w:basedOn w:val="a"/>
    <w:link w:val="a7"/>
    <w:qFormat/>
    <w:rsid w:val="00F331E2"/>
    <w:pPr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paragraph" w:customStyle="1" w:styleId="ConsPlusNormal">
    <w:name w:val="ConsPlusNormal"/>
    <w:link w:val="ConsPlusNormal0"/>
    <w:rsid w:val="00F331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">
    <w:name w:val="Заголовок 3 Знак1"/>
    <w:basedOn w:val="a0"/>
    <w:link w:val="3"/>
    <w:semiHidden/>
    <w:locked/>
    <w:rsid w:val="00F331E2"/>
    <w:rPr>
      <w:rFonts w:ascii="Arial" w:eastAsia="Times New Roman" w:hAnsi="Arial" w:cs="Times New Roman"/>
      <w:b/>
      <w:sz w:val="24"/>
      <w:szCs w:val="20"/>
      <w:lang w:eastAsia="ru-RU"/>
    </w:rPr>
  </w:style>
  <w:style w:type="character" w:styleId="a9">
    <w:name w:val="Strong"/>
    <w:basedOn w:val="a0"/>
    <w:qFormat/>
    <w:rsid w:val="00F331E2"/>
    <w:rPr>
      <w:b/>
      <w:bCs/>
    </w:rPr>
  </w:style>
  <w:style w:type="character" w:customStyle="1" w:styleId="ConsPlusNormal0">
    <w:name w:val="ConsPlusNormal Знак"/>
    <w:link w:val="ConsPlusNormal"/>
    <w:rsid w:val="00575F93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6115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jc w:val="left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6115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4651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4651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815EBE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815E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815EB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1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1"/>
    <w:semiHidden/>
    <w:unhideWhenUsed/>
    <w:qFormat/>
    <w:rsid w:val="00F331E2"/>
    <w:pPr>
      <w:keepNext/>
      <w:spacing w:before="240" w:after="6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F331E2"/>
    <w:pPr>
      <w:keepNext/>
      <w:spacing w:before="240" w:after="60"/>
      <w:outlineLvl w:val="3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uiPriority w:val="9"/>
    <w:semiHidden/>
    <w:rsid w:val="00F331E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F331E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">
    <w:name w:val="Основной текст Знак1"/>
    <w:aliases w:val="Знак2 Знак Знак1,body text Знак Знак,A=&gt;2=&gt;9 B5:AB Знак Знак1,Знак2 Знак Знак Знак,A=&gt;2=&gt;9 B5:AB Знак Знак Знак"/>
    <w:basedOn w:val="a0"/>
    <w:link w:val="a3"/>
    <w:locked/>
    <w:rsid w:val="00F331E2"/>
    <w:rPr>
      <w:sz w:val="24"/>
      <w:szCs w:val="24"/>
    </w:rPr>
  </w:style>
  <w:style w:type="paragraph" w:styleId="a3">
    <w:name w:val="Body Text"/>
    <w:aliases w:val="Знак2 Знак,body text Знак,A=&gt;2=&gt;9 B5:AB Знак,Знак2 Знак Знак,A=&gt;2=&gt;9 B5:AB Знак Знак"/>
    <w:basedOn w:val="a"/>
    <w:link w:val="1"/>
    <w:unhideWhenUsed/>
    <w:rsid w:val="00F331E2"/>
    <w:pPr>
      <w:spacing w:after="120"/>
    </w:pPr>
    <w:rPr>
      <w:rFonts w:asciiTheme="minorHAnsi" w:eastAsiaTheme="minorEastAsia" w:hAnsiTheme="minorHAnsi" w:cstheme="minorBidi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F33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F331E2"/>
    <w:pPr>
      <w:ind w:left="5760"/>
    </w:pPr>
  </w:style>
  <w:style w:type="character" w:customStyle="1" w:styleId="a6">
    <w:name w:val="Основной текст с отступом Знак"/>
    <w:basedOn w:val="a0"/>
    <w:link w:val="a5"/>
    <w:rsid w:val="00F331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с отступом 2 Знак"/>
    <w:aliases w:val="Знак1 Знак"/>
    <w:basedOn w:val="a0"/>
    <w:link w:val="20"/>
    <w:locked/>
    <w:rsid w:val="00F331E2"/>
    <w:rPr>
      <w:sz w:val="24"/>
      <w:szCs w:val="24"/>
    </w:rPr>
  </w:style>
  <w:style w:type="paragraph" w:styleId="20">
    <w:name w:val="Body Text Indent 2"/>
    <w:aliases w:val="Знак1"/>
    <w:basedOn w:val="a"/>
    <w:link w:val="2"/>
    <w:unhideWhenUsed/>
    <w:rsid w:val="00F331E2"/>
    <w:pPr>
      <w:spacing w:after="120" w:line="480" w:lineRule="auto"/>
      <w:ind w:left="283"/>
    </w:pPr>
    <w:rPr>
      <w:rFonts w:asciiTheme="minorHAnsi" w:eastAsiaTheme="minorEastAsia" w:hAnsiTheme="minorHAnsi" w:cstheme="minorBidi"/>
      <w:lang w:eastAsia="zh-CN"/>
    </w:rPr>
  </w:style>
  <w:style w:type="character" w:customStyle="1" w:styleId="21">
    <w:name w:val="Основной текст с отступом 2 Знак1"/>
    <w:basedOn w:val="a0"/>
    <w:uiPriority w:val="99"/>
    <w:semiHidden/>
    <w:rsid w:val="00F33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unhideWhenUsed/>
    <w:rsid w:val="00F331E2"/>
    <w:pPr>
      <w:keepNext/>
      <w:keepLines/>
      <w:widowControl w:val="0"/>
      <w:suppressLineNumbers/>
      <w:tabs>
        <w:tab w:val="num" w:pos="252"/>
      </w:tabs>
      <w:suppressAutoHyphens/>
      <w:ind w:left="720"/>
    </w:pPr>
  </w:style>
  <w:style w:type="character" w:customStyle="1" w:styleId="33">
    <w:name w:val="Основной текст с отступом 3 Знак"/>
    <w:basedOn w:val="a0"/>
    <w:link w:val="32"/>
    <w:rsid w:val="00F331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basedOn w:val="a0"/>
    <w:link w:val="a8"/>
    <w:locked/>
    <w:rsid w:val="00F331E2"/>
  </w:style>
  <w:style w:type="paragraph" w:styleId="a8">
    <w:name w:val="List Paragraph"/>
    <w:basedOn w:val="a"/>
    <w:link w:val="a7"/>
    <w:qFormat/>
    <w:rsid w:val="00F331E2"/>
    <w:pPr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paragraph" w:customStyle="1" w:styleId="ConsPlusNormal">
    <w:name w:val="ConsPlusNormal"/>
    <w:link w:val="ConsPlusNormal0"/>
    <w:rsid w:val="00F331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">
    <w:name w:val="Заголовок 3 Знак1"/>
    <w:basedOn w:val="a0"/>
    <w:link w:val="3"/>
    <w:semiHidden/>
    <w:locked/>
    <w:rsid w:val="00F331E2"/>
    <w:rPr>
      <w:rFonts w:ascii="Arial" w:eastAsia="Times New Roman" w:hAnsi="Arial" w:cs="Times New Roman"/>
      <w:b/>
      <w:sz w:val="24"/>
      <w:szCs w:val="20"/>
      <w:lang w:eastAsia="ru-RU"/>
    </w:rPr>
  </w:style>
  <w:style w:type="character" w:styleId="a9">
    <w:name w:val="Strong"/>
    <w:basedOn w:val="a0"/>
    <w:qFormat/>
    <w:rsid w:val="00F331E2"/>
    <w:rPr>
      <w:b/>
      <w:bCs/>
    </w:rPr>
  </w:style>
  <w:style w:type="character" w:customStyle="1" w:styleId="ConsPlusNormal0">
    <w:name w:val="ConsPlusNormal Знак"/>
    <w:link w:val="ConsPlusNormal"/>
    <w:rsid w:val="00575F93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6115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jc w:val="left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6115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4651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4651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815EBE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815E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815E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://appserver/uir/DocLib/Forms/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E10D685E42E4E81BC0C6912AA551C" ma:contentTypeVersion="2" ma:contentTypeDescription="Создание документа." ma:contentTypeScope="" ma:versionID="a4846ffda455ed480e297478c5cfd503">
  <xsd:schema xmlns:xsd="http://www.w3.org/2001/XMLSchema" xmlns:xs="http://www.w3.org/2001/XMLSchema" xmlns:p="http://schemas.microsoft.com/office/2006/metadata/properties" xmlns:ns2="7187eedf-3377-40a1-9d0c-8b31896174b9" targetNamespace="http://schemas.microsoft.com/office/2006/metadata/properties" ma:root="true" ma:fieldsID="3b7fce1d3987dedb66c4667191c31927" ns2:_=""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87eedf-3377-40a1-9d0c-8b31896174b9">M6MW3T5FJAUW-86-44</_dlc_DocId>
    <_dlc_DocIdUrl xmlns="7187eedf-3377-40a1-9d0c-8b31896174b9">
      <Url>http://appserver/uir/_layouts/DocIdRedir.aspx?ID=M6MW3T5FJAUW-86-44</Url>
      <Description>M6MW3T5FJAUW-86-44</Description>
    </_dlc_DocIdUrl>
    <_dlc_DocIdPersistId xmlns="7187eedf-3377-40a1-9d0c-8b31896174b9">false</_dlc_DocIdPersistId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76306-2EF4-4E0D-BC85-DB4535E621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346C13-A1C7-4C78-AE47-F134574C906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AB79B52-40C7-4B7C-A243-9C7441D2AA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7eedf-3377-40a1-9d0c-8b3189617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B198CA-23EC-4510-8D6D-91DD9F0A1578}">
  <ds:schemaRefs>
    <ds:schemaRef ds:uri="http://schemas.microsoft.com/office/2006/metadata/properties"/>
    <ds:schemaRef ds:uri="http://schemas.microsoft.com/office/infopath/2007/PartnerControls"/>
    <ds:schemaRef ds:uri="7187eedf-3377-40a1-9d0c-8b31896174b9"/>
  </ds:schemaRefs>
</ds:datastoreItem>
</file>

<file path=customXml/itemProps5.xml><?xml version="1.0" encoding="utf-8"?>
<ds:datastoreItem xmlns:ds="http://schemas.openxmlformats.org/officeDocument/2006/customXml" ds:itemID="{3B60310D-E261-4E9A-8DE0-E7E8C6263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27</TotalTime>
  <Pages>8</Pages>
  <Words>2209</Words>
  <Characters>12593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14773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Михаил Шляцкий</dc:creator>
  <cp:lastModifiedBy>Никита Владимирович Сапожников</cp:lastModifiedBy>
  <cp:revision>8</cp:revision>
  <cp:lastPrinted>2012-09-25T10:30:00Z</cp:lastPrinted>
  <dcterms:created xsi:type="dcterms:W3CDTF">2012-09-27T12:34:00Z</dcterms:created>
  <dcterms:modified xsi:type="dcterms:W3CDTF">2012-10-04T12:58:00Z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0x01010039CE10D685E42E4E81BC0C6912AA551C</vt:lpwstr>
  </property>
  <property fmtid="{D5CDD505-2E9C-101B-9397-08002B2CF9AE}" pid="3" name="_dlc_DocIdItemGuid">
    <vt:lpwstr>7a99d514-7772-4037-be47-98da37d04be6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</Properties>
</file>