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3DE4" w:rsidRPr="000E7E86" w:rsidRDefault="004B3DE4" w:rsidP="00FC6F75">
      <w:pPr>
        <w:pStyle w:val="ConsPlusNormal0"/>
        <w:ind w:firstLine="0"/>
        <w:jc w:val="center"/>
        <w:rPr>
          <w:rFonts w:ascii="Times New Roman" w:hAnsi="Times New Roman" w:cs="Times New Roman"/>
          <w:b/>
        </w:rPr>
      </w:pPr>
      <w:r w:rsidRPr="000E7E86">
        <w:rPr>
          <w:rFonts w:ascii="Times New Roman" w:hAnsi="Times New Roman" w:cs="Times New Roman"/>
          <w:b/>
        </w:rPr>
        <w:t>Извещение о проведении запроса котировок</w:t>
      </w:r>
    </w:p>
    <w:p w:rsidR="004B3DE4" w:rsidRPr="000E7E86" w:rsidRDefault="004B3DE4" w:rsidP="00FC6F75">
      <w:pPr>
        <w:pStyle w:val="ConsPlusNormal0"/>
        <w:ind w:firstLine="0"/>
        <w:jc w:val="center"/>
        <w:rPr>
          <w:rFonts w:ascii="Times New Roman" w:hAnsi="Times New Roman" w:cs="Times New Roman"/>
          <w:b/>
        </w:rPr>
      </w:pPr>
      <w:r w:rsidRPr="000E7E86">
        <w:rPr>
          <w:rFonts w:ascii="Times New Roman" w:hAnsi="Times New Roman" w:cs="Times New Roman"/>
          <w:b/>
        </w:rPr>
        <w:t xml:space="preserve">Для субъектов малого предпринимательства </w:t>
      </w:r>
    </w:p>
    <w:p w:rsidR="004B3DE4" w:rsidRPr="000E7E86" w:rsidRDefault="004B3DE4" w:rsidP="00FC6F75">
      <w:pPr>
        <w:pStyle w:val="ConsPlusNonformat"/>
        <w:widowControl/>
        <w:ind w:left="4956" w:firstLine="708"/>
        <w:rPr>
          <w:rFonts w:ascii="Times New Roman" w:hAnsi="Times New Roman" w:cs="Times New Roman"/>
        </w:rPr>
      </w:pPr>
    </w:p>
    <w:p w:rsidR="004B3DE4" w:rsidRPr="000E7E86" w:rsidRDefault="004B3DE4" w:rsidP="000E7E86">
      <w:pPr>
        <w:pStyle w:val="ConsPlusNonformat"/>
        <w:widowControl/>
        <w:ind w:left="4956" w:firstLine="708"/>
        <w:jc w:val="right"/>
        <w:rPr>
          <w:rFonts w:ascii="Times New Roman" w:hAnsi="Times New Roman" w:cs="Times New Roman"/>
        </w:rPr>
      </w:pPr>
      <w:r w:rsidRPr="000E7E86">
        <w:rPr>
          <w:rFonts w:ascii="Times New Roman" w:hAnsi="Times New Roman" w:cs="Times New Roman"/>
        </w:rPr>
        <w:t>Дата: 28.07.2011</w:t>
      </w:r>
    </w:p>
    <w:p w:rsidR="004B3DE4" w:rsidRPr="000E7E86" w:rsidRDefault="004B3DE4" w:rsidP="000E7E86">
      <w:pPr>
        <w:pStyle w:val="ConsPlusNonformat"/>
        <w:widowControl/>
        <w:jc w:val="right"/>
        <w:rPr>
          <w:rFonts w:ascii="Times New Roman" w:hAnsi="Times New Roman" w:cs="Times New Roman"/>
        </w:rPr>
      </w:pPr>
      <w:r w:rsidRPr="000E7E86">
        <w:rPr>
          <w:rFonts w:ascii="Times New Roman" w:hAnsi="Times New Roman" w:cs="Times New Roman"/>
        </w:rPr>
        <w:t xml:space="preserve">                                        </w:t>
      </w:r>
      <w:r w:rsidRPr="000E7E86">
        <w:rPr>
          <w:rFonts w:ascii="Times New Roman" w:hAnsi="Times New Roman" w:cs="Times New Roman"/>
        </w:rPr>
        <w:tab/>
      </w:r>
      <w:r w:rsidRPr="000E7E86">
        <w:rPr>
          <w:rFonts w:ascii="Times New Roman" w:hAnsi="Times New Roman" w:cs="Times New Roman"/>
        </w:rPr>
        <w:tab/>
      </w:r>
      <w:r w:rsidRPr="000E7E86">
        <w:rPr>
          <w:rFonts w:ascii="Times New Roman" w:hAnsi="Times New Roman" w:cs="Times New Roman"/>
        </w:rPr>
        <w:tab/>
      </w:r>
      <w:r w:rsidRPr="000E7E86">
        <w:rPr>
          <w:rFonts w:ascii="Times New Roman" w:hAnsi="Times New Roman" w:cs="Times New Roman"/>
        </w:rPr>
        <w:tab/>
      </w:r>
      <w:r w:rsidRPr="000E7E86">
        <w:rPr>
          <w:rFonts w:ascii="Times New Roman" w:hAnsi="Times New Roman" w:cs="Times New Roman"/>
        </w:rPr>
        <w:tab/>
        <w:t>Регистрационный № 720</w:t>
      </w:r>
    </w:p>
    <w:p w:rsidR="004B3DE4" w:rsidRPr="000E7E86" w:rsidRDefault="004B3DE4" w:rsidP="00FC6F75">
      <w:pPr>
        <w:pStyle w:val="ConsPlusNormal0"/>
        <w:ind w:firstLine="0"/>
        <w:jc w:val="both"/>
        <w:rPr>
          <w:rFonts w:ascii="Times New Roman" w:hAnsi="Times New Roman" w:cs="Times New Roman"/>
        </w:rPr>
      </w:pPr>
    </w:p>
    <w:tbl>
      <w:tblPr>
        <w:tblW w:w="4840" w:type="pct"/>
        <w:tblCellMar>
          <w:left w:w="70" w:type="dxa"/>
          <w:right w:w="70" w:type="dxa"/>
        </w:tblCellMar>
        <w:tblLook w:val="0000"/>
      </w:tblPr>
      <w:tblGrid>
        <w:gridCol w:w="4931"/>
        <w:gridCol w:w="5083"/>
      </w:tblGrid>
      <w:tr w:rsidR="004B3DE4" w:rsidRPr="000E7E86" w:rsidTr="002C5F75">
        <w:trPr>
          <w:trHeight w:val="240"/>
        </w:trPr>
        <w:tc>
          <w:tcPr>
            <w:tcW w:w="24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3DE4" w:rsidRPr="000E7E86" w:rsidRDefault="004B3DE4" w:rsidP="00567CE3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</w:rPr>
            </w:pPr>
            <w:r w:rsidRPr="000E7E86">
              <w:rPr>
                <w:rFonts w:ascii="Times New Roman" w:hAnsi="Times New Roman" w:cs="Times New Roman"/>
              </w:rPr>
              <w:t xml:space="preserve">Наименование заказчика </w:t>
            </w:r>
          </w:p>
        </w:tc>
        <w:tc>
          <w:tcPr>
            <w:tcW w:w="25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3DE4" w:rsidRPr="000E7E86" w:rsidRDefault="004B3DE4" w:rsidP="00567CE3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</w:rPr>
            </w:pPr>
            <w:r w:rsidRPr="000E7E86">
              <w:rPr>
                <w:rFonts w:ascii="Times New Roman" w:hAnsi="Times New Roman" w:cs="Times New Roman"/>
              </w:rPr>
              <w:t>Муниципальное учреждение здравоохранения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E7E86">
              <w:rPr>
                <w:rFonts w:ascii="Times New Roman" w:hAnsi="Times New Roman" w:cs="Times New Roman"/>
              </w:rPr>
              <w:t>г. Иванова городская клиническая больница № 8</w:t>
            </w:r>
          </w:p>
        </w:tc>
      </w:tr>
      <w:tr w:rsidR="004B3DE4" w:rsidRPr="000E7E86" w:rsidTr="002C5F75">
        <w:trPr>
          <w:trHeight w:val="240"/>
        </w:trPr>
        <w:tc>
          <w:tcPr>
            <w:tcW w:w="24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3DE4" w:rsidRPr="000E7E86" w:rsidRDefault="004B3DE4" w:rsidP="00567CE3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</w:rPr>
            </w:pPr>
            <w:r w:rsidRPr="000E7E86">
              <w:rPr>
                <w:rFonts w:ascii="Times New Roman" w:hAnsi="Times New Roman" w:cs="Times New Roman"/>
              </w:rPr>
              <w:t>Почтовый адрес заказчика</w:t>
            </w:r>
          </w:p>
        </w:tc>
        <w:tc>
          <w:tcPr>
            <w:tcW w:w="25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3DE4" w:rsidRPr="000E7E86" w:rsidRDefault="004B3DE4" w:rsidP="00567CE3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</w:rPr>
            </w:pPr>
            <w:smartTag w:uri="urn:schemas-microsoft-com:office:smarttags" w:element="metricconverter">
              <w:smartTagPr>
                <w:attr w:name="ProductID" w:val="153032, г"/>
              </w:smartTagPr>
              <w:r w:rsidRPr="000E7E86">
                <w:rPr>
                  <w:rFonts w:ascii="Times New Roman" w:hAnsi="Times New Roman" w:cs="Times New Roman"/>
                </w:rPr>
                <w:t>153032, г</w:t>
              </w:r>
            </w:smartTag>
            <w:r w:rsidRPr="000E7E86">
              <w:rPr>
                <w:rFonts w:ascii="Times New Roman" w:hAnsi="Times New Roman" w:cs="Times New Roman"/>
              </w:rPr>
              <w:t>. Иваново, ул. Станкостроителей, д. 4</w:t>
            </w:r>
          </w:p>
        </w:tc>
      </w:tr>
      <w:tr w:rsidR="004B3DE4" w:rsidRPr="000E7E86" w:rsidTr="002C5F75">
        <w:trPr>
          <w:trHeight w:val="492"/>
        </w:trPr>
        <w:tc>
          <w:tcPr>
            <w:tcW w:w="24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3DE4" w:rsidRPr="000E7E86" w:rsidRDefault="004B3DE4" w:rsidP="00567CE3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</w:rPr>
            </w:pPr>
            <w:r w:rsidRPr="000E7E86">
              <w:rPr>
                <w:rFonts w:ascii="Times New Roman" w:hAnsi="Times New Roman" w:cs="Times New Roman"/>
              </w:rPr>
              <w:t>Адрес электронной почты заказчика (при его наличии)</w:t>
            </w:r>
          </w:p>
        </w:tc>
        <w:tc>
          <w:tcPr>
            <w:tcW w:w="25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3DE4" w:rsidRPr="000E7E86" w:rsidRDefault="004B3DE4" w:rsidP="00567CE3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</w:rPr>
            </w:pPr>
            <w:hyperlink r:id="rId5" w:history="1">
              <w:r w:rsidRPr="000E7E86">
                <w:rPr>
                  <w:rStyle w:val="Hyperlink"/>
                  <w:rFonts w:ascii="Times New Roman" w:hAnsi="Times New Roman"/>
                  <w:u w:val="none"/>
                  <w:lang w:val="en-US"/>
                </w:rPr>
                <w:t>gor_bol_8@mail.ru</w:t>
              </w:r>
            </w:hyperlink>
          </w:p>
        </w:tc>
      </w:tr>
      <w:tr w:rsidR="004B3DE4" w:rsidRPr="000E7E86" w:rsidTr="002C5F75">
        <w:trPr>
          <w:trHeight w:val="240"/>
        </w:trPr>
        <w:tc>
          <w:tcPr>
            <w:tcW w:w="24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3DE4" w:rsidRPr="000E7E86" w:rsidRDefault="004B3DE4" w:rsidP="00567CE3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</w:rPr>
            </w:pPr>
            <w:r w:rsidRPr="000E7E86">
              <w:rPr>
                <w:rFonts w:ascii="Times New Roman" w:hAnsi="Times New Roman" w:cs="Times New Roman"/>
              </w:rPr>
              <w:t>Номер контактного телефона заказчика</w:t>
            </w:r>
          </w:p>
        </w:tc>
        <w:tc>
          <w:tcPr>
            <w:tcW w:w="25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3DE4" w:rsidRPr="000E7E86" w:rsidRDefault="004B3DE4" w:rsidP="00567CE3">
            <w:pPr>
              <w:jc w:val="both"/>
              <w:rPr>
                <w:sz w:val="20"/>
                <w:szCs w:val="20"/>
              </w:rPr>
            </w:pPr>
            <w:r w:rsidRPr="000E7E86">
              <w:rPr>
                <w:sz w:val="20"/>
                <w:szCs w:val="20"/>
              </w:rPr>
              <w:t>+7 (4932) 23-45-11</w:t>
            </w:r>
          </w:p>
        </w:tc>
      </w:tr>
      <w:tr w:rsidR="004B3DE4" w:rsidRPr="000E7E86" w:rsidTr="002C5F75">
        <w:trPr>
          <w:trHeight w:val="240"/>
        </w:trPr>
        <w:tc>
          <w:tcPr>
            <w:tcW w:w="24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3DE4" w:rsidRPr="000E7E86" w:rsidRDefault="004B3DE4" w:rsidP="00567CE3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</w:rPr>
            </w:pPr>
            <w:r w:rsidRPr="000E7E86">
              <w:rPr>
                <w:rFonts w:ascii="Times New Roman" w:hAnsi="Times New Roman" w:cs="Times New Roman"/>
              </w:rPr>
              <w:t>Место подачи котировочных заявок</w:t>
            </w:r>
          </w:p>
        </w:tc>
        <w:tc>
          <w:tcPr>
            <w:tcW w:w="25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3DE4" w:rsidRPr="000E7E86" w:rsidRDefault="004B3DE4" w:rsidP="00567CE3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</w:rPr>
            </w:pPr>
            <w:smartTag w:uri="urn:schemas-microsoft-com:office:smarttags" w:element="metricconverter">
              <w:smartTagPr>
                <w:attr w:name="ProductID" w:val="153000, г"/>
              </w:smartTagPr>
              <w:r w:rsidRPr="000E7E86">
                <w:rPr>
                  <w:rFonts w:ascii="Times New Roman" w:hAnsi="Times New Roman" w:cs="Times New Roman"/>
                </w:rPr>
                <w:t>153000, г</w:t>
              </w:r>
            </w:smartTag>
            <w:r w:rsidRPr="000E7E86">
              <w:rPr>
                <w:rFonts w:ascii="Times New Roman" w:hAnsi="Times New Roman" w:cs="Times New Roman"/>
              </w:rPr>
              <w:t>. Иваново, пл. Революции, д.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E7E86">
              <w:rPr>
                <w:rFonts w:ascii="Times New Roman" w:hAnsi="Times New Roman" w:cs="Times New Roman"/>
              </w:rPr>
              <w:t>6, к. 519</w:t>
            </w:r>
          </w:p>
        </w:tc>
      </w:tr>
      <w:tr w:rsidR="004B3DE4" w:rsidRPr="000E7E86" w:rsidTr="002C5F75">
        <w:trPr>
          <w:trHeight w:val="360"/>
        </w:trPr>
        <w:tc>
          <w:tcPr>
            <w:tcW w:w="24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3DE4" w:rsidRPr="000E7E86" w:rsidRDefault="004B3DE4" w:rsidP="00567CE3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</w:rPr>
            </w:pPr>
            <w:r w:rsidRPr="000E7E86">
              <w:rPr>
                <w:rFonts w:ascii="Times New Roman" w:hAnsi="Times New Roman" w:cs="Times New Roman"/>
              </w:rPr>
              <w:t>Дата и время окончания срока подачи котировочных заявок</w:t>
            </w:r>
          </w:p>
        </w:tc>
        <w:tc>
          <w:tcPr>
            <w:tcW w:w="25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3DE4" w:rsidRPr="000E7E86" w:rsidRDefault="004B3DE4" w:rsidP="000E7E86">
            <w:pPr>
              <w:pStyle w:val="ConsPlusNormal0"/>
              <w:ind w:firstLine="0"/>
              <w:rPr>
                <w:rFonts w:ascii="Times New Roman" w:hAnsi="Times New Roman" w:cs="Times New Roman"/>
                <w:b/>
              </w:rPr>
            </w:pPr>
            <w:r w:rsidRPr="000E7E86">
              <w:rPr>
                <w:rFonts w:ascii="Times New Roman" w:hAnsi="Times New Roman" w:cs="Times New Roman"/>
                <w:b/>
              </w:rPr>
              <w:t>04.08.2011 до 09:00</w:t>
            </w:r>
          </w:p>
        </w:tc>
      </w:tr>
    </w:tbl>
    <w:p w:rsidR="004B3DE4" w:rsidRPr="000E7E86" w:rsidRDefault="004B3DE4">
      <w:pPr>
        <w:rPr>
          <w:sz w:val="20"/>
          <w:szCs w:val="20"/>
        </w:rPr>
      </w:pP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A0"/>
      </w:tblPr>
      <w:tblGrid>
        <w:gridCol w:w="1666"/>
        <w:gridCol w:w="2060"/>
        <w:gridCol w:w="4158"/>
        <w:gridCol w:w="1113"/>
        <w:gridCol w:w="1424"/>
      </w:tblGrid>
      <w:tr w:rsidR="004B3DE4" w:rsidRPr="000E7E86" w:rsidTr="000E7E86">
        <w:trPr>
          <w:trHeight w:val="1306"/>
        </w:trPr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3DE4" w:rsidRPr="000E7E86" w:rsidRDefault="004B3DE4" w:rsidP="008C14E7">
            <w:pPr>
              <w:pStyle w:val="BodyText"/>
              <w:spacing w:line="276" w:lineRule="auto"/>
              <w:jc w:val="center"/>
            </w:pPr>
            <w:r w:rsidRPr="000E7E86">
              <w:t>Наименование поставляемых товаров, выполняемых работ, оказываемых услуг</w:t>
            </w:r>
          </w:p>
        </w:tc>
        <w:tc>
          <w:tcPr>
            <w:tcW w:w="30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B3DE4" w:rsidRPr="000E7E86" w:rsidRDefault="004B3DE4" w:rsidP="008C14E7">
            <w:pPr>
              <w:pStyle w:val="BodyText"/>
              <w:spacing w:line="276" w:lineRule="auto"/>
            </w:pPr>
          </w:p>
          <w:p w:rsidR="004B3DE4" w:rsidRPr="000E7E86" w:rsidRDefault="004B3DE4" w:rsidP="008C14E7">
            <w:pPr>
              <w:pStyle w:val="BodyText"/>
              <w:spacing w:line="276" w:lineRule="auto"/>
              <w:jc w:val="center"/>
            </w:pPr>
            <w:r w:rsidRPr="000E7E86">
              <w:t>Характеристики</w:t>
            </w:r>
          </w:p>
          <w:p w:rsidR="004B3DE4" w:rsidRPr="000E7E86" w:rsidRDefault="004B3DE4" w:rsidP="008C14E7">
            <w:pPr>
              <w:pStyle w:val="BodyText"/>
              <w:spacing w:line="276" w:lineRule="auto"/>
              <w:jc w:val="center"/>
            </w:pPr>
            <w:r w:rsidRPr="000E7E86">
              <w:t>поставляемых товаров, выполняемых работ, оказываемых услуг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B3DE4" w:rsidRPr="000E7E86" w:rsidRDefault="004B3DE4" w:rsidP="008C14E7">
            <w:pPr>
              <w:pStyle w:val="BodyText"/>
              <w:spacing w:line="276" w:lineRule="auto"/>
              <w:jc w:val="center"/>
              <w:rPr>
                <w:bCs/>
              </w:rPr>
            </w:pPr>
            <w:r w:rsidRPr="000E7E86">
              <w:rPr>
                <w:bCs/>
              </w:rPr>
              <w:t>Единица измерения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3DE4" w:rsidRPr="000E7E86" w:rsidRDefault="004B3DE4" w:rsidP="008C14E7">
            <w:pPr>
              <w:pStyle w:val="BodyText"/>
              <w:spacing w:line="276" w:lineRule="auto"/>
              <w:jc w:val="center"/>
            </w:pPr>
            <w:r w:rsidRPr="000E7E86">
              <w:t>Количество поставляемых товаров, объем выполняемых работ, оказываемых услуг</w:t>
            </w:r>
          </w:p>
        </w:tc>
      </w:tr>
      <w:tr w:rsidR="004B3DE4" w:rsidRPr="000E7E86" w:rsidTr="000E7E86">
        <w:trPr>
          <w:trHeight w:val="1961"/>
        </w:trPr>
        <w:tc>
          <w:tcPr>
            <w:tcW w:w="8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3DE4" w:rsidRDefault="004B3DE4" w:rsidP="00374ADA">
            <w:pPr>
              <w:tabs>
                <w:tab w:val="left" w:pos="2590"/>
              </w:tabs>
              <w:rPr>
                <w:b/>
                <w:sz w:val="20"/>
                <w:szCs w:val="20"/>
              </w:rPr>
            </w:pPr>
            <w:r w:rsidRPr="000E7E86">
              <w:rPr>
                <w:b/>
                <w:sz w:val="20"/>
                <w:szCs w:val="20"/>
              </w:rPr>
              <w:t xml:space="preserve">Поставка молока питьевого (цельного) </w:t>
            </w:r>
          </w:p>
          <w:p w:rsidR="004B3DE4" w:rsidRDefault="004B3DE4" w:rsidP="00374ADA">
            <w:pPr>
              <w:tabs>
                <w:tab w:val="left" w:pos="2590"/>
              </w:tabs>
              <w:rPr>
                <w:b/>
                <w:sz w:val="20"/>
                <w:szCs w:val="20"/>
              </w:rPr>
            </w:pPr>
          </w:p>
          <w:p w:rsidR="004B3DE4" w:rsidRPr="000E7E86" w:rsidRDefault="004B3DE4" w:rsidP="00374ADA">
            <w:pPr>
              <w:tabs>
                <w:tab w:val="left" w:pos="2590"/>
              </w:tabs>
              <w:rPr>
                <w:b/>
                <w:sz w:val="20"/>
                <w:szCs w:val="20"/>
              </w:rPr>
            </w:pPr>
            <w:r w:rsidRPr="000E7E86">
              <w:rPr>
                <w:b/>
                <w:sz w:val="20"/>
                <w:szCs w:val="20"/>
              </w:rPr>
              <w:t>ОКДП 1520110</w:t>
            </w:r>
          </w:p>
        </w:tc>
        <w:tc>
          <w:tcPr>
            <w:tcW w:w="1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3DE4" w:rsidRPr="000E7E86" w:rsidRDefault="004B3DE4" w:rsidP="002C5F7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Требования к качеству </w:t>
            </w:r>
            <w:r w:rsidRPr="000E7E86">
              <w:rPr>
                <w:sz w:val="20"/>
                <w:szCs w:val="20"/>
              </w:rPr>
              <w:t>товаров</w:t>
            </w:r>
          </w:p>
        </w:tc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3DE4" w:rsidRPr="000E7E86" w:rsidRDefault="004B3DE4" w:rsidP="002C5F75">
            <w:pPr>
              <w:pStyle w:val="BodyText"/>
              <w:spacing w:after="0"/>
              <w:jc w:val="both"/>
            </w:pPr>
            <w:r w:rsidRPr="000E7E86">
              <w:t>Качество поставляемого товара должно отвечать требованиям  качества, установленным в Федеральном законе от 12.06.2008 №88 – ФЗ «Технический регламент на молоко и молочную продукцию», СанПин 2.3.2.1078-01 «Гигиенические требования безопасности и пищевой ценности пищевых продуктов», отвечать требованиям специальных норм, ГОСТам, санитарно-эпидемиологическим требованиям.   При поставке товара наличие документов подтверждающих качество товара в соответствии с действующим законодательством РФ.</w:t>
            </w:r>
          </w:p>
        </w:tc>
        <w:tc>
          <w:tcPr>
            <w:tcW w:w="4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3DE4" w:rsidRPr="000E7E86" w:rsidRDefault="004B3DE4" w:rsidP="008C14E7">
            <w:pPr>
              <w:pStyle w:val="BodyText"/>
              <w:spacing w:line="276" w:lineRule="auto"/>
            </w:pPr>
          </w:p>
          <w:p w:rsidR="004B3DE4" w:rsidRPr="000E7E86" w:rsidRDefault="004B3DE4" w:rsidP="008C14E7">
            <w:pPr>
              <w:pStyle w:val="BodyText"/>
              <w:spacing w:line="276" w:lineRule="auto"/>
            </w:pPr>
          </w:p>
          <w:p w:rsidR="004B3DE4" w:rsidRPr="000E7E86" w:rsidRDefault="004B3DE4" w:rsidP="008C14E7">
            <w:pPr>
              <w:pStyle w:val="BodyText"/>
              <w:spacing w:line="276" w:lineRule="auto"/>
            </w:pPr>
          </w:p>
          <w:p w:rsidR="004B3DE4" w:rsidRPr="000E7E86" w:rsidRDefault="004B3DE4" w:rsidP="008C14E7">
            <w:pPr>
              <w:pStyle w:val="BodyText"/>
              <w:spacing w:line="276" w:lineRule="auto"/>
            </w:pPr>
          </w:p>
          <w:p w:rsidR="004B3DE4" w:rsidRPr="000E7E86" w:rsidRDefault="004B3DE4" w:rsidP="008C14E7">
            <w:pPr>
              <w:pStyle w:val="BodyText"/>
              <w:spacing w:line="276" w:lineRule="auto"/>
            </w:pPr>
          </w:p>
          <w:p w:rsidR="004B3DE4" w:rsidRPr="000E7E86" w:rsidRDefault="004B3DE4" w:rsidP="008C14E7">
            <w:pPr>
              <w:pStyle w:val="BodyText"/>
              <w:spacing w:line="276" w:lineRule="auto"/>
            </w:pPr>
          </w:p>
          <w:p w:rsidR="004B3DE4" w:rsidRPr="000E7E86" w:rsidRDefault="004B3DE4" w:rsidP="008C14E7">
            <w:pPr>
              <w:pStyle w:val="BodyText"/>
              <w:spacing w:line="276" w:lineRule="auto"/>
            </w:pPr>
          </w:p>
          <w:p w:rsidR="004B3DE4" w:rsidRPr="000E7E86" w:rsidRDefault="004B3DE4" w:rsidP="008C14E7">
            <w:pPr>
              <w:pStyle w:val="BodyText"/>
              <w:spacing w:line="276" w:lineRule="auto"/>
            </w:pPr>
          </w:p>
          <w:p w:rsidR="004B3DE4" w:rsidRDefault="004B3DE4" w:rsidP="002C5F75">
            <w:pPr>
              <w:pStyle w:val="BodyText"/>
              <w:spacing w:line="276" w:lineRule="auto"/>
              <w:jc w:val="center"/>
            </w:pPr>
          </w:p>
          <w:p w:rsidR="004B3DE4" w:rsidRPr="000E7E86" w:rsidRDefault="004B3DE4" w:rsidP="002C5F75">
            <w:pPr>
              <w:pStyle w:val="BodyText"/>
              <w:spacing w:line="276" w:lineRule="auto"/>
              <w:jc w:val="center"/>
            </w:pPr>
            <w:r w:rsidRPr="000E7E86">
              <w:t>л</w:t>
            </w:r>
          </w:p>
        </w:tc>
        <w:tc>
          <w:tcPr>
            <w:tcW w:w="66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3DE4" w:rsidRPr="000E7E86" w:rsidRDefault="004B3DE4" w:rsidP="008C14E7">
            <w:pPr>
              <w:pStyle w:val="BodyText"/>
              <w:spacing w:line="276" w:lineRule="auto"/>
              <w:jc w:val="center"/>
            </w:pPr>
          </w:p>
          <w:p w:rsidR="004B3DE4" w:rsidRPr="000E7E86" w:rsidRDefault="004B3DE4" w:rsidP="008C14E7">
            <w:pPr>
              <w:pStyle w:val="BodyText"/>
              <w:spacing w:line="276" w:lineRule="auto"/>
              <w:jc w:val="center"/>
            </w:pPr>
          </w:p>
          <w:p w:rsidR="004B3DE4" w:rsidRPr="000E7E86" w:rsidRDefault="004B3DE4" w:rsidP="008C14E7">
            <w:pPr>
              <w:pStyle w:val="BodyText"/>
              <w:spacing w:line="276" w:lineRule="auto"/>
              <w:jc w:val="center"/>
            </w:pPr>
          </w:p>
          <w:p w:rsidR="004B3DE4" w:rsidRPr="000E7E86" w:rsidRDefault="004B3DE4" w:rsidP="008C14E7">
            <w:pPr>
              <w:pStyle w:val="BodyText"/>
              <w:spacing w:line="276" w:lineRule="auto"/>
              <w:jc w:val="center"/>
            </w:pPr>
          </w:p>
          <w:p w:rsidR="004B3DE4" w:rsidRPr="000E7E86" w:rsidRDefault="004B3DE4" w:rsidP="008C14E7">
            <w:pPr>
              <w:pStyle w:val="BodyText"/>
              <w:spacing w:line="276" w:lineRule="auto"/>
              <w:jc w:val="center"/>
            </w:pPr>
          </w:p>
          <w:p w:rsidR="004B3DE4" w:rsidRPr="000E7E86" w:rsidRDefault="004B3DE4" w:rsidP="008C14E7">
            <w:pPr>
              <w:pStyle w:val="BodyText"/>
              <w:spacing w:line="276" w:lineRule="auto"/>
              <w:jc w:val="center"/>
            </w:pPr>
          </w:p>
          <w:p w:rsidR="004B3DE4" w:rsidRPr="000E7E86" w:rsidRDefault="004B3DE4" w:rsidP="008C14E7">
            <w:pPr>
              <w:pStyle w:val="BodyText"/>
              <w:spacing w:line="276" w:lineRule="auto"/>
              <w:jc w:val="center"/>
            </w:pPr>
          </w:p>
          <w:p w:rsidR="004B3DE4" w:rsidRPr="000E7E86" w:rsidRDefault="004B3DE4" w:rsidP="008C14E7">
            <w:pPr>
              <w:pStyle w:val="BodyText"/>
              <w:spacing w:line="276" w:lineRule="auto"/>
              <w:jc w:val="center"/>
            </w:pPr>
          </w:p>
          <w:p w:rsidR="004B3DE4" w:rsidRPr="000E7E86" w:rsidRDefault="004B3DE4" w:rsidP="00EA7646">
            <w:pPr>
              <w:pStyle w:val="BodyText"/>
              <w:spacing w:line="276" w:lineRule="auto"/>
            </w:pPr>
          </w:p>
          <w:p w:rsidR="004B3DE4" w:rsidRPr="000E7E86" w:rsidRDefault="004B3DE4" w:rsidP="008C14E7">
            <w:pPr>
              <w:pStyle w:val="BodyText"/>
              <w:spacing w:line="276" w:lineRule="auto"/>
              <w:jc w:val="center"/>
            </w:pPr>
            <w:r w:rsidRPr="000E7E86">
              <w:t>3040</w:t>
            </w:r>
          </w:p>
        </w:tc>
      </w:tr>
      <w:tr w:rsidR="004B3DE4" w:rsidRPr="000E7E86" w:rsidTr="000E7E86">
        <w:tc>
          <w:tcPr>
            <w:tcW w:w="8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DE4" w:rsidRPr="000E7E86" w:rsidRDefault="004B3DE4" w:rsidP="008C14E7">
            <w:pPr>
              <w:rPr>
                <w:b/>
                <w:color w:val="FF0000"/>
                <w:sz w:val="20"/>
                <w:szCs w:val="20"/>
              </w:rPr>
            </w:pPr>
          </w:p>
        </w:tc>
        <w:tc>
          <w:tcPr>
            <w:tcW w:w="1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3DE4" w:rsidRPr="000E7E86" w:rsidRDefault="004B3DE4" w:rsidP="002C5F75">
            <w:pPr>
              <w:rPr>
                <w:sz w:val="20"/>
                <w:szCs w:val="20"/>
              </w:rPr>
            </w:pPr>
            <w:r w:rsidRPr="000E7E86">
              <w:rPr>
                <w:sz w:val="20"/>
                <w:szCs w:val="20"/>
              </w:rPr>
              <w:t>Технические характеристики товаров</w:t>
            </w:r>
          </w:p>
        </w:tc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3DE4" w:rsidRPr="000E7E86" w:rsidRDefault="004B3DE4" w:rsidP="00374ADA">
            <w:pPr>
              <w:pStyle w:val="ListParagraph"/>
              <w:numPr>
                <w:ilvl w:val="0"/>
                <w:numId w:val="4"/>
              </w:numPr>
              <w:spacing w:line="276" w:lineRule="auto"/>
              <w:rPr>
                <w:sz w:val="20"/>
                <w:szCs w:val="20"/>
              </w:rPr>
            </w:pPr>
            <w:r w:rsidRPr="000E7E86">
              <w:rPr>
                <w:sz w:val="20"/>
                <w:szCs w:val="20"/>
              </w:rPr>
              <w:t xml:space="preserve">Молоко  питьевое цельное пастеризованное  жирностью 2,5 % (опломбированные фляги </w:t>
            </w:r>
            <w:smartTag w:uri="urn:schemas-microsoft-com:office:smarttags" w:element="metricconverter">
              <w:smartTagPr>
                <w:attr w:name="ProductID" w:val="40 л"/>
              </w:smartTagPr>
              <w:r w:rsidRPr="000E7E86">
                <w:rPr>
                  <w:sz w:val="20"/>
                  <w:szCs w:val="20"/>
                </w:rPr>
                <w:t>40 л</w:t>
              </w:r>
            </w:smartTag>
            <w:r w:rsidRPr="000E7E86">
              <w:rPr>
                <w:sz w:val="20"/>
                <w:szCs w:val="20"/>
              </w:rPr>
              <w:t>).</w:t>
            </w:r>
          </w:p>
        </w:tc>
        <w:tc>
          <w:tcPr>
            <w:tcW w:w="4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DE4" w:rsidRPr="000E7E86" w:rsidRDefault="004B3DE4" w:rsidP="008C14E7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6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DE4" w:rsidRPr="000E7E86" w:rsidRDefault="004B3DE4" w:rsidP="008C14E7">
            <w:pPr>
              <w:rPr>
                <w:color w:val="FF0000"/>
                <w:sz w:val="20"/>
                <w:szCs w:val="20"/>
              </w:rPr>
            </w:pPr>
          </w:p>
        </w:tc>
      </w:tr>
      <w:tr w:rsidR="004B3DE4" w:rsidRPr="000E7E86" w:rsidTr="000E7E86">
        <w:trPr>
          <w:trHeight w:val="550"/>
        </w:trPr>
        <w:tc>
          <w:tcPr>
            <w:tcW w:w="8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DE4" w:rsidRPr="000E7E86" w:rsidRDefault="004B3DE4" w:rsidP="008C14E7">
            <w:pPr>
              <w:rPr>
                <w:b/>
                <w:color w:val="FF0000"/>
                <w:sz w:val="20"/>
                <w:szCs w:val="20"/>
              </w:rPr>
            </w:pPr>
          </w:p>
        </w:tc>
        <w:tc>
          <w:tcPr>
            <w:tcW w:w="1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3DE4" w:rsidRPr="000E7E86" w:rsidRDefault="004B3DE4" w:rsidP="002C5F75">
            <w:pPr>
              <w:rPr>
                <w:sz w:val="20"/>
                <w:szCs w:val="20"/>
              </w:rPr>
            </w:pPr>
            <w:r w:rsidRPr="000E7E86">
              <w:rPr>
                <w:sz w:val="20"/>
                <w:szCs w:val="20"/>
              </w:rPr>
              <w:t>Требования к безопасности товаров</w:t>
            </w:r>
          </w:p>
        </w:tc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3DE4" w:rsidRPr="000E7E86" w:rsidRDefault="004B3DE4" w:rsidP="008C14E7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color w:val="FF0000"/>
                <w:sz w:val="20"/>
                <w:szCs w:val="20"/>
              </w:rPr>
            </w:pPr>
            <w:r w:rsidRPr="000E7E86">
              <w:rPr>
                <w:sz w:val="20"/>
                <w:szCs w:val="20"/>
              </w:rPr>
              <w:t xml:space="preserve">Наличие документов, подтверждающих и определяющих безопасность товара. </w:t>
            </w:r>
          </w:p>
        </w:tc>
        <w:tc>
          <w:tcPr>
            <w:tcW w:w="4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DE4" w:rsidRPr="000E7E86" w:rsidRDefault="004B3DE4" w:rsidP="008C14E7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6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DE4" w:rsidRPr="000E7E86" w:rsidRDefault="004B3DE4" w:rsidP="008C14E7">
            <w:pPr>
              <w:rPr>
                <w:color w:val="FF0000"/>
                <w:sz w:val="20"/>
                <w:szCs w:val="20"/>
              </w:rPr>
            </w:pPr>
          </w:p>
        </w:tc>
      </w:tr>
      <w:tr w:rsidR="004B3DE4" w:rsidRPr="000E7E86" w:rsidTr="000E7E86">
        <w:trPr>
          <w:trHeight w:val="550"/>
        </w:trPr>
        <w:tc>
          <w:tcPr>
            <w:tcW w:w="8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DE4" w:rsidRPr="000E7E86" w:rsidRDefault="004B3DE4" w:rsidP="008C14E7">
            <w:pPr>
              <w:rPr>
                <w:b/>
                <w:color w:val="FF0000"/>
                <w:sz w:val="20"/>
                <w:szCs w:val="20"/>
              </w:rPr>
            </w:pPr>
          </w:p>
        </w:tc>
        <w:tc>
          <w:tcPr>
            <w:tcW w:w="1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3DE4" w:rsidRPr="000E7E86" w:rsidRDefault="004B3DE4" w:rsidP="002C5F75">
            <w:pPr>
              <w:rPr>
                <w:sz w:val="20"/>
                <w:szCs w:val="20"/>
              </w:rPr>
            </w:pPr>
            <w:r w:rsidRPr="000E7E86">
              <w:rPr>
                <w:sz w:val="20"/>
                <w:szCs w:val="20"/>
              </w:rPr>
              <w:t>Требования к функциональным характеристикам (потребительским свойствам) товара, требования к размерам, упаковке, отгрузке товара</w:t>
            </w:r>
          </w:p>
          <w:p w:rsidR="004B3DE4" w:rsidRPr="000E7E86" w:rsidRDefault="004B3DE4" w:rsidP="002C5F75">
            <w:pPr>
              <w:rPr>
                <w:sz w:val="20"/>
                <w:szCs w:val="20"/>
              </w:rPr>
            </w:pPr>
          </w:p>
        </w:tc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3DE4" w:rsidRDefault="004B3DE4" w:rsidP="002C5F75">
            <w:pPr>
              <w:pStyle w:val="BodyText"/>
              <w:spacing w:after="0"/>
              <w:jc w:val="both"/>
            </w:pPr>
            <w:r w:rsidRPr="000E7E86">
              <w:t xml:space="preserve">Наличие у поставщика складов с отдельными помещениями для соответствующих категорий продуктов, оборудованных холодильными установками, а также транспортных средств, имеющих оформленные санитарные паспорта. </w:t>
            </w:r>
          </w:p>
          <w:p w:rsidR="004B3DE4" w:rsidRPr="000E7E86" w:rsidRDefault="004B3DE4" w:rsidP="002C5F75">
            <w:pPr>
              <w:pStyle w:val="BodyText"/>
              <w:spacing w:after="0"/>
              <w:jc w:val="both"/>
            </w:pPr>
            <w:r w:rsidRPr="000E7E86">
              <w:t>Фляги для поставки товара должны соответствовать санитарным нормам и правилам и обеспечивать сохранность товара при транспортировке. Поставка товара производится автотранспортом  поставщика на склад заказчика в количестве и сроки согласно заявкам заказчика.</w:t>
            </w:r>
          </w:p>
        </w:tc>
        <w:tc>
          <w:tcPr>
            <w:tcW w:w="4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DE4" w:rsidRPr="000E7E86" w:rsidRDefault="004B3DE4" w:rsidP="008C14E7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6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DE4" w:rsidRPr="000E7E86" w:rsidRDefault="004B3DE4" w:rsidP="008C14E7">
            <w:pPr>
              <w:rPr>
                <w:color w:val="FF0000"/>
                <w:sz w:val="20"/>
                <w:szCs w:val="20"/>
              </w:rPr>
            </w:pPr>
          </w:p>
        </w:tc>
      </w:tr>
      <w:tr w:rsidR="004B3DE4" w:rsidRPr="000E7E86" w:rsidTr="000E7E86">
        <w:trPr>
          <w:trHeight w:val="275"/>
        </w:trPr>
        <w:tc>
          <w:tcPr>
            <w:tcW w:w="8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DE4" w:rsidRPr="000E7E86" w:rsidRDefault="004B3DE4" w:rsidP="008C14E7">
            <w:pPr>
              <w:rPr>
                <w:b/>
                <w:color w:val="FF0000"/>
                <w:sz w:val="20"/>
                <w:szCs w:val="20"/>
              </w:rPr>
            </w:pPr>
          </w:p>
        </w:tc>
        <w:tc>
          <w:tcPr>
            <w:tcW w:w="1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3DE4" w:rsidRPr="000E7E86" w:rsidRDefault="004B3DE4" w:rsidP="002C5F75">
            <w:pPr>
              <w:rPr>
                <w:sz w:val="20"/>
                <w:szCs w:val="20"/>
              </w:rPr>
            </w:pPr>
            <w:r w:rsidRPr="000E7E86">
              <w:rPr>
                <w:sz w:val="20"/>
                <w:szCs w:val="20"/>
              </w:rPr>
              <w:t>Требования к гарантийному сроку и (или) объему предоставления гарантий качества товара, работы, услуги</w:t>
            </w:r>
          </w:p>
        </w:tc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3DE4" w:rsidRPr="000E7E86" w:rsidRDefault="004B3DE4" w:rsidP="002C5F75">
            <w:pPr>
              <w:pStyle w:val="BodyText"/>
              <w:spacing w:after="0"/>
              <w:jc w:val="both"/>
            </w:pPr>
            <w:r w:rsidRPr="000E7E86">
              <w:t>Срок годности товара на момент поставки должен составлять не менее 80% срока годности установленного производителем товара.</w:t>
            </w:r>
          </w:p>
        </w:tc>
        <w:tc>
          <w:tcPr>
            <w:tcW w:w="4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DE4" w:rsidRPr="000E7E86" w:rsidRDefault="004B3DE4" w:rsidP="008C14E7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6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DE4" w:rsidRPr="000E7E86" w:rsidRDefault="004B3DE4" w:rsidP="008C14E7">
            <w:pPr>
              <w:rPr>
                <w:color w:val="FF0000"/>
                <w:sz w:val="20"/>
                <w:szCs w:val="20"/>
              </w:rPr>
            </w:pPr>
          </w:p>
        </w:tc>
      </w:tr>
    </w:tbl>
    <w:p w:rsidR="004B3DE4" w:rsidRPr="000E7E86" w:rsidRDefault="004B3DE4" w:rsidP="00832EE9">
      <w:pPr>
        <w:pStyle w:val="BodyText"/>
        <w:rPr>
          <w:color w:val="FF000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3810"/>
        <w:gridCol w:w="6611"/>
      </w:tblGrid>
      <w:tr w:rsidR="004B3DE4" w:rsidRPr="000E7E86" w:rsidTr="002C5F75">
        <w:trPr>
          <w:trHeight w:val="389"/>
        </w:trPr>
        <w:tc>
          <w:tcPr>
            <w:tcW w:w="1828" w:type="pct"/>
            <w:tcBorders>
              <w:top w:val="single" w:sz="4" w:space="0" w:color="auto"/>
            </w:tcBorders>
          </w:tcPr>
          <w:p w:rsidR="004B3DE4" w:rsidRPr="000E7E86" w:rsidRDefault="004B3DE4" w:rsidP="008C14E7">
            <w:pPr>
              <w:pStyle w:val="ConsPlusNormal0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  <w:r w:rsidRPr="000E7E86">
              <w:rPr>
                <w:rFonts w:ascii="Times New Roman" w:hAnsi="Times New Roman" w:cs="Times New Roman"/>
              </w:rPr>
              <w:t xml:space="preserve">Требования к участникам размещения заказа </w:t>
            </w:r>
          </w:p>
        </w:tc>
        <w:tc>
          <w:tcPr>
            <w:tcW w:w="3172" w:type="pct"/>
            <w:tcBorders>
              <w:top w:val="single" w:sz="4" w:space="0" w:color="auto"/>
            </w:tcBorders>
          </w:tcPr>
          <w:p w:rsidR="004B3DE4" w:rsidRPr="000E7E86" w:rsidRDefault="004B3DE4" w:rsidP="002C5F75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</w:rPr>
            </w:pPr>
            <w:r w:rsidRPr="000E7E86">
              <w:rPr>
                <w:rFonts w:ascii="Times New Roman" w:hAnsi="Times New Roman" w:cs="Times New Roman"/>
              </w:rPr>
              <w:t>1. Участниками размещения заказа могут выступать только субъекты малого предпринимательства.</w:t>
            </w:r>
          </w:p>
          <w:p w:rsidR="004B3DE4" w:rsidRPr="000E7E86" w:rsidRDefault="004B3DE4" w:rsidP="002C5F75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</w:rPr>
            </w:pPr>
            <w:r w:rsidRPr="000E7E86">
              <w:rPr>
                <w:rFonts w:ascii="Times New Roman" w:hAnsi="Times New Roman" w:cs="Times New Roman"/>
              </w:rPr>
              <w:t>2. Отсутствие в реестре недобросовестных поставщиков сведений об участнике размещения заказа.</w:t>
            </w:r>
          </w:p>
        </w:tc>
      </w:tr>
      <w:tr w:rsidR="004B3DE4" w:rsidRPr="000E7E86" w:rsidTr="002C5F75">
        <w:tc>
          <w:tcPr>
            <w:tcW w:w="1828" w:type="pct"/>
          </w:tcPr>
          <w:p w:rsidR="004B3DE4" w:rsidRPr="000E7E86" w:rsidRDefault="004B3DE4" w:rsidP="008C14E7">
            <w:pPr>
              <w:spacing w:line="276" w:lineRule="auto"/>
              <w:rPr>
                <w:sz w:val="20"/>
                <w:szCs w:val="20"/>
              </w:rPr>
            </w:pPr>
            <w:r w:rsidRPr="000E7E86">
              <w:rPr>
                <w:sz w:val="20"/>
                <w:szCs w:val="20"/>
              </w:rPr>
              <w:t>Источник финансирования заказа</w:t>
            </w:r>
          </w:p>
        </w:tc>
        <w:tc>
          <w:tcPr>
            <w:tcW w:w="3172" w:type="pct"/>
          </w:tcPr>
          <w:p w:rsidR="004B3DE4" w:rsidRPr="000E7E86" w:rsidRDefault="004B3DE4" w:rsidP="002C5F75">
            <w:pPr>
              <w:pStyle w:val="BodyText"/>
              <w:spacing w:line="276" w:lineRule="auto"/>
              <w:jc w:val="both"/>
            </w:pPr>
            <w:r w:rsidRPr="000E7E86">
              <w:t>внебюджетные средства (средства ФОМС)</w:t>
            </w:r>
          </w:p>
        </w:tc>
      </w:tr>
      <w:tr w:rsidR="004B3DE4" w:rsidRPr="000E7E86" w:rsidTr="002C5F75">
        <w:trPr>
          <w:trHeight w:val="544"/>
        </w:trPr>
        <w:tc>
          <w:tcPr>
            <w:tcW w:w="1828" w:type="pct"/>
          </w:tcPr>
          <w:p w:rsidR="004B3DE4" w:rsidRPr="000E7E86" w:rsidRDefault="004B3DE4" w:rsidP="008C14E7">
            <w:pPr>
              <w:spacing w:line="276" w:lineRule="auto"/>
              <w:rPr>
                <w:sz w:val="20"/>
                <w:szCs w:val="20"/>
              </w:rPr>
            </w:pPr>
            <w:r w:rsidRPr="000E7E86">
              <w:rPr>
                <w:sz w:val="20"/>
                <w:szCs w:val="20"/>
              </w:rPr>
              <w:t>Максимальная цена контракта, руб.</w:t>
            </w:r>
          </w:p>
        </w:tc>
        <w:tc>
          <w:tcPr>
            <w:tcW w:w="3172" w:type="pct"/>
          </w:tcPr>
          <w:p w:rsidR="004B3DE4" w:rsidRPr="000E7E86" w:rsidRDefault="004B3DE4" w:rsidP="002C5F75">
            <w:pPr>
              <w:pStyle w:val="BodyText"/>
              <w:spacing w:line="276" w:lineRule="auto"/>
              <w:jc w:val="both"/>
            </w:pPr>
            <w:r w:rsidRPr="000E7E86">
              <w:rPr>
                <w:b/>
              </w:rPr>
              <w:t>55 723,20</w:t>
            </w:r>
          </w:p>
        </w:tc>
      </w:tr>
      <w:tr w:rsidR="004B3DE4" w:rsidRPr="000E7E86" w:rsidTr="002C5F75">
        <w:tc>
          <w:tcPr>
            <w:tcW w:w="1828" w:type="pct"/>
          </w:tcPr>
          <w:p w:rsidR="004B3DE4" w:rsidRPr="000E7E86" w:rsidRDefault="004B3DE4" w:rsidP="008C14E7">
            <w:pPr>
              <w:spacing w:line="276" w:lineRule="auto"/>
              <w:rPr>
                <w:sz w:val="20"/>
                <w:szCs w:val="20"/>
              </w:rPr>
            </w:pPr>
            <w:r w:rsidRPr="000E7E86">
              <w:rPr>
                <w:sz w:val="20"/>
                <w:szCs w:val="20"/>
              </w:rPr>
              <w:t>Сведения о включенных (не включенных) в цену товаров, работ, услуг расходах</w:t>
            </w:r>
          </w:p>
        </w:tc>
        <w:tc>
          <w:tcPr>
            <w:tcW w:w="3172" w:type="pct"/>
          </w:tcPr>
          <w:p w:rsidR="004B3DE4" w:rsidRPr="000E7E86" w:rsidRDefault="004B3DE4" w:rsidP="002C5F75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 w:rsidRPr="000E7E86">
              <w:rPr>
                <w:sz w:val="20"/>
                <w:szCs w:val="20"/>
              </w:rPr>
              <w:t xml:space="preserve">цена </w:t>
            </w:r>
            <w:r>
              <w:rPr>
                <w:sz w:val="20"/>
                <w:szCs w:val="20"/>
              </w:rPr>
              <w:t>к</w:t>
            </w:r>
            <w:r w:rsidRPr="000E7E86">
              <w:rPr>
                <w:sz w:val="20"/>
                <w:szCs w:val="20"/>
              </w:rPr>
              <w:t>онтракта включает в себя все расходы, связанные с исполнением муниципального контракта, в том числе стоимость товара, доставка до заказчика, разгрузка, налоги с учетом НДС, сборы и другие обязательные платежи</w:t>
            </w:r>
          </w:p>
        </w:tc>
      </w:tr>
      <w:tr w:rsidR="004B3DE4" w:rsidRPr="000E7E86" w:rsidTr="002C5F75">
        <w:trPr>
          <w:trHeight w:val="434"/>
        </w:trPr>
        <w:tc>
          <w:tcPr>
            <w:tcW w:w="1828" w:type="pct"/>
          </w:tcPr>
          <w:p w:rsidR="004B3DE4" w:rsidRPr="000E7E86" w:rsidRDefault="004B3DE4" w:rsidP="008C14E7">
            <w:pPr>
              <w:spacing w:line="276" w:lineRule="auto"/>
              <w:rPr>
                <w:sz w:val="20"/>
                <w:szCs w:val="20"/>
              </w:rPr>
            </w:pPr>
            <w:r w:rsidRPr="000E7E86">
              <w:rPr>
                <w:sz w:val="20"/>
                <w:szCs w:val="20"/>
              </w:rPr>
              <w:t xml:space="preserve">Место доставки товаров, выполнения работ, </w:t>
            </w:r>
            <w:r w:rsidRPr="000E7E86">
              <w:rPr>
                <w:bCs/>
                <w:sz w:val="20"/>
                <w:szCs w:val="20"/>
              </w:rPr>
              <w:t>оказания услуг</w:t>
            </w:r>
          </w:p>
        </w:tc>
        <w:tc>
          <w:tcPr>
            <w:tcW w:w="3172" w:type="pct"/>
          </w:tcPr>
          <w:p w:rsidR="004B3DE4" w:rsidRPr="000E7E86" w:rsidRDefault="004B3DE4" w:rsidP="002C5F75">
            <w:pPr>
              <w:pStyle w:val="BodyText"/>
              <w:spacing w:line="276" w:lineRule="auto"/>
              <w:jc w:val="both"/>
            </w:pPr>
            <w:r w:rsidRPr="000E7E86">
              <w:t xml:space="preserve"> </w:t>
            </w:r>
            <w:smartTag w:uri="urn:schemas-microsoft-com:office:smarttags" w:element="metricconverter">
              <w:smartTagPr>
                <w:attr w:name="ProductID" w:val="153032, г"/>
              </w:smartTagPr>
              <w:r w:rsidRPr="000E7E86">
                <w:t>153032, г</w:t>
              </w:r>
            </w:smartTag>
            <w:r w:rsidRPr="000E7E86">
              <w:t>. Иваново, ул. Станкостроителей, д. 4 (склад заказчика)</w:t>
            </w:r>
          </w:p>
        </w:tc>
      </w:tr>
      <w:tr w:rsidR="004B3DE4" w:rsidRPr="000E7E86" w:rsidTr="002C5F75">
        <w:tc>
          <w:tcPr>
            <w:tcW w:w="1828" w:type="pct"/>
          </w:tcPr>
          <w:p w:rsidR="004B3DE4" w:rsidRPr="000E7E86" w:rsidRDefault="004B3DE4" w:rsidP="008C14E7">
            <w:pPr>
              <w:spacing w:line="276" w:lineRule="auto"/>
              <w:rPr>
                <w:bCs/>
                <w:sz w:val="20"/>
                <w:szCs w:val="20"/>
              </w:rPr>
            </w:pPr>
            <w:r w:rsidRPr="000E7E86">
              <w:rPr>
                <w:sz w:val="20"/>
                <w:szCs w:val="20"/>
              </w:rPr>
              <w:t xml:space="preserve">Срок поставок товаров, выполнения работ, </w:t>
            </w:r>
            <w:r w:rsidRPr="000E7E86">
              <w:rPr>
                <w:bCs/>
                <w:sz w:val="20"/>
                <w:szCs w:val="20"/>
              </w:rPr>
              <w:t>оказания услуг</w:t>
            </w:r>
          </w:p>
        </w:tc>
        <w:tc>
          <w:tcPr>
            <w:tcW w:w="3172" w:type="pct"/>
          </w:tcPr>
          <w:p w:rsidR="004B3DE4" w:rsidRPr="000E7E86" w:rsidRDefault="004B3DE4" w:rsidP="002C5F75">
            <w:pPr>
              <w:pStyle w:val="BodyText"/>
              <w:spacing w:line="276" w:lineRule="auto"/>
              <w:jc w:val="both"/>
            </w:pPr>
            <w:r w:rsidRPr="000E7E86">
              <w:t>с момента подписания муниципального контракта по 25.12.2011 на основании заявок заказчика</w:t>
            </w:r>
          </w:p>
        </w:tc>
      </w:tr>
      <w:tr w:rsidR="004B3DE4" w:rsidRPr="000E7E86" w:rsidTr="002C5F75">
        <w:tc>
          <w:tcPr>
            <w:tcW w:w="1828" w:type="pct"/>
          </w:tcPr>
          <w:p w:rsidR="004B3DE4" w:rsidRPr="000E7E86" w:rsidRDefault="004B3DE4" w:rsidP="008C14E7">
            <w:pPr>
              <w:spacing w:line="276" w:lineRule="auto"/>
              <w:rPr>
                <w:bCs/>
                <w:sz w:val="20"/>
                <w:szCs w:val="20"/>
              </w:rPr>
            </w:pPr>
            <w:r w:rsidRPr="000E7E86">
              <w:rPr>
                <w:sz w:val="20"/>
                <w:szCs w:val="20"/>
              </w:rPr>
              <w:t xml:space="preserve">Срок и условия оплаты поставок товаров, выполнения работ, </w:t>
            </w:r>
            <w:r w:rsidRPr="000E7E86">
              <w:rPr>
                <w:bCs/>
                <w:sz w:val="20"/>
                <w:szCs w:val="20"/>
              </w:rPr>
              <w:t xml:space="preserve">оказания услуг </w:t>
            </w:r>
          </w:p>
        </w:tc>
        <w:tc>
          <w:tcPr>
            <w:tcW w:w="3172" w:type="pct"/>
          </w:tcPr>
          <w:p w:rsidR="004B3DE4" w:rsidRPr="000E7E86" w:rsidRDefault="004B3DE4" w:rsidP="002C5F75">
            <w:pPr>
              <w:spacing w:line="276" w:lineRule="auto"/>
              <w:jc w:val="both"/>
              <w:rPr>
                <w:bCs/>
                <w:sz w:val="20"/>
                <w:szCs w:val="20"/>
              </w:rPr>
            </w:pPr>
            <w:r w:rsidRPr="000E7E86">
              <w:rPr>
                <w:sz w:val="20"/>
                <w:szCs w:val="20"/>
              </w:rPr>
              <w:t>оплата производится по безналичному расчету путем перечисления заказчиком денежных средств на расчетный счет поставщика на основании счетов-фактур и товарно-транспортной накладной до 31.12.2011 года</w:t>
            </w:r>
          </w:p>
        </w:tc>
      </w:tr>
      <w:tr w:rsidR="004B3DE4" w:rsidRPr="000E7E86" w:rsidTr="002C5F75">
        <w:tc>
          <w:tcPr>
            <w:tcW w:w="1828" w:type="pct"/>
            <w:tcBorders>
              <w:bottom w:val="single" w:sz="4" w:space="0" w:color="auto"/>
            </w:tcBorders>
          </w:tcPr>
          <w:p w:rsidR="004B3DE4" w:rsidRPr="000E7E86" w:rsidRDefault="004B3DE4" w:rsidP="008C14E7">
            <w:pPr>
              <w:spacing w:line="276" w:lineRule="auto"/>
              <w:rPr>
                <w:sz w:val="20"/>
                <w:szCs w:val="20"/>
              </w:rPr>
            </w:pPr>
            <w:r w:rsidRPr="000E7E86">
              <w:rPr>
                <w:sz w:val="20"/>
                <w:szCs w:val="20"/>
              </w:rPr>
              <w:t>Срок подписания победителем контракта</w:t>
            </w:r>
          </w:p>
        </w:tc>
        <w:tc>
          <w:tcPr>
            <w:tcW w:w="3172" w:type="pct"/>
            <w:tcBorders>
              <w:bottom w:val="single" w:sz="4" w:space="0" w:color="auto"/>
            </w:tcBorders>
          </w:tcPr>
          <w:p w:rsidR="004B3DE4" w:rsidRPr="000E7E86" w:rsidRDefault="004B3DE4" w:rsidP="002C5F75">
            <w:pPr>
              <w:spacing w:line="276" w:lineRule="auto"/>
              <w:jc w:val="both"/>
              <w:rPr>
                <w:bCs/>
                <w:sz w:val="20"/>
                <w:szCs w:val="20"/>
              </w:rPr>
            </w:pPr>
            <w:r w:rsidRPr="002A7716">
              <w:rPr>
                <w:bCs/>
                <w:sz w:val="20"/>
                <w:szCs w:val="20"/>
              </w:rPr>
              <w:t>не позднее 10 (десят</w:t>
            </w:r>
            <w:r>
              <w:rPr>
                <w:bCs/>
                <w:sz w:val="20"/>
                <w:szCs w:val="20"/>
              </w:rPr>
              <w:t>и</w:t>
            </w:r>
            <w:r w:rsidRPr="002A7716">
              <w:rPr>
                <w:bCs/>
                <w:sz w:val="20"/>
                <w:szCs w:val="20"/>
              </w:rPr>
              <w:t>) дней со дня подписания протокола рассмотрения и оценки котировочных заявок</w:t>
            </w:r>
          </w:p>
        </w:tc>
      </w:tr>
    </w:tbl>
    <w:p w:rsidR="004B3DE4" w:rsidRPr="000E7E86" w:rsidRDefault="004B3DE4" w:rsidP="00832EE9">
      <w:pPr>
        <w:rPr>
          <w:sz w:val="20"/>
          <w:szCs w:val="20"/>
        </w:rPr>
      </w:pPr>
    </w:p>
    <w:p w:rsidR="004B3DE4" w:rsidRPr="000E7E86" w:rsidRDefault="004B3DE4" w:rsidP="00EA7646">
      <w:pPr>
        <w:pStyle w:val="ConsPlusNormal0"/>
        <w:widowControl/>
        <w:ind w:firstLine="0"/>
        <w:jc w:val="both"/>
        <w:rPr>
          <w:rFonts w:ascii="Times New Roman" w:hAnsi="Times New Roman" w:cs="Times New Roman"/>
        </w:rPr>
      </w:pPr>
    </w:p>
    <w:p w:rsidR="004B3DE4" w:rsidRPr="000E7E86" w:rsidRDefault="004B3DE4" w:rsidP="00EA7646">
      <w:pPr>
        <w:pStyle w:val="ConsPlusNormal0"/>
        <w:widowControl/>
        <w:ind w:firstLine="0"/>
        <w:jc w:val="both"/>
        <w:rPr>
          <w:rFonts w:ascii="Times New Roman" w:hAnsi="Times New Roman" w:cs="Times New Roman"/>
        </w:rPr>
      </w:pPr>
    </w:p>
    <w:p w:rsidR="004B3DE4" w:rsidRPr="000E7E86" w:rsidRDefault="004B3DE4" w:rsidP="00EA7646">
      <w:pPr>
        <w:pStyle w:val="ConsPlusNormal0"/>
        <w:widowControl/>
        <w:ind w:firstLine="0"/>
        <w:jc w:val="both"/>
        <w:rPr>
          <w:rFonts w:ascii="Times New Roman" w:hAnsi="Times New Roman" w:cs="Times New Roman"/>
        </w:rPr>
      </w:pPr>
    </w:p>
    <w:p w:rsidR="004B3DE4" w:rsidRPr="000E7E86" w:rsidRDefault="004B3DE4" w:rsidP="00EA7646">
      <w:pPr>
        <w:pStyle w:val="ConsPlusNormal0"/>
        <w:widowControl/>
        <w:ind w:firstLine="0"/>
        <w:jc w:val="both"/>
        <w:rPr>
          <w:rFonts w:ascii="Times New Roman" w:hAnsi="Times New Roman" w:cs="Times New Roman"/>
        </w:rPr>
      </w:pPr>
    </w:p>
    <w:p w:rsidR="004B3DE4" w:rsidRPr="000E7E86" w:rsidRDefault="004B3DE4" w:rsidP="00EA7646">
      <w:pPr>
        <w:pStyle w:val="ConsPlusNormal0"/>
        <w:widowControl/>
        <w:ind w:firstLine="0"/>
        <w:jc w:val="both"/>
        <w:rPr>
          <w:rFonts w:ascii="Times New Roman" w:hAnsi="Times New Roman" w:cs="Times New Roman"/>
        </w:rPr>
      </w:pPr>
    </w:p>
    <w:p w:rsidR="004B3DE4" w:rsidRPr="000E7E86" w:rsidRDefault="004B3DE4" w:rsidP="00EA7646">
      <w:pPr>
        <w:pStyle w:val="ConsPlusNormal0"/>
        <w:widowControl/>
        <w:ind w:firstLine="0"/>
        <w:jc w:val="both"/>
        <w:rPr>
          <w:rFonts w:ascii="Times New Roman" w:hAnsi="Times New Roman" w:cs="Times New Roman"/>
        </w:rPr>
      </w:pPr>
    </w:p>
    <w:p w:rsidR="004B3DE4" w:rsidRPr="002C5F75" w:rsidRDefault="004B3DE4" w:rsidP="00EA7646">
      <w:pPr>
        <w:pStyle w:val="ConsPlusNormal0"/>
        <w:widowControl/>
        <w:ind w:firstLine="0"/>
        <w:jc w:val="both"/>
        <w:rPr>
          <w:rFonts w:ascii="Times New Roman" w:hAnsi="Times New Roman" w:cs="Times New Roman"/>
        </w:rPr>
      </w:pPr>
    </w:p>
    <w:p w:rsidR="004B3DE4" w:rsidRPr="002C5F75" w:rsidRDefault="004B3DE4" w:rsidP="002C5F75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  <w:r w:rsidRPr="002C5F75">
        <w:rPr>
          <w:b/>
          <w:sz w:val="20"/>
          <w:szCs w:val="20"/>
        </w:rPr>
        <w:t>Участниками настоящего запроса котировок могут являться только</w:t>
      </w:r>
    </w:p>
    <w:p w:rsidR="004B3DE4" w:rsidRPr="002C5F75" w:rsidRDefault="004B3DE4" w:rsidP="002C5F75">
      <w:pPr>
        <w:jc w:val="center"/>
        <w:rPr>
          <w:b/>
          <w:sz w:val="20"/>
          <w:szCs w:val="20"/>
        </w:rPr>
      </w:pPr>
      <w:r w:rsidRPr="002C5F75">
        <w:rPr>
          <w:b/>
          <w:sz w:val="20"/>
          <w:szCs w:val="20"/>
        </w:rPr>
        <w:t>субъекты малого предпринимательства.</w:t>
      </w:r>
    </w:p>
    <w:p w:rsidR="004B3DE4" w:rsidRPr="002C5F75" w:rsidRDefault="004B3DE4" w:rsidP="002C5F75">
      <w:pPr>
        <w:ind w:firstLine="720"/>
        <w:jc w:val="both"/>
        <w:rPr>
          <w:sz w:val="20"/>
          <w:szCs w:val="20"/>
        </w:rPr>
      </w:pPr>
      <w:bookmarkStart w:id="0" w:name="sub_2"/>
      <w:r w:rsidRPr="002C5F75">
        <w:rPr>
          <w:sz w:val="20"/>
          <w:szCs w:val="20"/>
        </w:rPr>
        <w:t xml:space="preserve">Участники Запроса котировок должны соответствовать требованиям, установленным ст. 4 Федерального закона от 24 июля </w:t>
      </w:r>
      <w:smartTag w:uri="urn:schemas-microsoft-com:office:smarttags" w:element="metricconverter">
        <w:smartTagPr>
          <w:attr w:name="ProductID" w:val="2007 г"/>
        </w:smartTagPr>
        <w:r w:rsidRPr="002C5F75">
          <w:rPr>
            <w:sz w:val="20"/>
            <w:szCs w:val="20"/>
          </w:rPr>
          <w:t>2007 г</w:t>
        </w:r>
      </w:smartTag>
      <w:r w:rsidRPr="002C5F75">
        <w:rPr>
          <w:sz w:val="20"/>
          <w:szCs w:val="20"/>
        </w:rPr>
        <w:t>. N 209-ФЗ "О развитии малого и среднего предпринимательства Российской Федерации", в соответствии с которым к субъектам малого предпринимательства относятся внесенные в единый государственный реестр юридических лиц потребительские кооперативы и коммерческие организации (за исключением государственных и муниципальных унитарных предприятий), а также физические лица, внесенные в единый государственный реестр индивидуальных предпринимателей и осуществляющие предпринимательскую деятельность без образования юридического лица (далее - индивидуальные предприниматели), крестьянские (фермерские) хозяйства, соответствующие следующим условиям:</w:t>
      </w:r>
    </w:p>
    <w:p w:rsidR="004B3DE4" w:rsidRPr="002C5F75" w:rsidRDefault="004B3DE4" w:rsidP="002C5F75">
      <w:pPr>
        <w:ind w:firstLine="720"/>
        <w:jc w:val="both"/>
        <w:rPr>
          <w:sz w:val="20"/>
          <w:szCs w:val="20"/>
        </w:rPr>
      </w:pPr>
      <w:bookmarkStart w:id="1" w:name="sub_21"/>
      <w:bookmarkEnd w:id="0"/>
      <w:r w:rsidRPr="002C5F75">
        <w:rPr>
          <w:sz w:val="20"/>
          <w:szCs w:val="20"/>
        </w:rPr>
        <w:t>1) для юридических лиц - суммарная доля участия Российской Федерации, субъектов Российской Федерации, муниципальных образований, иностранных юридических лиц, иностранных граждан, общественных и религиозных организаций (объединений), благотворительных и иных фондов в уставном (складочном) капитале (паевом фонде) указанных юридических лиц не должна превышать двадцать пять процентов (за исключением активов акционерных инвестиционных фондов и закрытых паевых инвестиционных фондов), доля участия, принадлежащая одному или нескольким юридическим лицам, не являющимся субъектами малого предпринимательства, не должна превышать двадцать пять процентов;</w:t>
      </w:r>
    </w:p>
    <w:p w:rsidR="004B3DE4" w:rsidRPr="002C5F75" w:rsidRDefault="004B3DE4" w:rsidP="002C5F75">
      <w:pPr>
        <w:ind w:firstLine="720"/>
        <w:jc w:val="both"/>
        <w:rPr>
          <w:sz w:val="20"/>
          <w:szCs w:val="20"/>
        </w:rPr>
      </w:pPr>
      <w:bookmarkStart w:id="2" w:name="sub_22"/>
      <w:bookmarkEnd w:id="1"/>
      <w:r w:rsidRPr="002C5F75">
        <w:rPr>
          <w:sz w:val="20"/>
          <w:szCs w:val="20"/>
        </w:rPr>
        <w:t xml:space="preserve">2) средняя численность работников за предшествующий календарный год не должна превышать следующего предельного значения средней численности работников для субъектов малого предпринимательства - сто человек включительно. </w:t>
      </w:r>
      <w:bookmarkStart w:id="3" w:name="sub_23"/>
      <w:bookmarkEnd w:id="2"/>
    </w:p>
    <w:p w:rsidR="004B3DE4" w:rsidRPr="002C5F75" w:rsidRDefault="004B3DE4" w:rsidP="002C5F75">
      <w:pPr>
        <w:ind w:firstLine="720"/>
        <w:jc w:val="both"/>
        <w:rPr>
          <w:sz w:val="20"/>
          <w:szCs w:val="20"/>
        </w:rPr>
      </w:pPr>
      <w:r w:rsidRPr="002C5F75">
        <w:rPr>
          <w:sz w:val="20"/>
          <w:szCs w:val="20"/>
        </w:rPr>
        <w:t>3) выручка от реализации товаров (работ, услуг) без учета налога на добавленную стоимость или балансовая стоимость активов (остаточная стоимость основных средств и нематериальных активов) за предшествующий календарный год не должна превышать предельные значения, установленные Правительством Российской Федерации для субъектов малого предпринимательства.</w:t>
      </w:r>
    </w:p>
    <w:p w:rsidR="004B3DE4" w:rsidRPr="002C5F75" w:rsidRDefault="004B3DE4" w:rsidP="002C5F75">
      <w:pPr>
        <w:pStyle w:val="ConsPlusNormal0"/>
        <w:widowControl/>
        <w:jc w:val="both"/>
        <w:rPr>
          <w:rFonts w:ascii="Times New Roman" w:hAnsi="Times New Roman" w:cs="Times New Roman"/>
        </w:rPr>
      </w:pPr>
      <w:r w:rsidRPr="002C5F75">
        <w:rPr>
          <w:rFonts w:ascii="Times New Roman" w:hAnsi="Times New Roman" w:cs="Times New Roman"/>
        </w:rPr>
        <w:t xml:space="preserve">Постановлением Правительства РФ от 22.07.2008 № 556 установлены предельные значения выручки в размере 60,0 млн. рублей для микропредприятий и 400,0 млн.рублей для малых предприятий. </w:t>
      </w:r>
      <w:bookmarkEnd w:id="3"/>
    </w:p>
    <w:p w:rsidR="004B3DE4" w:rsidRPr="002C5F75" w:rsidRDefault="004B3DE4" w:rsidP="002C5F75">
      <w:pPr>
        <w:pStyle w:val="BodyTextIndent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0"/>
          <w:szCs w:val="20"/>
        </w:rPr>
      </w:pPr>
      <w:r w:rsidRPr="002C5F75">
        <w:rPr>
          <w:sz w:val="20"/>
          <w:szCs w:val="20"/>
        </w:rPr>
        <w:t>Котировочная заявка подается участником размещения заказа в оригинале в письменной форме. Котировочная заявка должна быть заполнена по всем пунктам, заверена подписью участника размещения заказа или уполномоченного представителя участника размещения заказа, скреплена соответствующей мастичной печатью (для индивидуальных предпринимателей - при её наличии). Сведения, которые содержатся в заявках участников размещения заказа, должны быть однозначны, и не допускать дв</w:t>
      </w:r>
      <w:r w:rsidRPr="002C5F75">
        <w:rPr>
          <w:sz w:val="20"/>
          <w:szCs w:val="20"/>
        </w:rPr>
        <w:t>у</w:t>
      </w:r>
      <w:r w:rsidRPr="002C5F75">
        <w:rPr>
          <w:sz w:val="20"/>
          <w:szCs w:val="20"/>
        </w:rPr>
        <w:t>смысленных толкований. В котировочных заявках, представляемых участниками размещения заказа, не допускаются ошибки, подчистки и исправления (за исключением исправлений, парафир</w:t>
      </w:r>
      <w:r w:rsidRPr="002C5F75">
        <w:rPr>
          <w:sz w:val="20"/>
          <w:szCs w:val="20"/>
        </w:rPr>
        <w:t>о</w:t>
      </w:r>
      <w:r w:rsidRPr="002C5F75">
        <w:rPr>
          <w:sz w:val="20"/>
          <w:szCs w:val="20"/>
        </w:rPr>
        <w:t>ванных лицами, подписавшими котировочную заявку). Если в заявке имеются расхождения между обозначением цены контракта прописью и цифрами, то котировочной комиссией принимается к рассмотрению цена контракта, указанная прописью.</w:t>
      </w:r>
    </w:p>
    <w:p w:rsidR="004B3DE4" w:rsidRPr="002C5F75" w:rsidRDefault="004B3DE4" w:rsidP="002C5F75">
      <w:pPr>
        <w:ind w:firstLine="720"/>
        <w:jc w:val="both"/>
        <w:rPr>
          <w:sz w:val="20"/>
          <w:szCs w:val="20"/>
        </w:rPr>
      </w:pPr>
      <w:r w:rsidRPr="002C5F75">
        <w:rPr>
          <w:sz w:val="20"/>
          <w:szCs w:val="20"/>
        </w:rPr>
        <w:t xml:space="preserve">В случае, если котировочная заявка насчитывает более одного листа, все листы должны быть пронумерованы и скреплены между собой таким образом, чтобы исключить их случайное выпадение, заверены подписью участника размещения заказа или уполномоченного представителя участника размещения заказа и скреплены печатью. </w:t>
      </w:r>
    </w:p>
    <w:p w:rsidR="004B3DE4" w:rsidRPr="002C5F75" w:rsidRDefault="004B3DE4" w:rsidP="002C5F75">
      <w:pPr>
        <w:pStyle w:val="Title"/>
        <w:ind w:firstLine="720"/>
        <w:jc w:val="both"/>
        <w:rPr>
          <w:b w:val="0"/>
          <w:sz w:val="20"/>
        </w:rPr>
      </w:pPr>
      <w:r w:rsidRPr="002C5F75">
        <w:rPr>
          <w:b w:val="0"/>
          <w:sz w:val="20"/>
        </w:rPr>
        <w:t>Согласно ч. 2 ст. 46 Федерального закона от 21.07.2005 № 94 - ФЗ  «О размещении заказов на поставки товаров, выполнение работ, оказание услуг для государственных и муниципальных нужд» (далее - ФЗ № 94) котировочная заявка может быть подана по почте или в форме электронного документа, подписанного  в соответствии с нормативными правовыми актами Российской Федерации. В связи с отсутствием технической возможности в принятии электронных документов, заверенных электронно-цифровой подписью, котировочная заявка принимается только в письменной форме.</w:t>
      </w:r>
    </w:p>
    <w:p w:rsidR="004B3DE4" w:rsidRPr="002C5F75" w:rsidRDefault="004B3DE4" w:rsidP="002C5F75">
      <w:pPr>
        <w:pStyle w:val="Title"/>
        <w:ind w:firstLine="720"/>
        <w:jc w:val="both"/>
        <w:rPr>
          <w:b w:val="0"/>
          <w:sz w:val="20"/>
        </w:rPr>
      </w:pPr>
      <w:r w:rsidRPr="002C5F75">
        <w:rPr>
          <w:b w:val="0"/>
          <w:sz w:val="20"/>
        </w:rPr>
        <w:t>Котировочные заявки, поданные позднее установленного в извещении срока подачи котировочных заявок, не рассматриваются и в день их поступления возвращаются участникам размещения заказа, подавшим такие заявки.</w:t>
      </w:r>
    </w:p>
    <w:p w:rsidR="004B3DE4" w:rsidRPr="002C5F75" w:rsidRDefault="004B3DE4" w:rsidP="002C5F75">
      <w:pPr>
        <w:autoSpaceDE w:val="0"/>
        <w:autoSpaceDN w:val="0"/>
        <w:adjustRightInd w:val="0"/>
        <w:ind w:firstLine="720"/>
        <w:jc w:val="both"/>
        <w:outlineLvl w:val="1"/>
        <w:rPr>
          <w:b/>
          <w:bCs/>
          <w:sz w:val="20"/>
          <w:szCs w:val="20"/>
        </w:rPr>
      </w:pPr>
      <w:r w:rsidRPr="002C5F75">
        <w:rPr>
          <w:bCs/>
          <w:sz w:val="20"/>
          <w:szCs w:val="20"/>
        </w:rPr>
        <w:t>Участником размещения заказа может быть любое юридическое лицо независимо от организационно-правовой формы, формы собственности, места нахождения и места происхождения капитала или любое физическое лицо, в том числе индивидуальный предприниматель</w:t>
      </w:r>
      <w:r w:rsidRPr="002C5F75">
        <w:rPr>
          <w:b/>
          <w:bCs/>
          <w:sz w:val="20"/>
          <w:szCs w:val="20"/>
        </w:rPr>
        <w:t xml:space="preserve"> </w:t>
      </w:r>
      <w:r w:rsidRPr="002C5F75">
        <w:rPr>
          <w:sz w:val="20"/>
          <w:szCs w:val="20"/>
        </w:rPr>
        <w:t>(ч. 1 ст. 8 ФЗ № 94).</w:t>
      </w:r>
    </w:p>
    <w:p w:rsidR="004B3DE4" w:rsidRPr="002C5F75" w:rsidRDefault="004B3DE4" w:rsidP="002C5F75">
      <w:pPr>
        <w:ind w:firstLine="720"/>
        <w:jc w:val="both"/>
        <w:rPr>
          <w:sz w:val="20"/>
          <w:szCs w:val="20"/>
        </w:rPr>
      </w:pPr>
      <w:r w:rsidRPr="002C5F75">
        <w:rPr>
          <w:sz w:val="20"/>
          <w:szCs w:val="20"/>
        </w:rPr>
        <w:t xml:space="preserve">Участники размещения заказов имеют право выступать в отношениях, связанных с размещением заказов на поставки товаров, выполнение работ, оказание услуг для муниципальных нужд, как непосредственно, так и через своих представителей. Полномочия представителей участников размещения заказа подтверждаются доверенностью, выданной и оформленной в соответствии с гражданским законодательством, или ее нотариально заверенной копией (ч.3 ст. 8 ФЗ № 94). </w:t>
      </w:r>
    </w:p>
    <w:p w:rsidR="004B3DE4" w:rsidRPr="002C5F75" w:rsidRDefault="004B3DE4" w:rsidP="002C5F75">
      <w:pPr>
        <w:pStyle w:val="Title"/>
        <w:ind w:firstLine="720"/>
        <w:jc w:val="both"/>
        <w:rPr>
          <w:b w:val="0"/>
          <w:sz w:val="20"/>
        </w:rPr>
      </w:pPr>
      <w:r w:rsidRPr="002C5F75">
        <w:rPr>
          <w:b w:val="0"/>
          <w:sz w:val="20"/>
        </w:rPr>
        <w:t>В соответствии с Гражданским кодексом Российской Федерации заказчик вправе отозвать извещение о проведении запроса котировок до окончания срока подачи котировочных заявок.</w:t>
      </w:r>
    </w:p>
    <w:p w:rsidR="004B3DE4" w:rsidRPr="002C5F75" w:rsidRDefault="004B3DE4" w:rsidP="002C5F75">
      <w:pPr>
        <w:pStyle w:val="Title"/>
        <w:ind w:firstLine="720"/>
        <w:jc w:val="both"/>
        <w:rPr>
          <w:b w:val="0"/>
          <w:sz w:val="20"/>
        </w:rPr>
      </w:pPr>
      <w:r w:rsidRPr="002C5F75">
        <w:rPr>
          <w:b w:val="0"/>
          <w:sz w:val="20"/>
        </w:rPr>
        <w:t>Участник размещения заказа вправе подать только одну котировочную заявку, внесение изменений в которую не допускается.</w:t>
      </w:r>
    </w:p>
    <w:p w:rsidR="004B3DE4" w:rsidRPr="002C5F75" w:rsidRDefault="004B3DE4" w:rsidP="002C5F75">
      <w:pPr>
        <w:pStyle w:val="Title"/>
        <w:ind w:firstLine="720"/>
        <w:jc w:val="both"/>
        <w:rPr>
          <w:b w:val="0"/>
          <w:sz w:val="20"/>
        </w:rPr>
      </w:pPr>
      <w:r w:rsidRPr="002C5F75">
        <w:rPr>
          <w:b w:val="0"/>
          <w:sz w:val="20"/>
        </w:rPr>
        <w:t xml:space="preserve">  </w:t>
      </w:r>
    </w:p>
    <w:p w:rsidR="004B3DE4" w:rsidRPr="002C5F75" w:rsidRDefault="004B3DE4" w:rsidP="002C5F75">
      <w:pPr>
        <w:pStyle w:val="Title"/>
        <w:ind w:firstLine="720"/>
        <w:jc w:val="both"/>
        <w:rPr>
          <w:b w:val="0"/>
          <w:sz w:val="20"/>
        </w:rPr>
      </w:pPr>
      <w:r w:rsidRPr="002C5F75">
        <w:rPr>
          <w:b w:val="0"/>
          <w:sz w:val="20"/>
        </w:rPr>
        <w:t>Котировочная заявка должна быть составлена по прилагаемой форме и в соответствии с требованиями статьи 44 ФЗ № 94:</w:t>
      </w:r>
    </w:p>
    <w:p w:rsidR="004B3DE4" w:rsidRPr="002C5F75" w:rsidRDefault="004B3DE4" w:rsidP="002C5F75">
      <w:pPr>
        <w:pStyle w:val="ConsPlusNonformat"/>
        <w:widowControl/>
        <w:ind w:firstLine="720"/>
        <w:jc w:val="right"/>
        <w:rPr>
          <w:rFonts w:ascii="Times New Roman" w:hAnsi="Times New Roman" w:cs="Times New Roman"/>
        </w:rPr>
      </w:pPr>
    </w:p>
    <w:p w:rsidR="004B3DE4" w:rsidRPr="002C5F75" w:rsidRDefault="004B3DE4" w:rsidP="002C5F75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2C5F75">
        <w:rPr>
          <w:rFonts w:ascii="Times New Roman" w:hAnsi="Times New Roman" w:cs="Times New Roman"/>
          <w:sz w:val="24"/>
          <w:szCs w:val="24"/>
        </w:rPr>
        <w:br w:type="page"/>
      </w:r>
    </w:p>
    <w:p w:rsidR="004B3DE4" w:rsidRPr="002C5F75" w:rsidRDefault="004B3DE4" w:rsidP="002C5F75">
      <w:pPr>
        <w:pStyle w:val="ConsPlusNonformat"/>
        <w:widowControl/>
        <w:ind w:left="4860"/>
        <w:rPr>
          <w:rFonts w:ascii="Times New Roman" w:hAnsi="Times New Roman" w:cs="Times New Roman"/>
        </w:rPr>
      </w:pPr>
      <w:r w:rsidRPr="002C5F75">
        <w:rPr>
          <w:rFonts w:ascii="Times New Roman" w:hAnsi="Times New Roman" w:cs="Times New Roman"/>
        </w:rPr>
        <w:t>№ _____________</w:t>
      </w:r>
    </w:p>
    <w:p w:rsidR="004B3DE4" w:rsidRPr="002C5F75" w:rsidRDefault="004B3DE4" w:rsidP="002C5F75">
      <w:pPr>
        <w:pStyle w:val="ConsPlusNonformat"/>
        <w:widowControl/>
        <w:ind w:left="4860"/>
        <w:rPr>
          <w:rFonts w:ascii="Times New Roman" w:hAnsi="Times New Roman" w:cs="Times New Roman"/>
        </w:rPr>
      </w:pPr>
      <w:r w:rsidRPr="002C5F75">
        <w:rPr>
          <w:rFonts w:ascii="Times New Roman" w:hAnsi="Times New Roman" w:cs="Times New Roman"/>
        </w:rPr>
        <w:t>Приложение к извещению о проведении запроса котировок</w:t>
      </w:r>
    </w:p>
    <w:p w:rsidR="004B3DE4" w:rsidRPr="002C5F75" w:rsidRDefault="004B3DE4" w:rsidP="002C5F75">
      <w:pPr>
        <w:pStyle w:val="ConsPlusNonformat"/>
        <w:widowControl/>
        <w:ind w:left="4860"/>
        <w:rPr>
          <w:rFonts w:ascii="Times New Roman" w:hAnsi="Times New Roman" w:cs="Times New Roman"/>
        </w:rPr>
      </w:pPr>
      <w:r w:rsidRPr="002C5F75">
        <w:rPr>
          <w:rFonts w:ascii="Times New Roman" w:hAnsi="Times New Roman" w:cs="Times New Roman"/>
        </w:rPr>
        <w:t xml:space="preserve">от </w:t>
      </w:r>
      <w:r>
        <w:rPr>
          <w:rFonts w:ascii="Times New Roman" w:hAnsi="Times New Roman" w:cs="Times New Roman"/>
        </w:rPr>
        <w:t>28.07.</w:t>
      </w:r>
      <w:r w:rsidRPr="002C5F75">
        <w:rPr>
          <w:rFonts w:ascii="Times New Roman" w:hAnsi="Times New Roman" w:cs="Times New Roman"/>
        </w:rPr>
        <w:t>2011 г.</w:t>
      </w:r>
    </w:p>
    <w:p w:rsidR="004B3DE4" w:rsidRPr="002C5F75" w:rsidRDefault="004B3DE4" w:rsidP="002C5F75">
      <w:pPr>
        <w:pStyle w:val="ConsPlusNonformat"/>
        <w:widowControl/>
        <w:ind w:left="4860"/>
        <w:rPr>
          <w:rFonts w:ascii="Times New Roman" w:hAnsi="Times New Roman" w:cs="Times New Roman"/>
        </w:rPr>
      </w:pPr>
      <w:r w:rsidRPr="002C5F75">
        <w:rPr>
          <w:rFonts w:ascii="Times New Roman" w:hAnsi="Times New Roman" w:cs="Times New Roman"/>
        </w:rPr>
        <w:t xml:space="preserve">Регистрационный № </w:t>
      </w:r>
      <w:r>
        <w:rPr>
          <w:rFonts w:ascii="Times New Roman" w:hAnsi="Times New Roman" w:cs="Times New Roman"/>
          <w:u w:val="single"/>
        </w:rPr>
        <w:t>720</w:t>
      </w:r>
    </w:p>
    <w:p w:rsidR="004B3DE4" w:rsidRPr="002C5F75" w:rsidRDefault="004B3DE4" w:rsidP="002C5F75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</w:p>
    <w:p w:rsidR="004B3DE4" w:rsidRPr="002C5F75" w:rsidRDefault="004B3DE4" w:rsidP="002C5F75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  <w:r w:rsidRPr="002C5F75">
        <w:rPr>
          <w:rFonts w:ascii="Times New Roman" w:hAnsi="Times New Roman" w:cs="Times New Roman"/>
          <w:sz w:val="22"/>
          <w:szCs w:val="22"/>
        </w:rPr>
        <w:t>КОТИРОВОЧНАЯ ЗАЯВКА</w:t>
      </w:r>
    </w:p>
    <w:p w:rsidR="004B3DE4" w:rsidRPr="002C5F75" w:rsidRDefault="004B3DE4" w:rsidP="002C5F75">
      <w:pPr>
        <w:pStyle w:val="ConsPlusNonformat"/>
        <w:widowControl/>
        <w:ind w:left="4248" w:firstLine="708"/>
        <w:jc w:val="right"/>
        <w:rPr>
          <w:rFonts w:ascii="Times New Roman" w:hAnsi="Times New Roman" w:cs="Times New Roman"/>
          <w:sz w:val="22"/>
          <w:szCs w:val="22"/>
        </w:rPr>
      </w:pPr>
      <w:r w:rsidRPr="002C5F75">
        <w:rPr>
          <w:rFonts w:ascii="Times New Roman" w:hAnsi="Times New Roman" w:cs="Times New Roman"/>
          <w:sz w:val="22"/>
          <w:szCs w:val="22"/>
        </w:rPr>
        <w:t>Дата: «__» _________ 2011 г.</w:t>
      </w:r>
    </w:p>
    <w:p w:rsidR="004B3DE4" w:rsidRPr="002C5F75" w:rsidRDefault="004B3DE4" w:rsidP="002C5F75">
      <w:pPr>
        <w:pStyle w:val="ConsPlusNonformat"/>
        <w:widowControl/>
        <w:ind w:left="-360" w:firstLine="708"/>
        <w:jc w:val="center"/>
        <w:rPr>
          <w:rFonts w:ascii="Times New Roman" w:hAnsi="Times New Roman" w:cs="Times New Roman"/>
          <w:sz w:val="22"/>
          <w:szCs w:val="22"/>
        </w:rPr>
      </w:pPr>
      <w:r w:rsidRPr="002C5F75">
        <w:rPr>
          <w:rFonts w:ascii="Times New Roman" w:hAnsi="Times New Roman" w:cs="Times New Roman"/>
          <w:sz w:val="22"/>
          <w:szCs w:val="22"/>
        </w:rPr>
        <w:t>Сведения об участнике размещения заказа:</w:t>
      </w:r>
    </w:p>
    <w:tbl>
      <w:tblPr>
        <w:tblW w:w="5000" w:type="pct"/>
        <w:tblCellMar>
          <w:left w:w="70" w:type="dxa"/>
          <w:right w:w="70" w:type="dxa"/>
        </w:tblCellMar>
        <w:tblLook w:val="0000"/>
      </w:tblPr>
      <w:tblGrid>
        <w:gridCol w:w="410"/>
        <w:gridCol w:w="2621"/>
        <w:gridCol w:w="1570"/>
        <w:gridCol w:w="868"/>
        <w:gridCol w:w="1044"/>
        <w:gridCol w:w="1394"/>
        <w:gridCol w:w="1395"/>
        <w:gridCol w:w="1043"/>
      </w:tblGrid>
      <w:tr w:rsidR="004B3DE4" w:rsidRPr="002C5F75" w:rsidTr="002C5F75">
        <w:tblPrEx>
          <w:tblCellMar>
            <w:top w:w="0" w:type="dxa"/>
            <w:bottom w:w="0" w:type="dxa"/>
          </w:tblCellMar>
        </w:tblPrEx>
        <w:trPr>
          <w:trHeight w:val="767"/>
        </w:trPr>
        <w:tc>
          <w:tcPr>
            <w:tcW w:w="2627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3DE4" w:rsidRPr="002C5F75" w:rsidRDefault="004B3DE4" w:rsidP="00D54C82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  <w:r w:rsidRPr="002C5F75">
              <w:rPr>
                <w:rFonts w:ascii="Times New Roman" w:hAnsi="Times New Roman" w:cs="Times New Roman"/>
              </w:rPr>
              <w:t xml:space="preserve">1. Наименование участника размещения заказа </w:t>
            </w:r>
          </w:p>
          <w:p w:rsidR="004B3DE4" w:rsidRPr="002C5F75" w:rsidRDefault="004B3DE4" w:rsidP="00D54C82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  <w:r w:rsidRPr="002C5F75">
              <w:rPr>
                <w:rFonts w:ascii="Times New Roman" w:hAnsi="Times New Roman" w:cs="Times New Roman"/>
                <w:i/>
                <w:iCs/>
              </w:rPr>
              <w:t>(для юридического лица),</w:t>
            </w:r>
            <w:r w:rsidRPr="002C5F75">
              <w:rPr>
                <w:rFonts w:ascii="Times New Roman" w:hAnsi="Times New Roman" w:cs="Times New Roman"/>
              </w:rPr>
              <w:t xml:space="preserve"> фамилия, имя, отчество </w:t>
            </w:r>
            <w:r w:rsidRPr="002C5F75">
              <w:rPr>
                <w:rFonts w:ascii="Times New Roman" w:hAnsi="Times New Roman" w:cs="Times New Roman"/>
                <w:i/>
                <w:iCs/>
              </w:rPr>
              <w:t>(для физического лица)</w:t>
            </w:r>
            <w:r w:rsidRPr="002C5F75">
              <w:rPr>
                <w:rFonts w:ascii="Times New Roman" w:hAnsi="Times New Roman" w:cs="Times New Roman"/>
              </w:rPr>
              <w:t xml:space="preserve"> </w:t>
            </w:r>
          </w:p>
          <w:p w:rsidR="004B3DE4" w:rsidRPr="002C5F75" w:rsidRDefault="004B3DE4" w:rsidP="00D54C82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i/>
              </w:rPr>
            </w:pPr>
            <w:r w:rsidRPr="002C5F75">
              <w:rPr>
                <w:rFonts w:ascii="Times New Roman" w:hAnsi="Times New Roman" w:cs="Times New Roman"/>
              </w:rPr>
              <w:t>(</w:t>
            </w:r>
            <w:r w:rsidRPr="002C5F75">
              <w:rPr>
                <w:rFonts w:ascii="Times New Roman" w:hAnsi="Times New Roman" w:cs="Times New Roman"/>
                <w:i/>
              </w:rPr>
              <w:t>Наименование юридического лица должно содержать указание на его организационно-правовую форму)</w:t>
            </w:r>
          </w:p>
        </w:tc>
        <w:tc>
          <w:tcPr>
            <w:tcW w:w="2373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3DE4" w:rsidRPr="002C5F75" w:rsidRDefault="004B3DE4" w:rsidP="00D54C82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B3DE4" w:rsidRPr="002C5F75" w:rsidTr="002C5F75">
        <w:tblPrEx>
          <w:tblCellMar>
            <w:top w:w="0" w:type="dxa"/>
            <w:bottom w:w="0" w:type="dxa"/>
          </w:tblCellMar>
        </w:tblPrEx>
        <w:trPr>
          <w:cantSplit/>
          <w:trHeight w:val="657"/>
        </w:trPr>
        <w:tc>
          <w:tcPr>
            <w:tcW w:w="2627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3DE4" w:rsidRPr="002C5F75" w:rsidRDefault="004B3DE4" w:rsidP="00D54C82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  <w:r w:rsidRPr="002C5F75">
              <w:rPr>
                <w:rFonts w:ascii="Times New Roman" w:hAnsi="Times New Roman" w:cs="Times New Roman"/>
              </w:rPr>
              <w:t xml:space="preserve">2. Место нахождения </w:t>
            </w:r>
            <w:r w:rsidRPr="002C5F75">
              <w:rPr>
                <w:rFonts w:ascii="Times New Roman" w:hAnsi="Times New Roman" w:cs="Times New Roman"/>
                <w:i/>
                <w:iCs/>
              </w:rPr>
              <w:t>(для юридического лица),</w:t>
            </w:r>
            <w:r w:rsidRPr="002C5F75">
              <w:rPr>
                <w:rFonts w:ascii="Times New Roman" w:hAnsi="Times New Roman" w:cs="Times New Roman"/>
              </w:rPr>
              <w:t xml:space="preserve"> место жительства </w:t>
            </w:r>
            <w:r w:rsidRPr="002C5F75">
              <w:rPr>
                <w:rFonts w:ascii="Times New Roman" w:hAnsi="Times New Roman" w:cs="Times New Roman"/>
                <w:i/>
                <w:iCs/>
              </w:rPr>
              <w:t>(для физического лица)</w:t>
            </w:r>
            <w:r w:rsidRPr="002C5F75">
              <w:rPr>
                <w:rFonts w:ascii="Times New Roman" w:hAnsi="Times New Roman" w:cs="Times New Roman"/>
              </w:rPr>
              <w:t xml:space="preserve">, номер контактного телефона, адрес электронной почты (при его наличии) </w:t>
            </w:r>
          </w:p>
        </w:tc>
        <w:tc>
          <w:tcPr>
            <w:tcW w:w="2373" w:type="pct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B3DE4" w:rsidRPr="002C5F75" w:rsidRDefault="004B3DE4" w:rsidP="00D54C82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B3DE4" w:rsidRPr="002C5F75" w:rsidTr="002C5F75">
        <w:tblPrEx>
          <w:tblCellMar>
            <w:top w:w="0" w:type="dxa"/>
            <w:bottom w:w="0" w:type="dxa"/>
          </w:tblCellMar>
        </w:tblPrEx>
        <w:trPr>
          <w:trHeight w:val="483"/>
        </w:trPr>
        <w:tc>
          <w:tcPr>
            <w:tcW w:w="2627" w:type="pct"/>
            <w:gridSpan w:val="4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4B3DE4" w:rsidRPr="002C5F75" w:rsidRDefault="004B3DE4" w:rsidP="00D54C82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  <w:r w:rsidRPr="002C5F75">
              <w:rPr>
                <w:rFonts w:ascii="Times New Roman" w:hAnsi="Times New Roman" w:cs="Times New Roman"/>
              </w:rPr>
              <w:t>3. Банковские реквизиты участника размещения заказа:</w:t>
            </w:r>
          </w:p>
          <w:p w:rsidR="004B3DE4" w:rsidRPr="002C5F75" w:rsidRDefault="004B3DE4" w:rsidP="00D54C82">
            <w:pPr>
              <w:pStyle w:val="ConsPlusNormal0"/>
              <w:ind w:firstLine="0"/>
              <w:rPr>
                <w:rFonts w:ascii="Times New Roman" w:hAnsi="Times New Roman" w:cs="Times New Roman"/>
              </w:rPr>
            </w:pPr>
            <w:r w:rsidRPr="002C5F75">
              <w:rPr>
                <w:rStyle w:val="a"/>
                <w:rFonts w:ascii="Times New Roman" w:hAnsi="Times New Roman" w:cs="Times New Roman"/>
              </w:rPr>
              <w:t>3.1. Наименование и местоположение обсл</w:t>
            </w:r>
            <w:r w:rsidRPr="002C5F75">
              <w:rPr>
                <w:rStyle w:val="a"/>
                <w:rFonts w:ascii="Times New Roman" w:hAnsi="Times New Roman" w:cs="Times New Roman"/>
              </w:rPr>
              <w:t>у</w:t>
            </w:r>
            <w:r w:rsidRPr="002C5F75">
              <w:rPr>
                <w:rStyle w:val="a"/>
                <w:rFonts w:ascii="Times New Roman" w:hAnsi="Times New Roman" w:cs="Times New Roman"/>
              </w:rPr>
              <w:t>живающего банка</w:t>
            </w:r>
          </w:p>
        </w:tc>
        <w:tc>
          <w:tcPr>
            <w:tcW w:w="2373" w:type="pct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3DE4" w:rsidRPr="002C5F75" w:rsidRDefault="004B3DE4" w:rsidP="00D54C82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B3DE4" w:rsidRPr="002C5F75" w:rsidTr="002C5F75">
        <w:tblPrEx>
          <w:tblCellMar>
            <w:top w:w="0" w:type="dxa"/>
            <w:bottom w:w="0" w:type="dxa"/>
          </w:tblCellMar>
        </w:tblPrEx>
        <w:trPr>
          <w:trHeight w:val="174"/>
        </w:trPr>
        <w:tc>
          <w:tcPr>
            <w:tcW w:w="2627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B3DE4" w:rsidRPr="002C5F75" w:rsidRDefault="004B3DE4" w:rsidP="00D54C82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  <w:r w:rsidRPr="002C5F75">
              <w:rPr>
                <w:rFonts w:ascii="Times New Roman" w:hAnsi="Times New Roman" w:cs="Times New Roman"/>
              </w:rPr>
              <w:t>3.2. Расчетный счет</w:t>
            </w:r>
          </w:p>
        </w:tc>
        <w:tc>
          <w:tcPr>
            <w:tcW w:w="237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DE4" w:rsidRPr="002C5F75" w:rsidRDefault="004B3DE4" w:rsidP="00D54C82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B3DE4" w:rsidRPr="002C5F75" w:rsidTr="002C5F75">
        <w:tblPrEx>
          <w:tblCellMar>
            <w:top w:w="0" w:type="dxa"/>
            <w:bottom w:w="0" w:type="dxa"/>
          </w:tblCellMar>
        </w:tblPrEx>
        <w:trPr>
          <w:trHeight w:val="267"/>
        </w:trPr>
        <w:tc>
          <w:tcPr>
            <w:tcW w:w="2627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B3DE4" w:rsidRPr="002C5F75" w:rsidRDefault="004B3DE4" w:rsidP="00D54C82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  <w:r w:rsidRPr="002C5F75">
              <w:rPr>
                <w:rStyle w:val="a"/>
                <w:rFonts w:ascii="Times New Roman" w:hAnsi="Times New Roman" w:cs="Times New Roman"/>
              </w:rPr>
              <w:t>3.3. Корреспондентский счет</w:t>
            </w:r>
          </w:p>
        </w:tc>
        <w:tc>
          <w:tcPr>
            <w:tcW w:w="237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DE4" w:rsidRPr="002C5F75" w:rsidRDefault="004B3DE4" w:rsidP="00D54C82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B3DE4" w:rsidRPr="002C5F75" w:rsidTr="002C5F75">
        <w:tblPrEx>
          <w:tblCellMar>
            <w:top w:w="0" w:type="dxa"/>
            <w:bottom w:w="0" w:type="dxa"/>
          </w:tblCellMar>
        </w:tblPrEx>
        <w:trPr>
          <w:trHeight w:val="154"/>
        </w:trPr>
        <w:tc>
          <w:tcPr>
            <w:tcW w:w="2627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B3DE4" w:rsidRPr="002C5F75" w:rsidRDefault="004B3DE4" w:rsidP="00D54C82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  <w:r w:rsidRPr="002C5F75">
              <w:rPr>
                <w:rFonts w:ascii="Times New Roman" w:hAnsi="Times New Roman" w:cs="Times New Roman"/>
              </w:rPr>
              <w:t>3.4. Код БИК</w:t>
            </w:r>
          </w:p>
        </w:tc>
        <w:tc>
          <w:tcPr>
            <w:tcW w:w="237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DE4" w:rsidRPr="002C5F75" w:rsidRDefault="004B3DE4" w:rsidP="00D54C82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B3DE4" w:rsidRPr="002C5F75" w:rsidTr="002C5F75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627" w:type="pct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B3DE4" w:rsidRPr="002C5F75" w:rsidRDefault="004B3DE4" w:rsidP="00D54C82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  <w:r w:rsidRPr="002C5F75">
              <w:rPr>
                <w:rFonts w:ascii="Times New Roman" w:hAnsi="Times New Roman" w:cs="Times New Roman"/>
              </w:rPr>
              <w:t>4. Идентификационный номер налогоплательщика</w:t>
            </w:r>
          </w:p>
        </w:tc>
        <w:tc>
          <w:tcPr>
            <w:tcW w:w="2373" w:type="pct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B3DE4" w:rsidRPr="002C5F75" w:rsidRDefault="004B3DE4" w:rsidP="00D54C82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B3DE4" w:rsidRPr="002C5F75" w:rsidTr="002C5F75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627" w:type="pct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B3DE4" w:rsidRPr="002C5F75" w:rsidRDefault="004B3DE4" w:rsidP="00D54C82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  <w:r w:rsidRPr="002C5F75">
              <w:rPr>
                <w:rFonts w:ascii="Times New Roman" w:hAnsi="Times New Roman" w:cs="Times New Roman"/>
              </w:rPr>
              <w:t>5. КПП</w:t>
            </w:r>
          </w:p>
        </w:tc>
        <w:tc>
          <w:tcPr>
            <w:tcW w:w="2373" w:type="pct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B3DE4" w:rsidRPr="002C5F75" w:rsidRDefault="004B3DE4" w:rsidP="00D54C82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B3DE4" w:rsidRPr="002C5F75" w:rsidTr="002C5F75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5000" w:type="pct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4B3DE4" w:rsidRPr="002C5F75" w:rsidRDefault="004B3DE4" w:rsidP="00D54C82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C5F75">
              <w:rPr>
                <w:rFonts w:ascii="Times New Roman" w:hAnsi="Times New Roman" w:cs="Times New Roman"/>
                <w:sz w:val="22"/>
                <w:szCs w:val="22"/>
              </w:rPr>
              <w:t>Предложение участника размещения заказа.</w:t>
            </w:r>
          </w:p>
        </w:tc>
      </w:tr>
      <w:tr w:rsidR="004B3DE4" w:rsidRPr="002C5F75" w:rsidTr="002C5F75">
        <w:tblPrEx>
          <w:tblCellMar>
            <w:top w:w="0" w:type="dxa"/>
            <w:bottom w:w="0" w:type="dxa"/>
          </w:tblCellMar>
        </w:tblPrEx>
        <w:trPr>
          <w:trHeight w:val="960"/>
        </w:trPr>
        <w:tc>
          <w:tcPr>
            <w:tcW w:w="169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3DE4" w:rsidRPr="002C5F75" w:rsidRDefault="004B3DE4" w:rsidP="00D54C82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5F75">
              <w:rPr>
                <w:rFonts w:ascii="Times New Roman" w:hAnsi="Times New Roman" w:cs="Times New Roman"/>
              </w:rPr>
              <w:t xml:space="preserve">N </w:t>
            </w:r>
            <w:r w:rsidRPr="002C5F75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1271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3DE4" w:rsidRPr="002C5F75" w:rsidRDefault="004B3DE4" w:rsidP="00D54C82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5F75">
              <w:rPr>
                <w:rFonts w:ascii="Times New Roman" w:hAnsi="Times New Roman" w:cs="Times New Roman"/>
              </w:rPr>
              <w:t>Наименование поставляемых товаров (рекомендуется указание марки / модели и производителя)</w:t>
            </w:r>
          </w:p>
        </w:tc>
        <w:tc>
          <w:tcPr>
            <w:tcW w:w="763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3DE4" w:rsidRPr="002C5F75" w:rsidRDefault="004B3DE4" w:rsidP="00D54C82">
            <w:pPr>
              <w:pStyle w:val="ConsPlusNormal0"/>
              <w:widowControl/>
              <w:ind w:left="110" w:hanging="110"/>
              <w:jc w:val="center"/>
              <w:rPr>
                <w:rFonts w:ascii="Times New Roman" w:hAnsi="Times New Roman" w:cs="Times New Roman"/>
              </w:rPr>
            </w:pPr>
            <w:r w:rsidRPr="002C5F75">
              <w:rPr>
                <w:rFonts w:ascii="Times New Roman" w:hAnsi="Times New Roman" w:cs="Times New Roman"/>
              </w:rPr>
              <w:t>Характеристики</w:t>
            </w:r>
            <w:r w:rsidRPr="002C5F75">
              <w:rPr>
                <w:rFonts w:ascii="Times New Roman" w:hAnsi="Times New Roman" w:cs="Times New Roman"/>
              </w:rPr>
              <w:br/>
              <w:t xml:space="preserve">поставляемых </w:t>
            </w:r>
            <w:r w:rsidRPr="002C5F75">
              <w:rPr>
                <w:rFonts w:ascii="Times New Roman" w:hAnsi="Times New Roman" w:cs="Times New Roman"/>
              </w:rPr>
              <w:br/>
              <w:t>товаров</w:t>
            </w:r>
          </w:p>
        </w:tc>
        <w:tc>
          <w:tcPr>
            <w:tcW w:w="932" w:type="pct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3DE4" w:rsidRPr="002C5F75" w:rsidRDefault="004B3DE4" w:rsidP="00D54C82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5F75">
              <w:rPr>
                <w:rFonts w:ascii="Times New Roman" w:hAnsi="Times New Roman" w:cs="Times New Roman"/>
              </w:rPr>
              <w:t xml:space="preserve">Единица </w:t>
            </w:r>
            <w:r w:rsidRPr="002C5F75">
              <w:rPr>
                <w:rFonts w:ascii="Times New Roman" w:hAnsi="Times New Roman" w:cs="Times New Roman"/>
              </w:rPr>
              <w:br/>
              <w:t>измерения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3DE4" w:rsidRPr="002C5F75" w:rsidRDefault="004B3DE4" w:rsidP="00D54C82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5F75">
              <w:rPr>
                <w:rFonts w:ascii="Times New Roman" w:hAnsi="Times New Roman" w:cs="Times New Roman"/>
              </w:rPr>
              <w:t xml:space="preserve">Количество  </w:t>
            </w:r>
            <w:r w:rsidRPr="002C5F75">
              <w:rPr>
                <w:rFonts w:ascii="Times New Roman" w:hAnsi="Times New Roman" w:cs="Times New Roman"/>
              </w:rPr>
              <w:br/>
              <w:t xml:space="preserve">поставляемых </w:t>
            </w:r>
            <w:r w:rsidRPr="002C5F75">
              <w:rPr>
                <w:rFonts w:ascii="Times New Roman" w:hAnsi="Times New Roman" w:cs="Times New Roman"/>
              </w:rPr>
              <w:br/>
              <w:t>товаров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3DE4" w:rsidRPr="002C5F75" w:rsidRDefault="004B3DE4" w:rsidP="00D54C82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5F75">
              <w:rPr>
                <w:rFonts w:ascii="Times New Roman" w:hAnsi="Times New Roman" w:cs="Times New Roman"/>
              </w:rPr>
              <w:t xml:space="preserve">Цена   </w:t>
            </w:r>
            <w:r w:rsidRPr="002C5F75">
              <w:rPr>
                <w:rFonts w:ascii="Times New Roman" w:hAnsi="Times New Roman" w:cs="Times New Roman"/>
              </w:rPr>
              <w:br/>
              <w:t xml:space="preserve">единицы  </w:t>
            </w:r>
            <w:r w:rsidRPr="002C5F75">
              <w:rPr>
                <w:rFonts w:ascii="Times New Roman" w:hAnsi="Times New Roman" w:cs="Times New Roman"/>
              </w:rPr>
              <w:br/>
              <w:t>продукции, руб.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3DE4" w:rsidRPr="002C5F75" w:rsidRDefault="004B3DE4" w:rsidP="00D54C82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2C5F75">
              <w:rPr>
                <w:rFonts w:ascii="Times New Roman" w:hAnsi="Times New Roman" w:cs="Times New Roman"/>
              </w:rPr>
              <w:t>Сумма</w:t>
            </w:r>
            <w:r w:rsidRPr="002C5F75">
              <w:rPr>
                <w:rFonts w:ascii="Times New Roman" w:hAnsi="Times New Roman" w:cs="Times New Roman"/>
              </w:rPr>
              <w:br/>
              <w:t>руб.</w:t>
            </w:r>
          </w:p>
        </w:tc>
      </w:tr>
      <w:tr w:rsidR="004B3DE4" w:rsidRPr="002C5F75" w:rsidTr="002C5F75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1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3DE4" w:rsidRPr="002C5F75" w:rsidRDefault="004B3DE4" w:rsidP="00D54C82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2C5F75">
              <w:rPr>
                <w:rFonts w:ascii="Times New Roman" w:hAnsi="Times New Roman" w:cs="Times New Roman"/>
                <w:sz w:val="22"/>
                <w:szCs w:val="22"/>
              </w:rPr>
              <w:t xml:space="preserve">1 </w:t>
            </w:r>
          </w:p>
        </w:tc>
        <w:tc>
          <w:tcPr>
            <w:tcW w:w="12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3DE4" w:rsidRPr="002C5F75" w:rsidRDefault="004B3DE4" w:rsidP="00D54C82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3DE4" w:rsidRPr="002C5F75" w:rsidRDefault="004B3DE4" w:rsidP="00D54C82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32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3DE4" w:rsidRPr="002C5F75" w:rsidRDefault="004B3DE4" w:rsidP="00D54C82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3DE4" w:rsidRPr="002C5F75" w:rsidRDefault="004B3DE4" w:rsidP="00D54C82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3DE4" w:rsidRPr="002C5F75" w:rsidRDefault="004B3DE4" w:rsidP="00D54C82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3DE4" w:rsidRPr="002C5F75" w:rsidRDefault="004B3DE4" w:rsidP="00D54C82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B3DE4" w:rsidRPr="002C5F75" w:rsidTr="002C5F75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1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3DE4" w:rsidRPr="002C5F75" w:rsidRDefault="004B3DE4" w:rsidP="00D54C82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2C5F75">
              <w:rPr>
                <w:rFonts w:ascii="Times New Roman" w:hAnsi="Times New Roman" w:cs="Times New Roman"/>
                <w:sz w:val="22"/>
                <w:szCs w:val="22"/>
              </w:rPr>
              <w:t xml:space="preserve">2 </w:t>
            </w:r>
          </w:p>
        </w:tc>
        <w:tc>
          <w:tcPr>
            <w:tcW w:w="12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3DE4" w:rsidRPr="002C5F75" w:rsidRDefault="004B3DE4" w:rsidP="00D54C82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3DE4" w:rsidRPr="002C5F75" w:rsidRDefault="004B3DE4" w:rsidP="00D54C82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32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3DE4" w:rsidRPr="002C5F75" w:rsidRDefault="004B3DE4" w:rsidP="00D54C82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3DE4" w:rsidRPr="002C5F75" w:rsidRDefault="004B3DE4" w:rsidP="00D54C82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3DE4" w:rsidRPr="002C5F75" w:rsidRDefault="004B3DE4" w:rsidP="00D54C82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3DE4" w:rsidRPr="002C5F75" w:rsidRDefault="004B3DE4" w:rsidP="00D54C82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B3DE4" w:rsidRPr="002C5F75" w:rsidTr="002C5F75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1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3DE4" w:rsidRPr="002C5F75" w:rsidRDefault="004B3DE4" w:rsidP="00D54C82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2C5F75">
              <w:rPr>
                <w:rFonts w:ascii="Times New Roman" w:hAnsi="Times New Roman" w:cs="Times New Roman"/>
                <w:sz w:val="22"/>
                <w:szCs w:val="22"/>
              </w:rPr>
              <w:t>...</w:t>
            </w:r>
          </w:p>
        </w:tc>
        <w:tc>
          <w:tcPr>
            <w:tcW w:w="12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3DE4" w:rsidRPr="002C5F75" w:rsidRDefault="004B3DE4" w:rsidP="00D54C82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3DE4" w:rsidRPr="002C5F75" w:rsidRDefault="004B3DE4" w:rsidP="00D54C82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32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3DE4" w:rsidRPr="002C5F75" w:rsidRDefault="004B3DE4" w:rsidP="00D54C82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3DE4" w:rsidRPr="002C5F75" w:rsidRDefault="004B3DE4" w:rsidP="00D54C82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3DE4" w:rsidRPr="002C5F75" w:rsidRDefault="004B3DE4" w:rsidP="00D54C82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3DE4" w:rsidRPr="002C5F75" w:rsidRDefault="004B3DE4" w:rsidP="00D54C82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B3DE4" w:rsidRPr="002C5F75" w:rsidTr="002C5F75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1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3DE4" w:rsidRPr="002C5F75" w:rsidRDefault="004B3DE4" w:rsidP="00D54C82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3DE4" w:rsidRPr="002C5F75" w:rsidRDefault="004B3DE4" w:rsidP="00D54C82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2C5F75">
              <w:rPr>
                <w:rFonts w:ascii="Times New Roman" w:hAnsi="Times New Roman" w:cs="Times New Roman"/>
                <w:sz w:val="22"/>
                <w:szCs w:val="22"/>
              </w:rPr>
              <w:t xml:space="preserve">ИТОГО       </w:t>
            </w:r>
          </w:p>
        </w:tc>
        <w:tc>
          <w:tcPr>
            <w:tcW w:w="7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3DE4" w:rsidRPr="002C5F75" w:rsidRDefault="004B3DE4" w:rsidP="00D54C82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32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3DE4" w:rsidRPr="002C5F75" w:rsidRDefault="004B3DE4" w:rsidP="00D54C82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3DE4" w:rsidRPr="002C5F75" w:rsidRDefault="004B3DE4" w:rsidP="00D54C82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3DE4" w:rsidRPr="002C5F75" w:rsidRDefault="004B3DE4" w:rsidP="00D54C82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3DE4" w:rsidRPr="002C5F75" w:rsidRDefault="004B3DE4" w:rsidP="00D54C82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B3DE4" w:rsidRPr="002C5F75" w:rsidTr="002C5F75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3136" w:type="pct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3DE4" w:rsidRPr="002C5F75" w:rsidRDefault="004B3DE4" w:rsidP="00D54C82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b/>
              </w:rPr>
            </w:pPr>
            <w:r w:rsidRPr="002C5F75">
              <w:rPr>
                <w:rFonts w:ascii="Times New Roman" w:hAnsi="Times New Roman" w:cs="Times New Roman"/>
                <w:b/>
                <w:sz w:val="22"/>
                <w:szCs w:val="22"/>
              </w:rPr>
              <w:t>Сведения о включенных или не включенных в цену контракта расходах</w:t>
            </w:r>
            <w:r w:rsidRPr="002C5F7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4B3DE4" w:rsidRPr="002C5F75" w:rsidRDefault="004B3DE4" w:rsidP="00D54C82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64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3DE4" w:rsidRPr="002C5F75" w:rsidRDefault="004B3DE4" w:rsidP="00D54C82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2C5F75">
              <w:rPr>
                <w:rFonts w:ascii="Times New Roman" w:hAnsi="Times New Roman" w:cs="Times New Roman"/>
              </w:rPr>
              <w:t>цена контракта включает в себя все расходы, связанные с исполнением муниципального контракта, в том числе стоимость товара, доставка до заказчика, разгрузка, налоги, сборы и другие обязательные платежи</w:t>
            </w:r>
          </w:p>
        </w:tc>
      </w:tr>
    </w:tbl>
    <w:p w:rsidR="004B3DE4" w:rsidRPr="002C5F75" w:rsidRDefault="004B3DE4" w:rsidP="002C5F75">
      <w:pPr>
        <w:pStyle w:val="ConsPlusNormal0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4B3DE4" w:rsidRPr="002C5F75" w:rsidRDefault="004B3DE4" w:rsidP="002C5F75">
      <w:pPr>
        <w:pStyle w:val="ConsPlusNormal0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2C5F75">
        <w:rPr>
          <w:rFonts w:ascii="Times New Roman" w:hAnsi="Times New Roman" w:cs="Times New Roman"/>
          <w:sz w:val="24"/>
          <w:szCs w:val="24"/>
        </w:rPr>
        <w:t>Цена муниципального контракта ___________________________________________</w:t>
      </w:r>
      <w:r>
        <w:rPr>
          <w:rFonts w:ascii="Times New Roman" w:hAnsi="Times New Roman" w:cs="Times New Roman"/>
          <w:sz w:val="24"/>
          <w:szCs w:val="24"/>
        </w:rPr>
        <w:t xml:space="preserve">_ </w:t>
      </w:r>
      <w:r w:rsidRPr="002C5F75">
        <w:rPr>
          <w:rFonts w:ascii="Times New Roman" w:hAnsi="Times New Roman" w:cs="Times New Roman"/>
          <w:sz w:val="24"/>
          <w:szCs w:val="24"/>
        </w:rPr>
        <w:t>руб.</w:t>
      </w:r>
      <w:r>
        <w:rPr>
          <w:rFonts w:ascii="Times New Roman" w:hAnsi="Times New Roman" w:cs="Times New Roman"/>
          <w:sz w:val="24"/>
          <w:szCs w:val="24"/>
        </w:rPr>
        <w:t xml:space="preserve"> ___ коп.</w:t>
      </w:r>
      <w:r w:rsidRPr="002C5F75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4B3DE4" w:rsidRPr="002C5F75" w:rsidRDefault="004B3DE4" w:rsidP="002C5F75">
      <w:pPr>
        <w:pStyle w:val="ConsPlusNormal0"/>
        <w:widowControl/>
        <w:ind w:firstLine="0"/>
        <w:rPr>
          <w:rFonts w:ascii="Times New Roman" w:hAnsi="Times New Roman" w:cs="Times New Roman"/>
          <w:sz w:val="16"/>
          <w:szCs w:val="16"/>
        </w:rPr>
      </w:pPr>
      <w:r w:rsidRPr="002C5F75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(сумма прописью)</w:t>
      </w:r>
    </w:p>
    <w:p w:rsidR="004B3DE4" w:rsidRPr="002C5F75" w:rsidRDefault="004B3DE4" w:rsidP="002C5F75">
      <w:pPr>
        <w:pStyle w:val="ConsPlusNormal0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2C5F75">
        <w:rPr>
          <w:rFonts w:ascii="Times New Roman" w:hAnsi="Times New Roman" w:cs="Times New Roman"/>
          <w:sz w:val="24"/>
          <w:szCs w:val="24"/>
        </w:rPr>
        <w:t>в т.ч. НДС___________________.</w:t>
      </w:r>
    </w:p>
    <w:p w:rsidR="004B3DE4" w:rsidRPr="002C5F75" w:rsidRDefault="004B3DE4" w:rsidP="002C5F75">
      <w:pPr>
        <w:jc w:val="both"/>
        <w:rPr>
          <w:b/>
        </w:rPr>
      </w:pPr>
    </w:p>
    <w:p w:rsidR="004B3DE4" w:rsidRPr="002C5F75" w:rsidRDefault="004B3DE4" w:rsidP="002C5F75">
      <w:pPr>
        <w:jc w:val="both"/>
        <w:rPr>
          <w:sz w:val="20"/>
          <w:szCs w:val="20"/>
        </w:rPr>
      </w:pPr>
      <w:r w:rsidRPr="002C5F75">
        <w:rPr>
          <w:b/>
          <w:sz w:val="20"/>
          <w:szCs w:val="20"/>
        </w:rPr>
        <w:t>Примечание</w:t>
      </w:r>
      <w:r w:rsidRPr="002C5F75">
        <w:rPr>
          <w:sz w:val="20"/>
          <w:szCs w:val="20"/>
        </w:rPr>
        <w:t xml:space="preserve">: НДС указывается только теми организациями, которые работают с применением традиционной системы налогообложения. </w:t>
      </w:r>
    </w:p>
    <w:p w:rsidR="004B3DE4" w:rsidRPr="002C5F75" w:rsidRDefault="004B3DE4" w:rsidP="002C5F75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2C5F75">
        <w:rPr>
          <w:sz w:val="22"/>
          <w:szCs w:val="22"/>
        </w:rPr>
        <w:t>_______________________________________________________</w:t>
      </w:r>
      <w:r>
        <w:rPr>
          <w:sz w:val="22"/>
          <w:szCs w:val="22"/>
        </w:rPr>
        <w:t>________</w:t>
      </w:r>
      <w:r w:rsidRPr="002C5F75">
        <w:rPr>
          <w:sz w:val="22"/>
          <w:szCs w:val="22"/>
        </w:rPr>
        <w:t xml:space="preserve">_, согласно(ен) исполнить условия </w:t>
      </w:r>
    </w:p>
    <w:p w:rsidR="004B3DE4" w:rsidRPr="002C5F75" w:rsidRDefault="004B3DE4" w:rsidP="002C5F75">
      <w:pPr>
        <w:autoSpaceDE w:val="0"/>
        <w:autoSpaceDN w:val="0"/>
        <w:adjustRightInd w:val="0"/>
        <w:jc w:val="both"/>
        <w:rPr>
          <w:sz w:val="22"/>
          <w:szCs w:val="22"/>
          <w:vertAlign w:val="superscript"/>
        </w:rPr>
      </w:pPr>
      <w:r w:rsidRPr="002C5F75">
        <w:rPr>
          <w:sz w:val="22"/>
          <w:szCs w:val="22"/>
          <w:vertAlign w:val="superscript"/>
        </w:rPr>
        <w:t xml:space="preserve">                                              (Наименование участника размещения заказа)</w:t>
      </w:r>
    </w:p>
    <w:p w:rsidR="004B3DE4" w:rsidRPr="002C5F75" w:rsidRDefault="004B3DE4" w:rsidP="002C5F75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2C5F75">
        <w:rPr>
          <w:sz w:val="22"/>
          <w:szCs w:val="22"/>
        </w:rPr>
        <w:t>муниципального контракта, указанные в извещении о проведении запроса котировок № </w:t>
      </w:r>
      <w:r>
        <w:rPr>
          <w:sz w:val="22"/>
          <w:szCs w:val="22"/>
          <w:u w:val="single"/>
        </w:rPr>
        <w:t>720</w:t>
      </w:r>
      <w:r w:rsidRPr="002C5F75">
        <w:rPr>
          <w:sz w:val="22"/>
          <w:szCs w:val="22"/>
        </w:rPr>
        <w:t xml:space="preserve"> от </w:t>
      </w:r>
      <w:r>
        <w:rPr>
          <w:sz w:val="22"/>
          <w:szCs w:val="22"/>
        </w:rPr>
        <w:t>28.07</w:t>
      </w:r>
      <w:r w:rsidRPr="002C5F75">
        <w:rPr>
          <w:sz w:val="22"/>
          <w:szCs w:val="22"/>
        </w:rPr>
        <w:t>.2011, с учетом предлагаемых характеристик поставляемого товара и цены контракта, указанного в настоящей котировочной заявке.</w:t>
      </w:r>
    </w:p>
    <w:p w:rsidR="004B3DE4" w:rsidRPr="002C5F75" w:rsidRDefault="004B3DE4" w:rsidP="002C5F75">
      <w:pPr>
        <w:jc w:val="both"/>
        <w:rPr>
          <w:vertAlign w:val="superscript"/>
        </w:rPr>
      </w:pPr>
      <w:r w:rsidRPr="002C5F75">
        <w:t>_______________________________________________</w:t>
      </w:r>
      <w:r>
        <w:t>_______</w:t>
      </w:r>
      <w:r w:rsidRPr="002C5F75">
        <w:t xml:space="preserve">_______ является субъектом малого </w:t>
      </w:r>
      <w:r w:rsidRPr="002C5F75">
        <w:rPr>
          <w:vertAlign w:val="superscript"/>
        </w:rPr>
        <w:t xml:space="preserve"> </w:t>
      </w:r>
    </w:p>
    <w:p w:rsidR="004B3DE4" w:rsidRPr="002C5F75" w:rsidRDefault="004B3DE4" w:rsidP="002C5F75">
      <w:pPr>
        <w:jc w:val="both"/>
      </w:pPr>
      <w:r w:rsidRPr="002C5F75">
        <w:rPr>
          <w:vertAlign w:val="superscript"/>
        </w:rPr>
        <w:t xml:space="preserve">                                                             (Наименование участника размещения заказа)</w:t>
      </w:r>
    </w:p>
    <w:p w:rsidR="004B3DE4" w:rsidRPr="002C5F75" w:rsidRDefault="004B3DE4" w:rsidP="002C5F75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2C5F75">
        <w:rPr>
          <w:sz w:val="22"/>
          <w:szCs w:val="22"/>
        </w:rPr>
        <w:t xml:space="preserve">предпринимательства и подтверждает свое соответствие положениям </w:t>
      </w:r>
      <w:r>
        <w:rPr>
          <w:sz w:val="22"/>
          <w:szCs w:val="22"/>
        </w:rPr>
        <w:t>статьи 4 Федерального закона от </w:t>
      </w:r>
      <w:r w:rsidRPr="002C5F75">
        <w:rPr>
          <w:sz w:val="22"/>
          <w:szCs w:val="22"/>
        </w:rPr>
        <w:t xml:space="preserve">24.07.2007 № 209-ФЗ «О развитии малого и среднего предпринимательства в Российской Федерации». </w:t>
      </w:r>
    </w:p>
    <w:p w:rsidR="004B3DE4" w:rsidRPr="002C5F75" w:rsidRDefault="004B3DE4" w:rsidP="002C5F75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4B3DE4" w:rsidRPr="002C5F75" w:rsidRDefault="004B3DE4" w:rsidP="002C5F75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2C5F75">
        <w:rPr>
          <w:sz w:val="22"/>
          <w:szCs w:val="22"/>
        </w:rPr>
        <w:t>Руководитель организации ____________ _____________</w:t>
      </w:r>
    </w:p>
    <w:p w:rsidR="004B3DE4" w:rsidRPr="002C5F75" w:rsidRDefault="004B3DE4" w:rsidP="002C5F75">
      <w:pPr>
        <w:autoSpaceDE w:val="0"/>
        <w:autoSpaceDN w:val="0"/>
        <w:adjustRightInd w:val="0"/>
        <w:jc w:val="both"/>
        <w:rPr>
          <w:sz w:val="16"/>
          <w:szCs w:val="16"/>
        </w:rPr>
      </w:pPr>
      <w:r w:rsidRPr="002C5F75">
        <w:rPr>
          <w:sz w:val="22"/>
          <w:szCs w:val="22"/>
        </w:rPr>
        <w:t xml:space="preserve">                           </w:t>
      </w:r>
      <w:r w:rsidRPr="002C5F75">
        <w:rPr>
          <w:sz w:val="22"/>
          <w:szCs w:val="22"/>
        </w:rPr>
        <w:tab/>
      </w:r>
      <w:r w:rsidRPr="002C5F75">
        <w:rPr>
          <w:sz w:val="22"/>
          <w:szCs w:val="22"/>
        </w:rPr>
        <w:tab/>
      </w:r>
      <w:r w:rsidRPr="002C5F75">
        <w:rPr>
          <w:sz w:val="16"/>
          <w:szCs w:val="16"/>
        </w:rPr>
        <w:t xml:space="preserve">  (подпись) </w:t>
      </w:r>
      <w:r w:rsidRPr="002C5F75">
        <w:rPr>
          <w:sz w:val="16"/>
          <w:szCs w:val="16"/>
        </w:rPr>
        <w:tab/>
        <w:t xml:space="preserve">   (Ф.И.О.)</w:t>
      </w:r>
    </w:p>
    <w:p w:rsidR="004B3DE4" w:rsidRPr="002C5F75" w:rsidRDefault="004B3DE4" w:rsidP="002C5F75">
      <w:pPr>
        <w:autoSpaceDE w:val="0"/>
        <w:autoSpaceDN w:val="0"/>
        <w:adjustRightInd w:val="0"/>
        <w:rPr>
          <w:sz w:val="22"/>
          <w:szCs w:val="22"/>
        </w:rPr>
      </w:pPr>
      <w:r w:rsidRPr="002C5F75">
        <w:rPr>
          <w:sz w:val="22"/>
          <w:szCs w:val="22"/>
        </w:rPr>
        <w:t>М.П.</w:t>
      </w:r>
    </w:p>
    <w:p w:rsidR="004B3DE4" w:rsidRPr="00B72336" w:rsidRDefault="004B3DE4" w:rsidP="002C5F75">
      <w:pPr>
        <w:jc w:val="both"/>
      </w:pPr>
    </w:p>
    <w:p w:rsidR="004B3DE4" w:rsidRPr="000E7E86" w:rsidRDefault="004B3DE4" w:rsidP="00EA7646">
      <w:pPr>
        <w:pStyle w:val="ConsPlusNormal0"/>
        <w:widowControl/>
        <w:ind w:firstLine="0"/>
        <w:jc w:val="both"/>
        <w:rPr>
          <w:rFonts w:ascii="Times New Roman" w:hAnsi="Times New Roman" w:cs="Times New Roman"/>
        </w:rPr>
      </w:pPr>
    </w:p>
    <w:p w:rsidR="004B3DE4" w:rsidRPr="000E7E86" w:rsidRDefault="004B3DE4" w:rsidP="00EA7646">
      <w:pPr>
        <w:pStyle w:val="ConsPlusNormal0"/>
        <w:widowControl/>
        <w:ind w:firstLine="0"/>
        <w:jc w:val="both"/>
        <w:rPr>
          <w:rFonts w:ascii="Times New Roman" w:hAnsi="Times New Roman" w:cs="Times New Roman"/>
        </w:rPr>
      </w:pPr>
    </w:p>
    <w:p w:rsidR="004B3DE4" w:rsidRPr="000E7E86" w:rsidRDefault="004B3DE4" w:rsidP="00EA7646">
      <w:pPr>
        <w:pStyle w:val="ConsPlusNormal0"/>
        <w:widowControl/>
        <w:ind w:firstLine="0"/>
        <w:jc w:val="both"/>
        <w:rPr>
          <w:rFonts w:ascii="Times New Roman" w:hAnsi="Times New Roman" w:cs="Times New Roman"/>
        </w:rPr>
      </w:pPr>
    </w:p>
    <w:p w:rsidR="004B3DE4" w:rsidRPr="000E7E86" w:rsidRDefault="004B3DE4" w:rsidP="00EE7CBF">
      <w:pPr>
        <w:jc w:val="right"/>
        <w:rPr>
          <w:sz w:val="20"/>
          <w:szCs w:val="20"/>
        </w:rPr>
      </w:pPr>
      <w:r w:rsidRPr="000E7E86">
        <w:rPr>
          <w:sz w:val="20"/>
          <w:szCs w:val="20"/>
        </w:rPr>
        <w:t>проект</w:t>
      </w:r>
    </w:p>
    <w:p w:rsidR="004B3DE4" w:rsidRPr="000E7E86" w:rsidRDefault="004B3DE4" w:rsidP="00EE7CBF">
      <w:pPr>
        <w:jc w:val="center"/>
        <w:rPr>
          <w:sz w:val="20"/>
          <w:szCs w:val="20"/>
        </w:rPr>
      </w:pPr>
      <w:r w:rsidRPr="000E7E86">
        <w:rPr>
          <w:sz w:val="20"/>
          <w:szCs w:val="20"/>
        </w:rPr>
        <w:t>МУНИЦИПАЛЬНЫЙ КОНТРАКТ № ___</w:t>
      </w:r>
    </w:p>
    <w:p w:rsidR="004B3DE4" w:rsidRPr="000E7E86" w:rsidRDefault="004B3DE4" w:rsidP="00EE7CBF">
      <w:pPr>
        <w:jc w:val="center"/>
        <w:rPr>
          <w:sz w:val="20"/>
          <w:szCs w:val="20"/>
        </w:rPr>
      </w:pPr>
    </w:p>
    <w:p w:rsidR="004B3DE4" w:rsidRPr="000E7E86" w:rsidRDefault="004B3DE4" w:rsidP="00EE7CBF">
      <w:pPr>
        <w:rPr>
          <w:sz w:val="20"/>
          <w:szCs w:val="20"/>
        </w:rPr>
      </w:pPr>
      <w:r w:rsidRPr="000E7E86">
        <w:rPr>
          <w:sz w:val="20"/>
          <w:szCs w:val="20"/>
        </w:rPr>
        <w:t>г. Иваново                                                                                                   «___» ________20__ г.</w:t>
      </w:r>
    </w:p>
    <w:p w:rsidR="004B3DE4" w:rsidRPr="000E7E86" w:rsidRDefault="004B3DE4" w:rsidP="00EE7CBF">
      <w:pPr>
        <w:rPr>
          <w:sz w:val="20"/>
          <w:szCs w:val="20"/>
        </w:rPr>
      </w:pPr>
    </w:p>
    <w:p w:rsidR="004B3DE4" w:rsidRPr="000E7E86" w:rsidRDefault="004B3DE4" w:rsidP="00EE7CBF">
      <w:pPr>
        <w:jc w:val="both"/>
        <w:rPr>
          <w:sz w:val="20"/>
          <w:szCs w:val="20"/>
        </w:rPr>
      </w:pPr>
      <w:r w:rsidRPr="000E7E86">
        <w:rPr>
          <w:sz w:val="20"/>
          <w:szCs w:val="20"/>
        </w:rPr>
        <w:tab/>
        <w:t>Муниципальное учреждение здравоохранения г. Иванова городская клиническая больница № 8, именуемое в дальнейшем «Заказчик», в лице Главного врача Ковалевой Аллы Вячеславовны, действующего на основании Устава, с одной стороны, и _______________________________________________ именуемое в дальнейшем «Поставщик», в лице ________________________________, действующего на основании _____________, с другой стороны, вместе именуемые Стороны, руководствуясь, протоколом рассмотрения и оценки котировочных заявок  __________________________________________ заключили настоящий Контракт о нижеследующем:</w:t>
      </w:r>
    </w:p>
    <w:p w:rsidR="004B3DE4" w:rsidRPr="000E7E86" w:rsidRDefault="004B3DE4" w:rsidP="00EE7CBF">
      <w:pPr>
        <w:rPr>
          <w:sz w:val="20"/>
          <w:szCs w:val="20"/>
        </w:rPr>
      </w:pPr>
    </w:p>
    <w:p w:rsidR="004B3DE4" w:rsidRPr="000E7E86" w:rsidRDefault="004B3DE4" w:rsidP="00EE7CBF">
      <w:pPr>
        <w:numPr>
          <w:ilvl w:val="0"/>
          <w:numId w:val="1"/>
        </w:numPr>
        <w:jc w:val="center"/>
        <w:rPr>
          <w:sz w:val="20"/>
          <w:szCs w:val="20"/>
        </w:rPr>
      </w:pPr>
      <w:r w:rsidRPr="000E7E86">
        <w:rPr>
          <w:sz w:val="20"/>
          <w:szCs w:val="20"/>
        </w:rPr>
        <w:t>ПРЕДМЕТ КОНТРАКТА</w:t>
      </w:r>
    </w:p>
    <w:p w:rsidR="004B3DE4" w:rsidRPr="000E7E86" w:rsidRDefault="004B3DE4" w:rsidP="00EE7CBF">
      <w:pPr>
        <w:ind w:firstLine="720"/>
        <w:jc w:val="both"/>
        <w:rPr>
          <w:sz w:val="20"/>
          <w:szCs w:val="20"/>
        </w:rPr>
      </w:pPr>
      <w:r w:rsidRPr="000E7E86">
        <w:rPr>
          <w:sz w:val="20"/>
          <w:szCs w:val="20"/>
        </w:rPr>
        <w:t xml:space="preserve">1.1. Стороны заключили настоящий Контракт, согласно которому Поставщик  обязуется поставить Заказчику </w:t>
      </w:r>
      <w:r w:rsidRPr="000E7E86">
        <w:rPr>
          <w:b/>
          <w:sz w:val="20"/>
          <w:szCs w:val="20"/>
        </w:rPr>
        <w:t xml:space="preserve">молоко питьевое (цельное) </w:t>
      </w:r>
      <w:r w:rsidRPr="000E7E86">
        <w:rPr>
          <w:sz w:val="20"/>
          <w:szCs w:val="20"/>
        </w:rPr>
        <w:t xml:space="preserve"> (далее по тексту Товар),  надлежащего качества, а Заказчик обязуется принять и оплатить  Товар в порядке и сроки, определенные настоящим Контрактом.  </w:t>
      </w:r>
    </w:p>
    <w:p w:rsidR="004B3DE4" w:rsidRPr="000E7E86" w:rsidRDefault="004B3DE4" w:rsidP="00EE7CBF">
      <w:pPr>
        <w:ind w:firstLine="720"/>
        <w:jc w:val="both"/>
        <w:rPr>
          <w:sz w:val="20"/>
          <w:szCs w:val="20"/>
        </w:rPr>
      </w:pPr>
      <w:r w:rsidRPr="000E7E86">
        <w:rPr>
          <w:sz w:val="20"/>
          <w:szCs w:val="20"/>
        </w:rPr>
        <w:t xml:space="preserve">Товар поставляется в количестве и ассортименте согласно спецификации </w:t>
      </w:r>
      <w:r>
        <w:rPr>
          <w:sz w:val="20"/>
          <w:szCs w:val="20"/>
        </w:rPr>
        <w:t xml:space="preserve">(Приложение </w:t>
      </w:r>
      <w:r w:rsidRPr="000E7E86">
        <w:rPr>
          <w:sz w:val="20"/>
          <w:szCs w:val="20"/>
        </w:rPr>
        <w:t>№ 1</w:t>
      </w:r>
      <w:r>
        <w:rPr>
          <w:sz w:val="20"/>
          <w:szCs w:val="20"/>
        </w:rPr>
        <w:t>)</w:t>
      </w:r>
      <w:r w:rsidRPr="000E7E86">
        <w:rPr>
          <w:sz w:val="20"/>
          <w:szCs w:val="20"/>
        </w:rPr>
        <w:t>, которая является неотъемлемой частью настоящего Контракта.</w:t>
      </w:r>
    </w:p>
    <w:p w:rsidR="004B3DE4" w:rsidRPr="000E7E86" w:rsidRDefault="004B3DE4" w:rsidP="00EE7CBF">
      <w:pPr>
        <w:jc w:val="both"/>
        <w:rPr>
          <w:sz w:val="20"/>
          <w:szCs w:val="20"/>
        </w:rPr>
      </w:pPr>
    </w:p>
    <w:p w:rsidR="004B3DE4" w:rsidRPr="000E7E86" w:rsidRDefault="004B3DE4" w:rsidP="00EE7CBF">
      <w:pPr>
        <w:jc w:val="center"/>
        <w:rPr>
          <w:sz w:val="20"/>
          <w:szCs w:val="20"/>
        </w:rPr>
      </w:pPr>
      <w:r w:rsidRPr="000E7E86">
        <w:rPr>
          <w:sz w:val="20"/>
          <w:szCs w:val="20"/>
        </w:rPr>
        <w:t>2. ЦЕНА И ПОРЯДОК РАСЧЕТОВ</w:t>
      </w:r>
    </w:p>
    <w:p w:rsidR="004B3DE4" w:rsidRPr="000E7E86" w:rsidRDefault="004B3DE4" w:rsidP="00EE7CBF">
      <w:pPr>
        <w:ind w:firstLine="708"/>
        <w:jc w:val="both"/>
        <w:rPr>
          <w:sz w:val="20"/>
          <w:szCs w:val="20"/>
        </w:rPr>
      </w:pPr>
      <w:r w:rsidRPr="000E7E86">
        <w:rPr>
          <w:sz w:val="20"/>
          <w:szCs w:val="20"/>
        </w:rPr>
        <w:t>2.1. Цена Контракта составляет: ____________________________</w:t>
      </w:r>
      <w:r>
        <w:rPr>
          <w:sz w:val="20"/>
          <w:szCs w:val="20"/>
        </w:rPr>
        <w:t>______</w:t>
      </w:r>
      <w:r w:rsidRPr="000E7E86">
        <w:rPr>
          <w:sz w:val="20"/>
          <w:szCs w:val="20"/>
        </w:rPr>
        <w:t>_</w:t>
      </w:r>
      <w:r>
        <w:rPr>
          <w:sz w:val="20"/>
          <w:szCs w:val="20"/>
        </w:rPr>
        <w:t xml:space="preserve"> </w:t>
      </w:r>
      <w:r w:rsidRPr="000E7E86">
        <w:rPr>
          <w:sz w:val="20"/>
          <w:szCs w:val="20"/>
        </w:rPr>
        <w:t>руб.</w:t>
      </w:r>
      <w:r>
        <w:rPr>
          <w:sz w:val="20"/>
          <w:szCs w:val="20"/>
        </w:rPr>
        <w:t xml:space="preserve"> ____ коп.</w:t>
      </w:r>
      <w:r w:rsidRPr="000E7E86">
        <w:rPr>
          <w:sz w:val="20"/>
          <w:szCs w:val="20"/>
        </w:rPr>
        <w:t>, в т.ч. НДС_________.</w:t>
      </w:r>
    </w:p>
    <w:p w:rsidR="004B3DE4" w:rsidRPr="000E7E86" w:rsidRDefault="004B3DE4" w:rsidP="00EE7CBF">
      <w:pPr>
        <w:ind w:firstLine="708"/>
        <w:jc w:val="both"/>
        <w:rPr>
          <w:sz w:val="20"/>
          <w:szCs w:val="20"/>
        </w:rPr>
      </w:pPr>
      <w:r w:rsidRPr="000E7E86">
        <w:rPr>
          <w:sz w:val="20"/>
          <w:szCs w:val="20"/>
        </w:rPr>
        <w:t>Цена включает в себя все расходы, связанные с исполнением муниципального контракта, в том числе стоимость товара, доставка до Заказчика, разгрузка, налоги, сборы и другие обязательные платежи.</w:t>
      </w:r>
    </w:p>
    <w:p w:rsidR="004B3DE4" w:rsidRPr="000E7E86" w:rsidRDefault="004B3DE4" w:rsidP="00EE7CBF">
      <w:pPr>
        <w:ind w:firstLine="708"/>
        <w:jc w:val="both"/>
        <w:rPr>
          <w:sz w:val="20"/>
          <w:szCs w:val="20"/>
        </w:rPr>
      </w:pPr>
      <w:r w:rsidRPr="000E7E86">
        <w:rPr>
          <w:sz w:val="20"/>
          <w:szCs w:val="20"/>
        </w:rPr>
        <w:t>2.2. Цена является твердой и не может изменяться в ходе его исполнения за исключением случая предусмотренного п. 2.3.</w:t>
      </w:r>
    </w:p>
    <w:p w:rsidR="004B3DE4" w:rsidRPr="000E7E86" w:rsidRDefault="004B3DE4" w:rsidP="00EE7CBF">
      <w:pPr>
        <w:ind w:firstLine="708"/>
        <w:jc w:val="both"/>
        <w:rPr>
          <w:sz w:val="20"/>
          <w:szCs w:val="20"/>
        </w:rPr>
      </w:pPr>
      <w:r w:rsidRPr="000E7E86">
        <w:rPr>
          <w:sz w:val="20"/>
          <w:szCs w:val="20"/>
        </w:rPr>
        <w:t>2.3. Цена муниципального контракта может быть снижена по соглашению сторон без изменения предусмотренных контрактом количества товара и иных условий исполнения муниципального контракта.</w:t>
      </w:r>
    </w:p>
    <w:p w:rsidR="004B3DE4" w:rsidRPr="000E7E86" w:rsidRDefault="004B3DE4" w:rsidP="00EE7CBF">
      <w:pPr>
        <w:ind w:firstLine="708"/>
        <w:jc w:val="both"/>
        <w:rPr>
          <w:sz w:val="20"/>
          <w:szCs w:val="20"/>
        </w:rPr>
      </w:pPr>
      <w:r w:rsidRPr="000E7E86">
        <w:rPr>
          <w:sz w:val="20"/>
          <w:szCs w:val="20"/>
        </w:rPr>
        <w:t>2.4. Заказчик производит оплату непосредственно после получения Товара путем перечисления денежных средств на расчетный счет Поставщика.</w:t>
      </w:r>
    </w:p>
    <w:p w:rsidR="004B3DE4" w:rsidRPr="000E7E86" w:rsidRDefault="004B3DE4" w:rsidP="00EE7CBF">
      <w:pPr>
        <w:ind w:firstLine="708"/>
        <w:jc w:val="both"/>
        <w:rPr>
          <w:sz w:val="20"/>
          <w:szCs w:val="20"/>
        </w:rPr>
      </w:pPr>
      <w:r w:rsidRPr="000E7E86">
        <w:rPr>
          <w:sz w:val="20"/>
          <w:szCs w:val="20"/>
        </w:rPr>
        <w:t>2.5. Оплата производится заказчиком по безналичному расчету, путем перечисления денежных средств на расчетный счет поставщика до 31 декабря 2011 года на основании счетов-фактур и товарно-транспортных накладных.</w:t>
      </w:r>
    </w:p>
    <w:p w:rsidR="004B3DE4" w:rsidRPr="000E7E86" w:rsidRDefault="004B3DE4" w:rsidP="00EE7CBF">
      <w:pPr>
        <w:ind w:firstLine="708"/>
        <w:jc w:val="both"/>
        <w:rPr>
          <w:sz w:val="20"/>
          <w:szCs w:val="20"/>
        </w:rPr>
      </w:pPr>
      <w:r w:rsidRPr="000E7E86">
        <w:rPr>
          <w:sz w:val="20"/>
          <w:szCs w:val="20"/>
        </w:rPr>
        <w:t>2.6. Оплата производится за счет внебюджетных средств (средства ФОМС).</w:t>
      </w:r>
    </w:p>
    <w:p w:rsidR="004B3DE4" w:rsidRPr="000E7E86" w:rsidRDefault="004B3DE4" w:rsidP="00EE7CBF">
      <w:pPr>
        <w:ind w:firstLine="708"/>
        <w:jc w:val="both"/>
        <w:rPr>
          <w:sz w:val="20"/>
          <w:szCs w:val="20"/>
        </w:rPr>
      </w:pPr>
      <w:r w:rsidRPr="000E7E86">
        <w:rPr>
          <w:sz w:val="20"/>
          <w:szCs w:val="20"/>
        </w:rPr>
        <w:t>2.7.  Валютой платежа является российский рубль.</w:t>
      </w:r>
    </w:p>
    <w:p w:rsidR="004B3DE4" w:rsidRPr="000E7E86" w:rsidRDefault="004B3DE4" w:rsidP="00EE7CBF">
      <w:pPr>
        <w:ind w:firstLine="708"/>
        <w:jc w:val="both"/>
        <w:rPr>
          <w:sz w:val="20"/>
          <w:szCs w:val="20"/>
        </w:rPr>
      </w:pPr>
      <w:r w:rsidRPr="000E7E86">
        <w:rPr>
          <w:sz w:val="20"/>
          <w:szCs w:val="20"/>
        </w:rPr>
        <w:t>2.8. Место поставки товара: 153032, г. Иваново, ул. Станкостроителей, д. 4 (склад заказчика).</w:t>
      </w:r>
    </w:p>
    <w:p w:rsidR="004B3DE4" w:rsidRPr="000E7E86" w:rsidRDefault="004B3DE4" w:rsidP="00EE7CBF">
      <w:pPr>
        <w:ind w:firstLine="708"/>
        <w:jc w:val="both"/>
        <w:rPr>
          <w:sz w:val="20"/>
          <w:szCs w:val="20"/>
        </w:rPr>
      </w:pPr>
    </w:p>
    <w:p w:rsidR="004B3DE4" w:rsidRPr="000E7E86" w:rsidRDefault="004B3DE4" w:rsidP="00EE7CBF">
      <w:pPr>
        <w:jc w:val="center"/>
        <w:rPr>
          <w:sz w:val="20"/>
          <w:szCs w:val="20"/>
        </w:rPr>
      </w:pPr>
      <w:r w:rsidRPr="000E7E86">
        <w:rPr>
          <w:sz w:val="20"/>
          <w:szCs w:val="20"/>
        </w:rPr>
        <w:t>3. КОЛИЧЕСТВО, КАЧЕСТВО И АССОРТИМЕНТ ТОВАРА</w:t>
      </w:r>
    </w:p>
    <w:p w:rsidR="004B3DE4" w:rsidRPr="000E7E86" w:rsidRDefault="004B3DE4" w:rsidP="00EE7CBF">
      <w:pPr>
        <w:ind w:firstLine="708"/>
        <w:jc w:val="both"/>
        <w:rPr>
          <w:sz w:val="20"/>
          <w:szCs w:val="20"/>
        </w:rPr>
      </w:pPr>
      <w:r w:rsidRPr="000E7E86">
        <w:rPr>
          <w:sz w:val="20"/>
          <w:szCs w:val="20"/>
        </w:rPr>
        <w:t>3.1. Количество и ассортимент поставляемого Товара определяются в ежедневном заказе Заказчика и отражаются в товарно-транспортной накладной.</w:t>
      </w:r>
    </w:p>
    <w:p w:rsidR="004B3DE4" w:rsidRPr="000E7E86" w:rsidRDefault="004B3DE4" w:rsidP="00EE7CBF">
      <w:pPr>
        <w:ind w:firstLine="708"/>
        <w:jc w:val="both"/>
        <w:rPr>
          <w:sz w:val="20"/>
          <w:szCs w:val="20"/>
        </w:rPr>
      </w:pPr>
      <w:r w:rsidRPr="000E7E86">
        <w:rPr>
          <w:sz w:val="20"/>
          <w:szCs w:val="20"/>
        </w:rPr>
        <w:t>3.2. Поставщик обязан передать Заказчику Товар надлежащего качества в количестве и ассортименте определенном Заказчиком.</w:t>
      </w:r>
    </w:p>
    <w:p w:rsidR="004B3DE4" w:rsidRPr="000E7E86" w:rsidRDefault="004B3DE4" w:rsidP="00EE7CBF">
      <w:pPr>
        <w:jc w:val="both"/>
        <w:rPr>
          <w:sz w:val="20"/>
          <w:szCs w:val="20"/>
        </w:rPr>
      </w:pPr>
      <w:r w:rsidRPr="000E7E86">
        <w:rPr>
          <w:sz w:val="20"/>
          <w:szCs w:val="20"/>
        </w:rPr>
        <w:tab/>
        <w:t>3.3. Качество Товара должно отвечать требованиям качества, установленным в Федеральном законе от 12.06.2008 № 88-ФЗ «Технический регламент на молоко и молочную продукцию», СанПин 2.3.2.1078-01 «Гигиенические требования безопасности и пищевой ценности пищевых продуктов», отвечать требованиям специальных норм, ГОСТам, санитарно-эпидемиологическим требованиям.</w:t>
      </w:r>
    </w:p>
    <w:p w:rsidR="004B3DE4" w:rsidRPr="000E7E86" w:rsidRDefault="004B3DE4" w:rsidP="00EE7CBF">
      <w:pPr>
        <w:jc w:val="both"/>
        <w:rPr>
          <w:sz w:val="20"/>
          <w:szCs w:val="20"/>
        </w:rPr>
      </w:pPr>
      <w:r w:rsidRPr="000E7E86">
        <w:rPr>
          <w:sz w:val="20"/>
          <w:szCs w:val="20"/>
        </w:rPr>
        <w:tab/>
        <w:t>Качество поставляемого  товара должно подтверждаться сертификатами качества и соответствия в соответствии с действующим законодательством РФ.</w:t>
      </w:r>
    </w:p>
    <w:p w:rsidR="004B3DE4" w:rsidRPr="000E7E86" w:rsidRDefault="004B3DE4" w:rsidP="00EE7CBF">
      <w:pPr>
        <w:ind w:firstLine="708"/>
        <w:jc w:val="both"/>
        <w:rPr>
          <w:sz w:val="20"/>
          <w:szCs w:val="20"/>
        </w:rPr>
      </w:pPr>
      <w:r w:rsidRPr="000E7E86">
        <w:rPr>
          <w:sz w:val="20"/>
          <w:szCs w:val="20"/>
        </w:rPr>
        <w:t>3.4. Проверка качества и количества Товара производится Заказчиком при получении Товара от Поставщика.</w:t>
      </w:r>
    </w:p>
    <w:p w:rsidR="004B3DE4" w:rsidRPr="000E7E86" w:rsidRDefault="004B3DE4" w:rsidP="00EE7CBF">
      <w:pPr>
        <w:tabs>
          <w:tab w:val="num" w:pos="0"/>
        </w:tabs>
        <w:ind w:firstLine="709"/>
        <w:jc w:val="both"/>
        <w:rPr>
          <w:sz w:val="20"/>
          <w:szCs w:val="20"/>
        </w:rPr>
      </w:pPr>
      <w:r w:rsidRPr="000E7E86">
        <w:rPr>
          <w:sz w:val="20"/>
          <w:szCs w:val="20"/>
        </w:rPr>
        <w:t>3.5. Срок годности товара на момент поставки должен составлять не менее 80% срока годности установленного производителем Товара.</w:t>
      </w:r>
    </w:p>
    <w:p w:rsidR="004B3DE4" w:rsidRPr="000E7E86" w:rsidRDefault="004B3DE4" w:rsidP="00EE7CBF">
      <w:pPr>
        <w:ind w:left="360"/>
        <w:rPr>
          <w:sz w:val="20"/>
          <w:szCs w:val="20"/>
        </w:rPr>
      </w:pPr>
    </w:p>
    <w:p w:rsidR="004B3DE4" w:rsidRPr="000E7E86" w:rsidRDefault="004B3DE4" w:rsidP="00EE7CBF">
      <w:pPr>
        <w:numPr>
          <w:ilvl w:val="0"/>
          <w:numId w:val="2"/>
        </w:numPr>
        <w:jc w:val="center"/>
        <w:rPr>
          <w:sz w:val="20"/>
          <w:szCs w:val="20"/>
        </w:rPr>
      </w:pPr>
      <w:r w:rsidRPr="000E7E86">
        <w:rPr>
          <w:sz w:val="20"/>
          <w:szCs w:val="20"/>
        </w:rPr>
        <w:t>ПРАВА И ОБЯЗАННОСТИ СТОРОН</w:t>
      </w:r>
    </w:p>
    <w:p w:rsidR="004B3DE4" w:rsidRPr="000E7E86" w:rsidRDefault="004B3DE4" w:rsidP="00EE7CBF">
      <w:pPr>
        <w:ind w:firstLine="708"/>
        <w:jc w:val="both"/>
        <w:rPr>
          <w:sz w:val="20"/>
          <w:szCs w:val="20"/>
        </w:rPr>
      </w:pPr>
      <w:r w:rsidRPr="000E7E86">
        <w:rPr>
          <w:sz w:val="20"/>
          <w:szCs w:val="20"/>
        </w:rPr>
        <w:t>4.1. Поставщик обязан:</w:t>
      </w:r>
    </w:p>
    <w:p w:rsidR="004B3DE4" w:rsidRPr="000E7E86" w:rsidRDefault="004B3DE4" w:rsidP="00EE7CBF">
      <w:pPr>
        <w:ind w:firstLine="708"/>
        <w:jc w:val="both"/>
        <w:rPr>
          <w:sz w:val="20"/>
          <w:szCs w:val="20"/>
        </w:rPr>
      </w:pPr>
      <w:r w:rsidRPr="000E7E86">
        <w:rPr>
          <w:sz w:val="20"/>
          <w:szCs w:val="20"/>
        </w:rPr>
        <w:t xml:space="preserve">4.1.1. Обеспечить резервирование Товара после поступления от Заказчика заказа на Товар. </w:t>
      </w:r>
    </w:p>
    <w:p w:rsidR="004B3DE4" w:rsidRPr="000E7E86" w:rsidRDefault="004B3DE4" w:rsidP="00EE7CBF">
      <w:pPr>
        <w:ind w:firstLine="708"/>
        <w:jc w:val="both"/>
        <w:rPr>
          <w:sz w:val="20"/>
          <w:szCs w:val="20"/>
        </w:rPr>
      </w:pPr>
      <w:r w:rsidRPr="000E7E86">
        <w:rPr>
          <w:sz w:val="20"/>
          <w:szCs w:val="20"/>
        </w:rPr>
        <w:t>4.1.2.Обеспечить доставку Товара до склада Заказчика транспортом Поставщика.</w:t>
      </w:r>
    </w:p>
    <w:p w:rsidR="004B3DE4" w:rsidRPr="000E7E86" w:rsidRDefault="004B3DE4" w:rsidP="00EE7CBF">
      <w:pPr>
        <w:ind w:firstLine="708"/>
        <w:jc w:val="both"/>
        <w:rPr>
          <w:sz w:val="20"/>
          <w:szCs w:val="20"/>
        </w:rPr>
      </w:pPr>
      <w:r w:rsidRPr="000E7E86">
        <w:rPr>
          <w:sz w:val="20"/>
          <w:szCs w:val="20"/>
        </w:rPr>
        <w:t>4.2. Заказчик обязан:</w:t>
      </w:r>
    </w:p>
    <w:p w:rsidR="004B3DE4" w:rsidRPr="000E7E86" w:rsidRDefault="004B3DE4" w:rsidP="00EE7CBF">
      <w:pPr>
        <w:ind w:firstLine="708"/>
        <w:jc w:val="both"/>
        <w:rPr>
          <w:sz w:val="20"/>
          <w:szCs w:val="20"/>
        </w:rPr>
      </w:pPr>
      <w:r w:rsidRPr="000E7E86">
        <w:rPr>
          <w:sz w:val="20"/>
          <w:szCs w:val="20"/>
        </w:rPr>
        <w:t>4.2.1. Осуществлять при приемке Товара проверку по количеству и качеству, составить и подписать соответствующие документы (накладную и т.д.).</w:t>
      </w:r>
    </w:p>
    <w:p w:rsidR="004B3DE4" w:rsidRPr="000E7E86" w:rsidRDefault="004B3DE4" w:rsidP="00EE7CBF">
      <w:pPr>
        <w:ind w:firstLine="708"/>
        <w:jc w:val="both"/>
        <w:rPr>
          <w:sz w:val="20"/>
          <w:szCs w:val="20"/>
        </w:rPr>
      </w:pPr>
      <w:r w:rsidRPr="000E7E86">
        <w:rPr>
          <w:sz w:val="20"/>
          <w:szCs w:val="20"/>
        </w:rPr>
        <w:t>4.2.2. Оплатить поставленный Товар в срок, установленный настоящим Контрактом.</w:t>
      </w:r>
    </w:p>
    <w:p w:rsidR="004B3DE4" w:rsidRPr="000E7E86" w:rsidRDefault="004B3DE4" w:rsidP="00EE7CBF">
      <w:pPr>
        <w:jc w:val="both"/>
        <w:rPr>
          <w:sz w:val="20"/>
          <w:szCs w:val="20"/>
        </w:rPr>
      </w:pPr>
    </w:p>
    <w:p w:rsidR="004B3DE4" w:rsidRPr="000E7E86" w:rsidRDefault="004B3DE4" w:rsidP="00EE7CBF">
      <w:pPr>
        <w:jc w:val="center"/>
        <w:rPr>
          <w:sz w:val="20"/>
          <w:szCs w:val="20"/>
        </w:rPr>
      </w:pPr>
      <w:r w:rsidRPr="000E7E86">
        <w:rPr>
          <w:sz w:val="20"/>
          <w:szCs w:val="20"/>
        </w:rPr>
        <w:t>5.  ПОСТАВКА, ОТГРУЗКА И ПРИЕМКА ТОВАРА</w:t>
      </w:r>
    </w:p>
    <w:p w:rsidR="004B3DE4" w:rsidRPr="000E7E86" w:rsidRDefault="004B3DE4" w:rsidP="00EE7CBF">
      <w:pPr>
        <w:ind w:firstLine="708"/>
        <w:jc w:val="both"/>
        <w:rPr>
          <w:sz w:val="20"/>
          <w:szCs w:val="20"/>
        </w:rPr>
      </w:pPr>
      <w:r w:rsidRPr="000E7E86">
        <w:rPr>
          <w:sz w:val="20"/>
          <w:szCs w:val="20"/>
        </w:rPr>
        <w:t xml:space="preserve">5.1 Поставка Товара производится автотранспортом Поставщика на склад Заказчика с момента подписания контракта по 25.12.2011 г. по заявкам Заказчика. </w:t>
      </w:r>
    </w:p>
    <w:p w:rsidR="004B3DE4" w:rsidRPr="000E7E86" w:rsidRDefault="004B3DE4" w:rsidP="00EE7CBF">
      <w:pPr>
        <w:ind w:firstLine="708"/>
        <w:jc w:val="both"/>
        <w:rPr>
          <w:sz w:val="20"/>
          <w:szCs w:val="20"/>
        </w:rPr>
      </w:pPr>
      <w:r w:rsidRPr="000E7E86">
        <w:rPr>
          <w:sz w:val="20"/>
          <w:szCs w:val="20"/>
        </w:rPr>
        <w:t>5.2. Прием Товара по количеству и ассортименту осуществляется во время передачи его Заказчику на основании товарно-транспортной накладной вместе с Сертификатами качества или другими документами, определяющими качество Товара.</w:t>
      </w:r>
    </w:p>
    <w:p w:rsidR="004B3DE4" w:rsidRPr="000E7E86" w:rsidRDefault="004B3DE4" w:rsidP="00EE7CBF">
      <w:pPr>
        <w:ind w:firstLine="708"/>
        <w:jc w:val="both"/>
        <w:rPr>
          <w:sz w:val="20"/>
          <w:szCs w:val="20"/>
        </w:rPr>
      </w:pPr>
      <w:r w:rsidRPr="000E7E86">
        <w:rPr>
          <w:sz w:val="20"/>
          <w:szCs w:val="20"/>
        </w:rPr>
        <w:t>В случае несоответствия количества или ассортимента Товара настоящему Контракту, в товарно-транспортной накладной должна быть сделана отметка о фактически принятом количестве и ассортименте Товара.</w:t>
      </w:r>
    </w:p>
    <w:p w:rsidR="004B3DE4" w:rsidRPr="000E7E86" w:rsidRDefault="004B3DE4" w:rsidP="00EE7CBF">
      <w:pPr>
        <w:ind w:firstLine="708"/>
        <w:jc w:val="both"/>
        <w:rPr>
          <w:sz w:val="20"/>
          <w:szCs w:val="20"/>
        </w:rPr>
      </w:pPr>
      <w:r w:rsidRPr="000E7E86">
        <w:rPr>
          <w:sz w:val="20"/>
          <w:szCs w:val="20"/>
        </w:rPr>
        <w:t>5.3. Обязательства Поставщика по отпуску и отгрузке считаются выполненными с момента подписания Заказчиком товарно-транспортной накладной.</w:t>
      </w:r>
    </w:p>
    <w:p w:rsidR="004B3DE4" w:rsidRPr="000E7E86" w:rsidRDefault="004B3DE4" w:rsidP="00EE7CBF">
      <w:pPr>
        <w:ind w:firstLine="708"/>
        <w:jc w:val="both"/>
        <w:rPr>
          <w:sz w:val="20"/>
          <w:szCs w:val="20"/>
        </w:rPr>
      </w:pPr>
      <w:r w:rsidRPr="000E7E86">
        <w:rPr>
          <w:sz w:val="20"/>
          <w:szCs w:val="20"/>
        </w:rPr>
        <w:t>5.4. Тара и упаковка Товара должны соответствовать установленным в РФ требованиям и нормам, обеспечивать его сохранность при транспортировке при условии бережного с ним обращения. Фляги для поставки товара должны соответствовать санитарным нормам и правилам и обеспечивать сохранность товара при транспортировке.</w:t>
      </w:r>
    </w:p>
    <w:p w:rsidR="004B3DE4" w:rsidRPr="000E7E86" w:rsidRDefault="004B3DE4" w:rsidP="00EE7CBF">
      <w:pPr>
        <w:ind w:firstLine="708"/>
        <w:jc w:val="both"/>
        <w:rPr>
          <w:sz w:val="20"/>
          <w:szCs w:val="20"/>
        </w:rPr>
      </w:pPr>
      <w:r w:rsidRPr="000E7E86">
        <w:rPr>
          <w:sz w:val="20"/>
          <w:szCs w:val="20"/>
        </w:rPr>
        <w:t>5.5. Право собственности на купленный Товар переходит к Заказчику с момента передачи Товара Заказчику или его представителю. Передачей  Товара считается приемка Товара Заказчиком.</w:t>
      </w:r>
    </w:p>
    <w:p w:rsidR="004B3DE4" w:rsidRPr="000E7E86" w:rsidRDefault="004B3DE4" w:rsidP="00EE7CBF">
      <w:pPr>
        <w:jc w:val="both"/>
        <w:rPr>
          <w:sz w:val="20"/>
          <w:szCs w:val="20"/>
        </w:rPr>
      </w:pPr>
    </w:p>
    <w:p w:rsidR="004B3DE4" w:rsidRPr="000E7E86" w:rsidRDefault="004B3DE4" w:rsidP="00EE7CBF">
      <w:pPr>
        <w:numPr>
          <w:ilvl w:val="0"/>
          <w:numId w:val="3"/>
        </w:numPr>
        <w:jc w:val="center"/>
        <w:rPr>
          <w:sz w:val="20"/>
          <w:szCs w:val="20"/>
        </w:rPr>
      </w:pPr>
      <w:r w:rsidRPr="000E7E86">
        <w:rPr>
          <w:sz w:val="20"/>
          <w:szCs w:val="20"/>
        </w:rPr>
        <w:t>ОТВЕТСТВЕННОСТЬ СТОРОН</w:t>
      </w:r>
    </w:p>
    <w:p w:rsidR="004B3DE4" w:rsidRPr="000E7E86" w:rsidRDefault="004B3DE4" w:rsidP="00EE7CBF">
      <w:pPr>
        <w:ind w:firstLine="708"/>
        <w:jc w:val="both"/>
        <w:rPr>
          <w:sz w:val="20"/>
          <w:szCs w:val="20"/>
        </w:rPr>
      </w:pPr>
      <w:r w:rsidRPr="000E7E86">
        <w:rPr>
          <w:sz w:val="20"/>
          <w:szCs w:val="20"/>
        </w:rPr>
        <w:t>6.1. При обнаружении недостатков в качестве переданного Товара Заказчик вправе потребовать замены Товара ненадлежащего качества Товаром, соответствующим требованиям о качестве предъявляемым Заказчиком.</w:t>
      </w:r>
    </w:p>
    <w:p w:rsidR="004B3DE4" w:rsidRPr="000E7E86" w:rsidRDefault="004B3DE4" w:rsidP="00EE7CBF">
      <w:pPr>
        <w:shd w:val="clear" w:color="auto" w:fill="FFFFFF"/>
        <w:ind w:left="5" w:right="10" w:firstLine="703"/>
        <w:jc w:val="both"/>
        <w:rPr>
          <w:color w:val="000000"/>
          <w:spacing w:val="-2"/>
          <w:sz w:val="20"/>
          <w:szCs w:val="20"/>
        </w:rPr>
      </w:pPr>
      <w:r w:rsidRPr="000E7E86">
        <w:rPr>
          <w:sz w:val="20"/>
          <w:szCs w:val="20"/>
        </w:rPr>
        <w:t xml:space="preserve">6.2. За недопоставку или просрочку поставки Товара Поставщик уплачивает Заказчику неустойку </w:t>
      </w:r>
      <w:r w:rsidRPr="000E7E86">
        <w:rPr>
          <w:color w:val="000000"/>
          <w:spacing w:val="-2"/>
          <w:sz w:val="20"/>
          <w:szCs w:val="20"/>
        </w:rPr>
        <w:t>в размере 0,3% за каждый день просрочки исполнения обязательства, начиная со дня, следующего после истечения срока исполнения обязательства.</w:t>
      </w:r>
    </w:p>
    <w:p w:rsidR="004B3DE4" w:rsidRPr="000E7E86" w:rsidRDefault="004B3DE4" w:rsidP="00EE7CBF">
      <w:pPr>
        <w:tabs>
          <w:tab w:val="num" w:pos="540"/>
        </w:tabs>
        <w:jc w:val="both"/>
        <w:rPr>
          <w:sz w:val="20"/>
          <w:szCs w:val="20"/>
        </w:rPr>
      </w:pPr>
      <w:r w:rsidRPr="000E7E86">
        <w:rPr>
          <w:sz w:val="20"/>
          <w:szCs w:val="20"/>
        </w:rPr>
        <w:tab/>
      </w:r>
      <w:r w:rsidRPr="000E7E86">
        <w:rPr>
          <w:sz w:val="20"/>
          <w:szCs w:val="20"/>
        </w:rPr>
        <w:tab/>
        <w:t>6.3. В случае нарушения Поставщиком сроков поставки товаров, установленных п. 5.1 настоящего контракта, а так же поставки товаров ненадлежащего качества, в том числе при наличии дефектов и недостатков, которые не могут быть устранены в согласованный с Заказчиком срок, Стороны обязуются рассматривать данные обязательства как существенно изменившиеся и препятствующие выполнению в полном объеме настоящего контракта в установленный срок.</w:t>
      </w:r>
    </w:p>
    <w:p w:rsidR="004B3DE4" w:rsidRPr="000E7E86" w:rsidRDefault="004B3DE4" w:rsidP="00EE7CBF">
      <w:pPr>
        <w:ind w:firstLine="600"/>
        <w:jc w:val="both"/>
        <w:rPr>
          <w:sz w:val="20"/>
          <w:szCs w:val="20"/>
        </w:rPr>
      </w:pPr>
      <w:r w:rsidRPr="000E7E86">
        <w:rPr>
          <w:sz w:val="20"/>
          <w:szCs w:val="20"/>
        </w:rPr>
        <w:t>При наличии указанных обстоятельств Заказчик имеет право направить в адрес Поставщика уведомление о расторжении контракта. С момента получения Поставщиком соответствующего уведомления настоящий контракт считается расторгнутым по соглашению сторон.</w:t>
      </w:r>
    </w:p>
    <w:p w:rsidR="004B3DE4" w:rsidRPr="000E7E86" w:rsidRDefault="004B3DE4" w:rsidP="00EE7CBF">
      <w:pPr>
        <w:jc w:val="both"/>
        <w:rPr>
          <w:sz w:val="20"/>
          <w:szCs w:val="20"/>
        </w:rPr>
      </w:pPr>
    </w:p>
    <w:p w:rsidR="004B3DE4" w:rsidRPr="000E7E86" w:rsidRDefault="004B3DE4" w:rsidP="00EE7CBF">
      <w:pPr>
        <w:numPr>
          <w:ilvl w:val="0"/>
          <w:numId w:val="3"/>
        </w:numPr>
        <w:jc w:val="center"/>
        <w:rPr>
          <w:sz w:val="20"/>
          <w:szCs w:val="20"/>
        </w:rPr>
      </w:pPr>
      <w:r w:rsidRPr="000E7E86">
        <w:rPr>
          <w:sz w:val="20"/>
          <w:szCs w:val="20"/>
        </w:rPr>
        <w:t>ОБСТОЯТЕЛЬСТВА НЕПРЕОДОЛИМОЙ СИЛЫ</w:t>
      </w:r>
    </w:p>
    <w:p w:rsidR="004B3DE4" w:rsidRPr="000E7E86" w:rsidRDefault="004B3DE4" w:rsidP="00EE7CBF">
      <w:pPr>
        <w:ind w:firstLine="708"/>
        <w:jc w:val="both"/>
        <w:rPr>
          <w:sz w:val="20"/>
          <w:szCs w:val="20"/>
        </w:rPr>
      </w:pPr>
      <w:r w:rsidRPr="000E7E86">
        <w:rPr>
          <w:sz w:val="20"/>
          <w:szCs w:val="20"/>
        </w:rPr>
        <w:t>7.1. При наступлении обстоятельств непреодолимой силы каждая Сторона должна без промедления известить о них в письменном виде другую Сторону. Извещение должно содержать данные о характере обстоятельств, а также официальные документы, удостоверяющие наличие этих обстоятельств и, по возможности, дающие оценку их влияние на возможность исполнения Стороной своих обязательств по настоящему Контракту.</w:t>
      </w:r>
    </w:p>
    <w:p w:rsidR="004B3DE4" w:rsidRPr="000E7E86" w:rsidRDefault="004B3DE4" w:rsidP="00EE7CBF">
      <w:pPr>
        <w:ind w:firstLine="720"/>
        <w:jc w:val="both"/>
        <w:rPr>
          <w:sz w:val="20"/>
          <w:szCs w:val="20"/>
        </w:rPr>
      </w:pPr>
      <w:r w:rsidRPr="000E7E86">
        <w:rPr>
          <w:sz w:val="20"/>
          <w:szCs w:val="20"/>
        </w:rPr>
        <w:t>7.2. Под обстоятельствами непреодолимой силы понимаются стихийные бедствия, война и военные операции любого характера, блокады, эпидемия, забастовка, гражданские беспорядки, а также административно-правовые акты государственных органов и другие обстоятельства чрезвычайного характера, которые Стороны не могли предвидеть и предусмотреть в ходе исполнения настоящего Контракта.</w:t>
      </w:r>
    </w:p>
    <w:p w:rsidR="004B3DE4" w:rsidRPr="000E7E86" w:rsidRDefault="004B3DE4" w:rsidP="00EE7CBF">
      <w:pPr>
        <w:jc w:val="both"/>
        <w:rPr>
          <w:sz w:val="20"/>
          <w:szCs w:val="20"/>
        </w:rPr>
      </w:pPr>
    </w:p>
    <w:p w:rsidR="004B3DE4" w:rsidRPr="000E7E86" w:rsidRDefault="004B3DE4" w:rsidP="00EE7CBF">
      <w:pPr>
        <w:numPr>
          <w:ilvl w:val="0"/>
          <w:numId w:val="3"/>
        </w:numPr>
        <w:jc w:val="center"/>
        <w:rPr>
          <w:sz w:val="20"/>
          <w:szCs w:val="20"/>
        </w:rPr>
      </w:pPr>
      <w:r w:rsidRPr="000E7E86">
        <w:rPr>
          <w:sz w:val="20"/>
          <w:szCs w:val="20"/>
        </w:rPr>
        <w:t>РАЗРЕШЕНИЕ СПОРОВ</w:t>
      </w:r>
    </w:p>
    <w:p w:rsidR="004B3DE4" w:rsidRPr="000E7E86" w:rsidRDefault="004B3DE4" w:rsidP="00EE7CBF">
      <w:pPr>
        <w:ind w:firstLine="708"/>
        <w:jc w:val="both"/>
        <w:rPr>
          <w:sz w:val="20"/>
          <w:szCs w:val="20"/>
        </w:rPr>
      </w:pPr>
      <w:r w:rsidRPr="000E7E86">
        <w:rPr>
          <w:sz w:val="20"/>
          <w:szCs w:val="20"/>
        </w:rPr>
        <w:t xml:space="preserve">8.1. Спорные вопросы по настоящему Контракту стороны обязуются решать путем   переговоров. Возникшие договоренности в обязательном порядке фиксируются дополнительным соглашением сторон, которые становятся с момента его подписания неотъемлемой частью настоящего Контракта. </w:t>
      </w:r>
    </w:p>
    <w:p w:rsidR="004B3DE4" w:rsidRPr="000E7E86" w:rsidRDefault="004B3DE4" w:rsidP="00EE7CBF">
      <w:pPr>
        <w:ind w:firstLine="708"/>
        <w:jc w:val="both"/>
        <w:rPr>
          <w:sz w:val="20"/>
          <w:szCs w:val="20"/>
        </w:rPr>
      </w:pPr>
      <w:r w:rsidRPr="000E7E86">
        <w:rPr>
          <w:sz w:val="20"/>
          <w:szCs w:val="20"/>
        </w:rPr>
        <w:t>8.2. При невозможности достижения согласия спорные вопросы подлежат рассмотрению в Арбитражном суде Ивановской области. Досудебный (претензионный) порядок разрешения споров является обязательным. Сторона, в адрес которой направлено претензионное письмо, обязан дать на него мотивированный ответ в течение 7 (семи) календарных  дней с момента получения претензии.</w:t>
      </w:r>
    </w:p>
    <w:p w:rsidR="004B3DE4" w:rsidRPr="000E7E86" w:rsidRDefault="004B3DE4" w:rsidP="00EE7CBF">
      <w:pPr>
        <w:ind w:firstLine="708"/>
        <w:jc w:val="both"/>
        <w:rPr>
          <w:sz w:val="20"/>
          <w:szCs w:val="20"/>
        </w:rPr>
      </w:pPr>
    </w:p>
    <w:p w:rsidR="004B3DE4" w:rsidRPr="000E7E86" w:rsidRDefault="004B3DE4" w:rsidP="00CD0FC8">
      <w:pPr>
        <w:numPr>
          <w:ilvl w:val="0"/>
          <w:numId w:val="5"/>
        </w:numPr>
        <w:jc w:val="center"/>
        <w:rPr>
          <w:sz w:val="20"/>
          <w:szCs w:val="20"/>
        </w:rPr>
      </w:pPr>
      <w:r w:rsidRPr="000E7E86">
        <w:rPr>
          <w:sz w:val="20"/>
          <w:szCs w:val="20"/>
        </w:rPr>
        <w:t>СРОК ДЕЙСТВИЯ КОНТРАКТА</w:t>
      </w:r>
    </w:p>
    <w:p w:rsidR="004B3DE4" w:rsidRPr="000E7E86" w:rsidRDefault="004B3DE4" w:rsidP="00CD0FC8">
      <w:pPr>
        <w:ind w:firstLine="708"/>
        <w:jc w:val="both"/>
        <w:rPr>
          <w:sz w:val="20"/>
          <w:szCs w:val="20"/>
        </w:rPr>
      </w:pPr>
      <w:r w:rsidRPr="000E7E86">
        <w:rPr>
          <w:sz w:val="20"/>
          <w:szCs w:val="20"/>
        </w:rPr>
        <w:t>9.1. Настоящий Контракт вступает в силу с момента подписания его Сторонами  и действует по 31.12.2011г.</w:t>
      </w:r>
    </w:p>
    <w:p w:rsidR="004B3DE4" w:rsidRPr="000E7E86" w:rsidRDefault="004B3DE4" w:rsidP="00EE7CBF">
      <w:pPr>
        <w:ind w:firstLine="708"/>
        <w:jc w:val="both"/>
        <w:rPr>
          <w:sz w:val="20"/>
          <w:szCs w:val="20"/>
        </w:rPr>
      </w:pPr>
    </w:p>
    <w:p w:rsidR="004B3DE4" w:rsidRPr="000E7E86" w:rsidRDefault="004B3DE4" w:rsidP="00EE7CBF">
      <w:pPr>
        <w:numPr>
          <w:ilvl w:val="0"/>
          <w:numId w:val="3"/>
        </w:numPr>
        <w:jc w:val="center"/>
        <w:rPr>
          <w:sz w:val="20"/>
          <w:szCs w:val="20"/>
        </w:rPr>
      </w:pPr>
      <w:r w:rsidRPr="000E7E86">
        <w:rPr>
          <w:sz w:val="20"/>
          <w:szCs w:val="20"/>
        </w:rPr>
        <w:t>ЗАКЛЮЧИТЕЛЬНЫЕ ПОЛОЖЕНИЯ</w:t>
      </w:r>
    </w:p>
    <w:p w:rsidR="004B3DE4" w:rsidRPr="000E7E86" w:rsidRDefault="004B3DE4" w:rsidP="00EE7CBF">
      <w:pPr>
        <w:ind w:firstLine="360"/>
        <w:jc w:val="both"/>
        <w:rPr>
          <w:sz w:val="20"/>
          <w:szCs w:val="20"/>
        </w:rPr>
      </w:pPr>
      <w:r w:rsidRPr="000E7E86">
        <w:rPr>
          <w:sz w:val="20"/>
          <w:szCs w:val="20"/>
        </w:rPr>
        <w:t xml:space="preserve">10.1. Любые изменения  и дополнения к настоящему Контракту действительны, при условии, если они совершены в письменной форме и подписаны Сторонами. </w:t>
      </w:r>
    </w:p>
    <w:p w:rsidR="004B3DE4" w:rsidRPr="000E7E86" w:rsidRDefault="004B3DE4" w:rsidP="00EE7CBF">
      <w:pPr>
        <w:ind w:firstLine="360"/>
        <w:jc w:val="both"/>
        <w:rPr>
          <w:sz w:val="20"/>
          <w:szCs w:val="20"/>
        </w:rPr>
      </w:pPr>
      <w:r w:rsidRPr="000E7E86">
        <w:rPr>
          <w:sz w:val="20"/>
          <w:szCs w:val="20"/>
        </w:rPr>
        <w:t>10.2. Расторжение контракта допускается исключительно по соглашению сторон или решению суда по основаниям, предусмотренным гражданским законодательством.</w:t>
      </w:r>
    </w:p>
    <w:p w:rsidR="004B3DE4" w:rsidRPr="000E7E86" w:rsidRDefault="004B3DE4" w:rsidP="00EE7CBF">
      <w:pPr>
        <w:ind w:firstLine="360"/>
        <w:jc w:val="both"/>
        <w:rPr>
          <w:sz w:val="20"/>
          <w:szCs w:val="20"/>
        </w:rPr>
      </w:pPr>
      <w:r w:rsidRPr="000E7E86">
        <w:rPr>
          <w:sz w:val="20"/>
          <w:szCs w:val="20"/>
        </w:rPr>
        <w:t xml:space="preserve">10.3. Настоящий Контракт составлен в двух экземплярах, имеющих одинаковую юридическую силу, по одному экземпляру для каждой Стороны. </w:t>
      </w:r>
    </w:p>
    <w:p w:rsidR="004B3DE4" w:rsidRPr="000E7E86" w:rsidRDefault="004B3DE4" w:rsidP="00EE7CBF">
      <w:pPr>
        <w:rPr>
          <w:sz w:val="20"/>
          <w:szCs w:val="20"/>
        </w:rPr>
      </w:pPr>
    </w:p>
    <w:p w:rsidR="004B3DE4" w:rsidRPr="000E7E86" w:rsidRDefault="004B3DE4" w:rsidP="00EE7CBF">
      <w:pPr>
        <w:numPr>
          <w:ilvl w:val="0"/>
          <w:numId w:val="3"/>
        </w:numPr>
        <w:jc w:val="center"/>
        <w:rPr>
          <w:sz w:val="20"/>
          <w:szCs w:val="20"/>
        </w:rPr>
      </w:pPr>
      <w:r w:rsidRPr="000E7E86">
        <w:rPr>
          <w:sz w:val="20"/>
          <w:szCs w:val="20"/>
        </w:rPr>
        <w:t>ЮРИДИЧЕСКИЕ АДРЕСА И РЕКВИЗИТЫ СТОРОН</w:t>
      </w:r>
    </w:p>
    <w:p w:rsidR="004B3DE4" w:rsidRPr="000E7E86" w:rsidRDefault="004B3DE4" w:rsidP="00EE7CBF">
      <w:pPr>
        <w:tabs>
          <w:tab w:val="left" w:pos="2590"/>
        </w:tabs>
        <w:rPr>
          <w:sz w:val="20"/>
          <w:szCs w:val="20"/>
        </w:rPr>
      </w:pPr>
    </w:p>
    <w:tbl>
      <w:tblPr>
        <w:tblW w:w="0" w:type="auto"/>
        <w:tblLook w:val="0000"/>
      </w:tblPr>
      <w:tblGrid>
        <w:gridCol w:w="5148"/>
        <w:gridCol w:w="4422"/>
      </w:tblGrid>
      <w:tr w:rsidR="004B3DE4" w:rsidRPr="000E7E86" w:rsidTr="00567CE3">
        <w:tc>
          <w:tcPr>
            <w:tcW w:w="5148" w:type="dxa"/>
          </w:tcPr>
          <w:p w:rsidR="004B3DE4" w:rsidRPr="000E7E86" w:rsidRDefault="004B3DE4" w:rsidP="00567CE3">
            <w:pPr>
              <w:tabs>
                <w:tab w:val="left" w:pos="0"/>
              </w:tabs>
              <w:rPr>
                <w:b/>
                <w:sz w:val="20"/>
                <w:szCs w:val="20"/>
              </w:rPr>
            </w:pPr>
            <w:r w:rsidRPr="000E7E86">
              <w:rPr>
                <w:b/>
                <w:sz w:val="20"/>
                <w:szCs w:val="20"/>
              </w:rPr>
              <w:t>Заказчик:</w:t>
            </w:r>
            <w:r w:rsidRPr="000E7E86">
              <w:rPr>
                <w:sz w:val="20"/>
                <w:szCs w:val="20"/>
              </w:rPr>
              <w:t xml:space="preserve">  МУЗ города Иванова городская клиническая больница № 8</w:t>
            </w:r>
          </w:p>
        </w:tc>
        <w:tc>
          <w:tcPr>
            <w:tcW w:w="4422" w:type="dxa"/>
          </w:tcPr>
          <w:p w:rsidR="004B3DE4" w:rsidRPr="000E7E86" w:rsidRDefault="004B3DE4" w:rsidP="00567CE3">
            <w:pPr>
              <w:rPr>
                <w:b/>
                <w:sz w:val="20"/>
                <w:szCs w:val="20"/>
              </w:rPr>
            </w:pPr>
            <w:r w:rsidRPr="000E7E86">
              <w:rPr>
                <w:b/>
                <w:sz w:val="20"/>
                <w:szCs w:val="20"/>
              </w:rPr>
              <w:t xml:space="preserve">     Поставщик: </w:t>
            </w:r>
          </w:p>
        </w:tc>
      </w:tr>
      <w:tr w:rsidR="004B3DE4" w:rsidRPr="000E7E86" w:rsidTr="00567CE3">
        <w:tc>
          <w:tcPr>
            <w:tcW w:w="5148" w:type="dxa"/>
          </w:tcPr>
          <w:p w:rsidR="004B3DE4" w:rsidRPr="000E7E86" w:rsidRDefault="004B3DE4" w:rsidP="00567CE3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</w:rPr>
            </w:pPr>
            <w:r w:rsidRPr="000E7E86">
              <w:rPr>
                <w:rFonts w:ascii="Times New Roman" w:hAnsi="Times New Roman" w:cs="Times New Roman"/>
              </w:rPr>
              <w:t xml:space="preserve"> 153032, г. Иваново, ул. Станкостроителей, д. 4.</w:t>
            </w:r>
          </w:p>
          <w:p w:rsidR="004B3DE4" w:rsidRPr="000E7E86" w:rsidRDefault="004B3DE4" w:rsidP="00567CE3">
            <w:pPr>
              <w:shd w:val="clear" w:color="auto" w:fill="FFFFFF"/>
              <w:tabs>
                <w:tab w:val="left" w:leader="underscore" w:pos="7834"/>
              </w:tabs>
              <w:ind w:left="14"/>
              <w:rPr>
                <w:color w:val="000000"/>
                <w:spacing w:val="-1"/>
                <w:sz w:val="20"/>
                <w:szCs w:val="20"/>
              </w:rPr>
            </w:pPr>
            <w:r w:rsidRPr="000E7E86">
              <w:rPr>
                <w:color w:val="000000"/>
                <w:spacing w:val="-1"/>
                <w:sz w:val="20"/>
                <w:szCs w:val="20"/>
              </w:rPr>
              <w:t xml:space="preserve">                    Тел/факс (4932) 23-45-11</w:t>
            </w:r>
          </w:p>
          <w:p w:rsidR="004B3DE4" w:rsidRPr="000E7E86" w:rsidRDefault="004B3DE4" w:rsidP="00567CE3">
            <w:pPr>
              <w:shd w:val="clear" w:color="auto" w:fill="FFFFFF"/>
              <w:tabs>
                <w:tab w:val="left" w:leader="underscore" w:pos="7834"/>
              </w:tabs>
              <w:ind w:left="14"/>
              <w:rPr>
                <w:color w:val="000000"/>
                <w:spacing w:val="-1"/>
                <w:sz w:val="20"/>
                <w:szCs w:val="20"/>
              </w:rPr>
            </w:pPr>
            <w:r w:rsidRPr="000E7E86">
              <w:rPr>
                <w:color w:val="000000"/>
                <w:spacing w:val="-1"/>
                <w:sz w:val="20"/>
                <w:szCs w:val="20"/>
              </w:rPr>
              <w:t xml:space="preserve">                    ИНН 3731011300 КПП 370201001 </w:t>
            </w:r>
          </w:p>
          <w:p w:rsidR="004B3DE4" w:rsidRPr="000E7E86" w:rsidRDefault="004B3DE4" w:rsidP="00567CE3">
            <w:pPr>
              <w:shd w:val="clear" w:color="auto" w:fill="FFFFFF"/>
              <w:tabs>
                <w:tab w:val="left" w:leader="underscore" w:pos="7834"/>
              </w:tabs>
              <w:ind w:left="14"/>
              <w:rPr>
                <w:color w:val="000000"/>
                <w:spacing w:val="-1"/>
                <w:sz w:val="20"/>
                <w:szCs w:val="20"/>
              </w:rPr>
            </w:pPr>
            <w:r w:rsidRPr="000E7E86">
              <w:rPr>
                <w:color w:val="000000"/>
                <w:spacing w:val="-1"/>
                <w:sz w:val="20"/>
                <w:szCs w:val="20"/>
              </w:rPr>
              <w:t xml:space="preserve">                    Р/с 40404810400000030017</w:t>
            </w:r>
          </w:p>
          <w:p w:rsidR="004B3DE4" w:rsidRPr="000E7E86" w:rsidRDefault="004B3DE4" w:rsidP="00567CE3">
            <w:pPr>
              <w:shd w:val="clear" w:color="auto" w:fill="FFFFFF"/>
              <w:tabs>
                <w:tab w:val="left" w:leader="underscore" w:pos="7834"/>
              </w:tabs>
              <w:ind w:left="14"/>
              <w:rPr>
                <w:color w:val="000000"/>
                <w:spacing w:val="-1"/>
                <w:sz w:val="20"/>
                <w:szCs w:val="20"/>
              </w:rPr>
            </w:pPr>
            <w:r w:rsidRPr="000E7E86">
              <w:rPr>
                <w:color w:val="000000"/>
                <w:spacing w:val="-1"/>
                <w:sz w:val="20"/>
                <w:szCs w:val="20"/>
              </w:rPr>
              <w:t xml:space="preserve">                    ГРКЦ ГУ Банка России по                                       </w:t>
            </w:r>
          </w:p>
          <w:p w:rsidR="004B3DE4" w:rsidRPr="000E7E86" w:rsidRDefault="004B3DE4" w:rsidP="00567CE3">
            <w:pPr>
              <w:shd w:val="clear" w:color="auto" w:fill="FFFFFF"/>
              <w:tabs>
                <w:tab w:val="left" w:leader="underscore" w:pos="7834"/>
              </w:tabs>
              <w:ind w:left="14"/>
              <w:rPr>
                <w:color w:val="000000"/>
                <w:spacing w:val="-1"/>
                <w:sz w:val="20"/>
                <w:szCs w:val="20"/>
              </w:rPr>
            </w:pPr>
            <w:r w:rsidRPr="000E7E86">
              <w:rPr>
                <w:color w:val="000000"/>
                <w:spacing w:val="-1"/>
                <w:sz w:val="20"/>
                <w:szCs w:val="20"/>
              </w:rPr>
              <w:t xml:space="preserve">                    Ивановской области г. Иваново</w:t>
            </w:r>
          </w:p>
          <w:p w:rsidR="004B3DE4" w:rsidRPr="000E7E86" w:rsidRDefault="004B3DE4" w:rsidP="00567CE3">
            <w:pPr>
              <w:shd w:val="clear" w:color="auto" w:fill="FFFFFF"/>
              <w:tabs>
                <w:tab w:val="left" w:leader="underscore" w:pos="7834"/>
              </w:tabs>
              <w:ind w:left="14"/>
              <w:rPr>
                <w:color w:val="000000"/>
                <w:spacing w:val="-1"/>
                <w:sz w:val="20"/>
                <w:szCs w:val="20"/>
              </w:rPr>
            </w:pPr>
            <w:r w:rsidRPr="000E7E86">
              <w:rPr>
                <w:color w:val="000000"/>
                <w:spacing w:val="-1"/>
                <w:sz w:val="20"/>
                <w:szCs w:val="20"/>
              </w:rPr>
              <w:t xml:space="preserve">                    БИК 042406001 </w:t>
            </w:r>
          </w:p>
          <w:p w:rsidR="004B3DE4" w:rsidRPr="000E7E86" w:rsidRDefault="004B3DE4" w:rsidP="00F82D72">
            <w:pPr>
              <w:pStyle w:val="BodyTextIndent3"/>
              <w:ind w:left="0"/>
              <w:rPr>
                <w:sz w:val="20"/>
                <w:szCs w:val="20"/>
              </w:rPr>
            </w:pPr>
            <w:r w:rsidRPr="000E7E86">
              <w:rPr>
                <w:sz w:val="20"/>
                <w:szCs w:val="20"/>
              </w:rPr>
              <w:t xml:space="preserve">Заказчик ___________ / А.В. Ковалева /    </w:t>
            </w:r>
          </w:p>
        </w:tc>
        <w:tc>
          <w:tcPr>
            <w:tcW w:w="4422" w:type="dxa"/>
          </w:tcPr>
          <w:p w:rsidR="004B3DE4" w:rsidRPr="000E7E86" w:rsidRDefault="004B3DE4" w:rsidP="00567CE3">
            <w:pPr>
              <w:rPr>
                <w:sz w:val="20"/>
                <w:szCs w:val="20"/>
              </w:rPr>
            </w:pPr>
          </w:p>
          <w:p w:rsidR="004B3DE4" w:rsidRPr="000E7E86" w:rsidRDefault="004B3DE4" w:rsidP="00567CE3">
            <w:pPr>
              <w:rPr>
                <w:sz w:val="20"/>
                <w:szCs w:val="20"/>
              </w:rPr>
            </w:pPr>
          </w:p>
          <w:p w:rsidR="004B3DE4" w:rsidRPr="000E7E86" w:rsidRDefault="004B3DE4" w:rsidP="00567CE3">
            <w:pPr>
              <w:rPr>
                <w:sz w:val="20"/>
                <w:szCs w:val="20"/>
              </w:rPr>
            </w:pPr>
          </w:p>
          <w:p w:rsidR="004B3DE4" w:rsidRPr="000E7E86" w:rsidRDefault="004B3DE4" w:rsidP="00567CE3">
            <w:pPr>
              <w:rPr>
                <w:sz w:val="20"/>
                <w:szCs w:val="20"/>
              </w:rPr>
            </w:pPr>
          </w:p>
          <w:p w:rsidR="004B3DE4" w:rsidRPr="000E7E86" w:rsidRDefault="004B3DE4" w:rsidP="00567CE3">
            <w:pPr>
              <w:rPr>
                <w:sz w:val="20"/>
                <w:szCs w:val="20"/>
              </w:rPr>
            </w:pPr>
          </w:p>
          <w:p w:rsidR="004B3DE4" w:rsidRPr="000E7E86" w:rsidRDefault="004B3DE4" w:rsidP="00567CE3">
            <w:pPr>
              <w:rPr>
                <w:sz w:val="20"/>
                <w:szCs w:val="20"/>
              </w:rPr>
            </w:pPr>
          </w:p>
          <w:p w:rsidR="004B3DE4" w:rsidRPr="000E7E86" w:rsidRDefault="004B3DE4" w:rsidP="00F82D72">
            <w:pPr>
              <w:rPr>
                <w:sz w:val="20"/>
                <w:szCs w:val="20"/>
              </w:rPr>
            </w:pPr>
          </w:p>
          <w:p w:rsidR="004B3DE4" w:rsidRPr="000E7E86" w:rsidRDefault="004B3DE4" w:rsidP="00F82D72">
            <w:pPr>
              <w:rPr>
                <w:sz w:val="20"/>
                <w:szCs w:val="20"/>
              </w:rPr>
            </w:pPr>
            <w:r w:rsidRPr="000E7E86">
              <w:rPr>
                <w:sz w:val="20"/>
                <w:szCs w:val="20"/>
              </w:rPr>
              <w:t>Поставщик  ______________/_________/</w:t>
            </w:r>
          </w:p>
        </w:tc>
      </w:tr>
    </w:tbl>
    <w:p w:rsidR="004B3DE4" w:rsidRPr="000E7E86" w:rsidRDefault="004B3DE4" w:rsidP="00EE7CBF">
      <w:pPr>
        <w:tabs>
          <w:tab w:val="left" w:pos="2590"/>
        </w:tabs>
        <w:rPr>
          <w:sz w:val="20"/>
          <w:szCs w:val="20"/>
        </w:rPr>
      </w:pPr>
      <w:r w:rsidRPr="000E7E86">
        <w:rPr>
          <w:sz w:val="20"/>
          <w:szCs w:val="20"/>
        </w:rPr>
        <w:t xml:space="preserve">                            </w:t>
      </w:r>
    </w:p>
    <w:p w:rsidR="004B3DE4" w:rsidRPr="000E7E86" w:rsidRDefault="004B3DE4" w:rsidP="007E7EE1">
      <w:pPr>
        <w:jc w:val="right"/>
        <w:rPr>
          <w:b/>
          <w:sz w:val="20"/>
          <w:szCs w:val="20"/>
        </w:rPr>
      </w:pPr>
      <w:r w:rsidRPr="000E7E86">
        <w:rPr>
          <w:b/>
          <w:sz w:val="20"/>
          <w:szCs w:val="20"/>
        </w:rPr>
        <w:br w:type="page"/>
        <w:t xml:space="preserve">                                                             Приложение </w:t>
      </w:r>
      <w:r>
        <w:rPr>
          <w:b/>
          <w:sz w:val="20"/>
          <w:szCs w:val="20"/>
        </w:rPr>
        <w:t>№ 1</w:t>
      </w:r>
    </w:p>
    <w:p w:rsidR="004B3DE4" w:rsidRDefault="004B3DE4" w:rsidP="00EE7CBF">
      <w:pPr>
        <w:jc w:val="right"/>
        <w:rPr>
          <w:b/>
          <w:sz w:val="20"/>
          <w:szCs w:val="20"/>
        </w:rPr>
      </w:pPr>
      <w:r w:rsidRPr="000E7E86">
        <w:rPr>
          <w:b/>
          <w:sz w:val="20"/>
          <w:szCs w:val="20"/>
        </w:rPr>
        <w:t xml:space="preserve">                                                                                               к муниципальному контракту</w:t>
      </w:r>
    </w:p>
    <w:p w:rsidR="004B3DE4" w:rsidRPr="000E7E86" w:rsidRDefault="004B3DE4" w:rsidP="007E7EE1">
      <w:pPr>
        <w:jc w:val="right"/>
        <w:rPr>
          <w:b/>
          <w:sz w:val="20"/>
          <w:szCs w:val="20"/>
        </w:rPr>
      </w:pPr>
      <w:r w:rsidRPr="000E7E86">
        <w:rPr>
          <w:b/>
          <w:sz w:val="20"/>
          <w:szCs w:val="20"/>
        </w:rPr>
        <w:t xml:space="preserve">№ </w:t>
      </w:r>
      <w:r>
        <w:rPr>
          <w:b/>
          <w:sz w:val="20"/>
          <w:szCs w:val="20"/>
        </w:rPr>
        <w:t>____</w:t>
      </w:r>
      <w:r w:rsidRPr="000E7E86">
        <w:rPr>
          <w:b/>
          <w:sz w:val="20"/>
          <w:szCs w:val="20"/>
        </w:rPr>
        <w:t xml:space="preserve"> от «__» ________ 2011  г.  </w:t>
      </w:r>
    </w:p>
    <w:p w:rsidR="004B3DE4" w:rsidRPr="000E7E86" w:rsidRDefault="004B3DE4" w:rsidP="00EE7CBF">
      <w:pPr>
        <w:rPr>
          <w:b/>
          <w:sz w:val="20"/>
          <w:szCs w:val="20"/>
        </w:rPr>
      </w:pPr>
    </w:p>
    <w:p w:rsidR="004B3DE4" w:rsidRPr="000E7E86" w:rsidRDefault="004B3DE4" w:rsidP="00EE7CBF">
      <w:pPr>
        <w:jc w:val="center"/>
        <w:rPr>
          <w:b/>
          <w:sz w:val="20"/>
          <w:szCs w:val="20"/>
        </w:rPr>
      </w:pPr>
    </w:p>
    <w:p w:rsidR="004B3DE4" w:rsidRPr="000E7E86" w:rsidRDefault="004B3DE4" w:rsidP="00EE7CBF">
      <w:pPr>
        <w:jc w:val="center"/>
        <w:rPr>
          <w:b/>
          <w:sz w:val="20"/>
          <w:szCs w:val="20"/>
        </w:rPr>
      </w:pPr>
      <w:r w:rsidRPr="000E7E86">
        <w:rPr>
          <w:b/>
          <w:sz w:val="20"/>
          <w:szCs w:val="20"/>
        </w:rPr>
        <w:t>СПЕЦИФИКАЦИЯ</w:t>
      </w:r>
    </w:p>
    <w:p w:rsidR="004B3DE4" w:rsidRPr="000E7E86" w:rsidRDefault="004B3DE4" w:rsidP="00EE7CBF">
      <w:pPr>
        <w:jc w:val="center"/>
        <w:rPr>
          <w:b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96"/>
        <w:gridCol w:w="3524"/>
        <w:gridCol w:w="1113"/>
        <w:gridCol w:w="1594"/>
        <w:gridCol w:w="1594"/>
        <w:gridCol w:w="1800"/>
      </w:tblGrid>
      <w:tr w:rsidR="004B3DE4" w:rsidRPr="000E7E86" w:rsidTr="007E7EE1">
        <w:tc>
          <w:tcPr>
            <w:tcW w:w="392" w:type="pct"/>
          </w:tcPr>
          <w:p w:rsidR="004B3DE4" w:rsidRPr="000E7E86" w:rsidRDefault="004B3DE4">
            <w:pPr>
              <w:jc w:val="center"/>
              <w:rPr>
                <w:sz w:val="20"/>
                <w:szCs w:val="20"/>
              </w:rPr>
            </w:pPr>
            <w:r w:rsidRPr="000E7E86">
              <w:rPr>
                <w:sz w:val="20"/>
                <w:szCs w:val="20"/>
              </w:rPr>
              <w:t>№ п/п</w:t>
            </w:r>
          </w:p>
        </w:tc>
        <w:tc>
          <w:tcPr>
            <w:tcW w:w="1701" w:type="pct"/>
          </w:tcPr>
          <w:p w:rsidR="004B3DE4" w:rsidRPr="000E7E86" w:rsidRDefault="004B3DE4">
            <w:pPr>
              <w:jc w:val="center"/>
              <w:rPr>
                <w:sz w:val="20"/>
                <w:szCs w:val="20"/>
              </w:rPr>
            </w:pPr>
            <w:r w:rsidRPr="000E7E86">
              <w:rPr>
                <w:sz w:val="20"/>
                <w:szCs w:val="20"/>
              </w:rPr>
              <w:t>Наименование и характеристики</w:t>
            </w:r>
          </w:p>
          <w:p w:rsidR="004B3DE4" w:rsidRPr="000E7E86" w:rsidRDefault="004B3DE4">
            <w:pPr>
              <w:jc w:val="center"/>
              <w:rPr>
                <w:sz w:val="20"/>
                <w:szCs w:val="20"/>
              </w:rPr>
            </w:pPr>
            <w:r w:rsidRPr="000E7E86">
              <w:rPr>
                <w:sz w:val="20"/>
                <w:szCs w:val="20"/>
              </w:rPr>
              <w:t>товара</w:t>
            </w:r>
          </w:p>
        </w:tc>
        <w:tc>
          <w:tcPr>
            <w:tcW w:w="484" w:type="pct"/>
          </w:tcPr>
          <w:p w:rsidR="004B3DE4" w:rsidRPr="000E7E86" w:rsidRDefault="004B3DE4">
            <w:pPr>
              <w:jc w:val="center"/>
              <w:rPr>
                <w:sz w:val="20"/>
                <w:szCs w:val="20"/>
              </w:rPr>
            </w:pPr>
            <w:r w:rsidRPr="000E7E86">
              <w:rPr>
                <w:sz w:val="20"/>
                <w:szCs w:val="20"/>
              </w:rPr>
              <w:t>Ед. измерения</w:t>
            </w:r>
          </w:p>
        </w:tc>
        <w:tc>
          <w:tcPr>
            <w:tcW w:w="775" w:type="pct"/>
          </w:tcPr>
          <w:p w:rsidR="004B3DE4" w:rsidRPr="000E7E86" w:rsidRDefault="004B3DE4">
            <w:pPr>
              <w:jc w:val="center"/>
              <w:rPr>
                <w:sz w:val="20"/>
                <w:szCs w:val="20"/>
              </w:rPr>
            </w:pPr>
            <w:r w:rsidRPr="000E7E86">
              <w:rPr>
                <w:sz w:val="20"/>
                <w:szCs w:val="20"/>
              </w:rPr>
              <w:t>Количество товара, л.</w:t>
            </w:r>
          </w:p>
        </w:tc>
        <w:tc>
          <w:tcPr>
            <w:tcW w:w="775" w:type="pct"/>
          </w:tcPr>
          <w:p w:rsidR="004B3DE4" w:rsidRPr="000E7E86" w:rsidRDefault="004B3DE4">
            <w:pPr>
              <w:jc w:val="center"/>
              <w:rPr>
                <w:sz w:val="20"/>
                <w:szCs w:val="20"/>
              </w:rPr>
            </w:pPr>
            <w:r w:rsidRPr="000E7E86">
              <w:rPr>
                <w:sz w:val="20"/>
                <w:szCs w:val="20"/>
              </w:rPr>
              <w:t>Цена единицы товара, руб.</w:t>
            </w:r>
          </w:p>
        </w:tc>
        <w:tc>
          <w:tcPr>
            <w:tcW w:w="872" w:type="pct"/>
          </w:tcPr>
          <w:p w:rsidR="004B3DE4" w:rsidRPr="000E7E86" w:rsidRDefault="004B3DE4">
            <w:pPr>
              <w:jc w:val="center"/>
              <w:rPr>
                <w:sz w:val="20"/>
                <w:szCs w:val="20"/>
              </w:rPr>
            </w:pPr>
            <w:r w:rsidRPr="000E7E86">
              <w:rPr>
                <w:sz w:val="20"/>
                <w:szCs w:val="20"/>
              </w:rPr>
              <w:t>Общая стоимость товара, руб.</w:t>
            </w:r>
          </w:p>
        </w:tc>
      </w:tr>
      <w:tr w:rsidR="004B3DE4" w:rsidRPr="000E7E86" w:rsidTr="007E7EE1">
        <w:tc>
          <w:tcPr>
            <w:tcW w:w="392" w:type="pct"/>
          </w:tcPr>
          <w:p w:rsidR="004B3DE4" w:rsidRPr="000E7E86" w:rsidRDefault="004B3DE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pct"/>
          </w:tcPr>
          <w:p w:rsidR="004B3DE4" w:rsidRPr="000E7E86" w:rsidRDefault="004B3DE4">
            <w:pPr>
              <w:rPr>
                <w:sz w:val="20"/>
                <w:szCs w:val="20"/>
              </w:rPr>
            </w:pPr>
          </w:p>
        </w:tc>
        <w:tc>
          <w:tcPr>
            <w:tcW w:w="484" w:type="pct"/>
          </w:tcPr>
          <w:p w:rsidR="004B3DE4" w:rsidRPr="000E7E86" w:rsidRDefault="004B3DE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75" w:type="pct"/>
          </w:tcPr>
          <w:p w:rsidR="004B3DE4" w:rsidRPr="000E7E86" w:rsidRDefault="004B3DE4">
            <w:pPr>
              <w:pStyle w:val="BodyText"/>
              <w:tabs>
                <w:tab w:val="left" w:pos="2590"/>
              </w:tabs>
              <w:jc w:val="center"/>
            </w:pPr>
          </w:p>
        </w:tc>
        <w:tc>
          <w:tcPr>
            <w:tcW w:w="775" w:type="pct"/>
          </w:tcPr>
          <w:p w:rsidR="004B3DE4" w:rsidRPr="000E7E86" w:rsidRDefault="004B3DE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72" w:type="pct"/>
          </w:tcPr>
          <w:p w:rsidR="004B3DE4" w:rsidRPr="000E7E86" w:rsidRDefault="004B3DE4">
            <w:pPr>
              <w:jc w:val="center"/>
              <w:rPr>
                <w:sz w:val="20"/>
                <w:szCs w:val="20"/>
              </w:rPr>
            </w:pPr>
          </w:p>
        </w:tc>
      </w:tr>
      <w:tr w:rsidR="004B3DE4" w:rsidRPr="000E7E86" w:rsidTr="007E7EE1">
        <w:tc>
          <w:tcPr>
            <w:tcW w:w="392" w:type="pct"/>
          </w:tcPr>
          <w:p w:rsidR="004B3DE4" w:rsidRPr="000E7E86" w:rsidRDefault="004B3DE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pct"/>
          </w:tcPr>
          <w:p w:rsidR="004B3DE4" w:rsidRPr="000E7E86" w:rsidRDefault="004B3DE4">
            <w:pPr>
              <w:rPr>
                <w:sz w:val="20"/>
                <w:szCs w:val="20"/>
              </w:rPr>
            </w:pPr>
          </w:p>
        </w:tc>
        <w:tc>
          <w:tcPr>
            <w:tcW w:w="484" w:type="pct"/>
          </w:tcPr>
          <w:p w:rsidR="004B3DE4" w:rsidRPr="000E7E86" w:rsidRDefault="004B3DE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75" w:type="pct"/>
          </w:tcPr>
          <w:p w:rsidR="004B3DE4" w:rsidRPr="000E7E86" w:rsidRDefault="004B3DE4">
            <w:pPr>
              <w:pStyle w:val="BodyText"/>
              <w:tabs>
                <w:tab w:val="left" w:pos="2590"/>
              </w:tabs>
              <w:jc w:val="center"/>
            </w:pPr>
          </w:p>
        </w:tc>
        <w:tc>
          <w:tcPr>
            <w:tcW w:w="775" w:type="pct"/>
          </w:tcPr>
          <w:p w:rsidR="004B3DE4" w:rsidRPr="000E7E86" w:rsidRDefault="004B3DE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72" w:type="pct"/>
          </w:tcPr>
          <w:p w:rsidR="004B3DE4" w:rsidRPr="000E7E86" w:rsidRDefault="004B3DE4">
            <w:pPr>
              <w:jc w:val="center"/>
              <w:rPr>
                <w:sz w:val="20"/>
                <w:szCs w:val="20"/>
              </w:rPr>
            </w:pPr>
          </w:p>
        </w:tc>
      </w:tr>
      <w:tr w:rsidR="004B3DE4" w:rsidRPr="000E7E86" w:rsidTr="007E7EE1">
        <w:tc>
          <w:tcPr>
            <w:tcW w:w="5000" w:type="pct"/>
            <w:gridSpan w:val="6"/>
          </w:tcPr>
          <w:p w:rsidR="004B3DE4" w:rsidRPr="000E7E86" w:rsidRDefault="004B3DE4">
            <w:pPr>
              <w:rPr>
                <w:b/>
                <w:sz w:val="20"/>
                <w:szCs w:val="20"/>
              </w:rPr>
            </w:pPr>
            <w:r w:rsidRPr="000E7E86">
              <w:rPr>
                <w:b/>
                <w:sz w:val="20"/>
                <w:szCs w:val="20"/>
              </w:rPr>
              <w:t xml:space="preserve">           ИТОГО:                                                                                                         </w:t>
            </w:r>
          </w:p>
        </w:tc>
      </w:tr>
    </w:tbl>
    <w:p w:rsidR="004B3DE4" w:rsidRPr="000E7E86" w:rsidRDefault="004B3DE4" w:rsidP="00EE7CBF">
      <w:pPr>
        <w:jc w:val="center"/>
        <w:rPr>
          <w:b/>
          <w:sz w:val="20"/>
          <w:szCs w:val="20"/>
        </w:rPr>
      </w:pPr>
    </w:p>
    <w:p w:rsidR="004B3DE4" w:rsidRDefault="004B3DE4" w:rsidP="00EE7CBF">
      <w:pPr>
        <w:rPr>
          <w:b/>
          <w:sz w:val="20"/>
          <w:szCs w:val="20"/>
        </w:rPr>
      </w:pPr>
    </w:p>
    <w:p w:rsidR="004B3DE4" w:rsidRPr="000E7E86" w:rsidRDefault="004B3DE4" w:rsidP="00EE7CBF">
      <w:pPr>
        <w:rPr>
          <w:b/>
          <w:sz w:val="20"/>
          <w:szCs w:val="20"/>
        </w:rPr>
      </w:pPr>
      <w:r w:rsidRPr="000E7E86">
        <w:rPr>
          <w:b/>
          <w:sz w:val="20"/>
          <w:szCs w:val="20"/>
        </w:rPr>
        <w:t>ЗАКАЗЧИК:                                                                       ПОСТАВЩИК:</w:t>
      </w:r>
    </w:p>
    <w:p w:rsidR="004B3DE4" w:rsidRPr="000E7E86" w:rsidRDefault="004B3DE4" w:rsidP="00EE7CBF">
      <w:pPr>
        <w:rPr>
          <w:sz w:val="20"/>
          <w:szCs w:val="20"/>
        </w:rPr>
      </w:pPr>
    </w:p>
    <w:p w:rsidR="004B3DE4" w:rsidRPr="000E7E86" w:rsidRDefault="004B3DE4" w:rsidP="00EE7CBF">
      <w:pPr>
        <w:rPr>
          <w:sz w:val="20"/>
          <w:szCs w:val="20"/>
        </w:rPr>
      </w:pPr>
      <w:r w:rsidRPr="000E7E86">
        <w:rPr>
          <w:sz w:val="20"/>
          <w:szCs w:val="20"/>
        </w:rPr>
        <w:t>_____________/________________/                                  _______________ /______________/</w:t>
      </w:r>
    </w:p>
    <w:p w:rsidR="004B3DE4" w:rsidRPr="000E7E86" w:rsidRDefault="004B3DE4" w:rsidP="00EE7CBF">
      <w:pPr>
        <w:rPr>
          <w:sz w:val="20"/>
          <w:szCs w:val="20"/>
        </w:rPr>
      </w:pPr>
    </w:p>
    <w:p w:rsidR="004B3DE4" w:rsidRPr="000E7E86" w:rsidRDefault="004B3DE4" w:rsidP="00EE7CBF">
      <w:pPr>
        <w:rPr>
          <w:sz w:val="20"/>
          <w:szCs w:val="20"/>
        </w:rPr>
      </w:pPr>
      <w:r w:rsidRPr="000E7E86">
        <w:rPr>
          <w:sz w:val="20"/>
          <w:szCs w:val="20"/>
        </w:rPr>
        <w:t xml:space="preserve">                                               М.П.                                                                           М.П.</w:t>
      </w:r>
    </w:p>
    <w:p w:rsidR="004B3DE4" w:rsidRPr="000E7E86" w:rsidRDefault="004B3DE4" w:rsidP="00EE7CBF">
      <w:pPr>
        <w:rPr>
          <w:sz w:val="20"/>
          <w:szCs w:val="20"/>
        </w:rPr>
      </w:pPr>
    </w:p>
    <w:p w:rsidR="004B3DE4" w:rsidRPr="000E7E86" w:rsidRDefault="004B3DE4" w:rsidP="00EE7CBF">
      <w:pPr>
        <w:jc w:val="right"/>
        <w:rPr>
          <w:sz w:val="20"/>
          <w:szCs w:val="20"/>
        </w:rPr>
      </w:pPr>
    </w:p>
    <w:p w:rsidR="004B3DE4" w:rsidRPr="000E7E86" w:rsidRDefault="004B3DE4" w:rsidP="00EE7CBF">
      <w:pPr>
        <w:jc w:val="right"/>
        <w:rPr>
          <w:sz w:val="20"/>
          <w:szCs w:val="20"/>
        </w:rPr>
      </w:pPr>
    </w:p>
    <w:p w:rsidR="004B3DE4" w:rsidRPr="000E7E86" w:rsidRDefault="004B3DE4" w:rsidP="00EE7CBF">
      <w:pPr>
        <w:jc w:val="right"/>
        <w:rPr>
          <w:sz w:val="20"/>
          <w:szCs w:val="20"/>
        </w:rPr>
      </w:pPr>
    </w:p>
    <w:p w:rsidR="004B3DE4" w:rsidRPr="000E7E86" w:rsidRDefault="004B3DE4" w:rsidP="00EE7CBF">
      <w:pPr>
        <w:jc w:val="right"/>
        <w:rPr>
          <w:sz w:val="20"/>
          <w:szCs w:val="20"/>
        </w:rPr>
      </w:pPr>
    </w:p>
    <w:p w:rsidR="004B3DE4" w:rsidRPr="000E7E86" w:rsidRDefault="004B3DE4" w:rsidP="00EE7CBF">
      <w:pPr>
        <w:jc w:val="right"/>
        <w:rPr>
          <w:sz w:val="20"/>
          <w:szCs w:val="20"/>
        </w:rPr>
      </w:pPr>
    </w:p>
    <w:p w:rsidR="004B3DE4" w:rsidRPr="000E7E86" w:rsidRDefault="004B3DE4" w:rsidP="00EE7CBF">
      <w:pPr>
        <w:jc w:val="right"/>
        <w:rPr>
          <w:sz w:val="20"/>
          <w:szCs w:val="20"/>
        </w:rPr>
      </w:pPr>
    </w:p>
    <w:sectPr w:rsidR="004B3DE4" w:rsidRPr="000E7E86" w:rsidSect="000E7E86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433F91"/>
    <w:multiLevelType w:val="multilevel"/>
    <w:tmpl w:val="373090B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/>
        <w:b/>
      </w:rPr>
    </w:lvl>
  </w:abstractNum>
  <w:abstractNum w:abstractNumId="1">
    <w:nsid w:val="11B8783A"/>
    <w:multiLevelType w:val="hybridMultilevel"/>
    <w:tmpl w:val="DB2A560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34E27AE7"/>
    <w:multiLevelType w:val="hybridMultilevel"/>
    <w:tmpl w:val="DB143A38"/>
    <w:lvl w:ilvl="0" w:tplc="E4845F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36A84BD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641A99E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AEEAEAF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175A589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125CC4B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0D9A1F8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FC18EA3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991C398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3">
    <w:nsid w:val="637F406C"/>
    <w:multiLevelType w:val="hybridMultilevel"/>
    <w:tmpl w:val="24F42D46"/>
    <w:lvl w:ilvl="0" w:tplc="58C6056A">
      <w:start w:val="1"/>
      <w:numFmt w:val="decimal"/>
      <w:lvlText w:val="%1."/>
      <w:lvlJc w:val="left"/>
      <w:pPr>
        <w:ind w:left="39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1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3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5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7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9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1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3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50" w:hanging="180"/>
      </w:pPr>
      <w:rPr>
        <w:rFonts w:cs="Times New Roman"/>
      </w:rPr>
    </w:lvl>
  </w:abstractNum>
  <w:num w:numId="1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E7CBF"/>
    <w:rsid w:val="000354D8"/>
    <w:rsid w:val="00056247"/>
    <w:rsid w:val="000C0651"/>
    <w:rsid w:val="000E7E86"/>
    <w:rsid w:val="001142A0"/>
    <w:rsid w:val="00154C54"/>
    <w:rsid w:val="00180B67"/>
    <w:rsid w:val="001A0D01"/>
    <w:rsid w:val="001C5CF6"/>
    <w:rsid w:val="002A7716"/>
    <w:rsid w:val="002C5F75"/>
    <w:rsid w:val="002D4ABE"/>
    <w:rsid w:val="00374ADA"/>
    <w:rsid w:val="00381551"/>
    <w:rsid w:val="003C19D8"/>
    <w:rsid w:val="0044336C"/>
    <w:rsid w:val="00490E82"/>
    <w:rsid w:val="004A2DEF"/>
    <w:rsid w:val="004B3DE4"/>
    <w:rsid w:val="004F3B6A"/>
    <w:rsid w:val="004F5448"/>
    <w:rsid w:val="005439B4"/>
    <w:rsid w:val="00567CE3"/>
    <w:rsid w:val="00586C7D"/>
    <w:rsid w:val="005C20DC"/>
    <w:rsid w:val="005E3596"/>
    <w:rsid w:val="0060090F"/>
    <w:rsid w:val="00623A0F"/>
    <w:rsid w:val="006F0E60"/>
    <w:rsid w:val="00702822"/>
    <w:rsid w:val="0071131B"/>
    <w:rsid w:val="007E7EE1"/>
    <w:rsid w:val="00832EE9"/>
    <w:rsid w:val="0087751E"/>
    <w:rsid w:val="008931BD"/>
    <w:rsid w:val="008A2480"/>
    <w:rsid w:val="008A3527"/>
    <w:rsid w:val="008A355D"/>
    <w:rsid w:val="008C0671"/>
    <w:rsid w:val="008C14E7"/>
    <w:rsid w:val="008D4AAF"/>
    <w:rsid w:val="008F784B"/>
    <w:rsid w:val="00936722"/>
    <w:rsid w:val="009522FC"/>
    <w:rsid w:val="00A81930"/>
    <w:rsid w:val="00AB766A"/>
    <w:rsid w:val="00AE2FDC"/>
    <w:rsid w:val="00B72336"/>
    <w:rsid w:val="00B959F4"/>
    <w:rsid w:val="00BE2A47"/>
    <w:rsid w:val="00BE3E3E"/>
    <w:rsid w:val="00C06632"/>
    <w:rsid w:val="00C92A6F"/>
    <w:rsid w:val="00CA264A"/>
    <w:rsid w:val="00CD0FC8"/>
    <w:rsid w:val="00CF2876"/>
    <w:rsid w:val="00D54C82"/>
    <w:rsid w:val="00DA31D5"/>
    <w:rsid w:val="00DB79D2"/>
    <w:rsid w:val="00E037B5"/>
    <w:rsid w:val="00E651CE"/>
    <w:rsid w:val="00EA7646"/>
    <w:rsid w:val="00EE7CBF"/>
    <w:rsid w:val="00F3067C"/>
    <w:rsid w:val="00F3202F"/>
    <w:rsid w:val="00F517D3"/>
    <w:rsid w:val="00F82D72"/>
    <w:rsid w:val="00FA4EEC"/>
    <w:rsid w:val="00FC6F75"/>
    <w:rsid w:val="00FE5A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Body Text Indent 3" w:locked="1" w:semiHidden="0" w:uiPriority="0" w:unhideWhenUsed="0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7CBF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EE7CBF"/>
    <w:pPr>
      <w:spacing w:after="120"/>
    </w:pPr>
    <w:rPr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EE7CBF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ConsPlusNormal">
    <w:name w:val="ConsPlusNormal Знак"/>
    <w:link w:val="ConsPlusNormal0"/>
    <w:uiPriority w:val="99"/>
    <w:locked/>
    <w:rsid w:val="00832EE9"/>
    <w:rPr>
      <w:rFonts w:ascii="Arial" w:hAnsi="Arial"/>
      <w:lang w:val="ru-RU" w:eastAsia="ru-RU"/>
    </w:rPr>
  </w:style>
  <w:style w:type="paragraph" w:customStyle="1" w:styleId="ConsPlusNormal0">
    <w:name w:val="ConsPlusNormal"/>
    <w:link w:val="ConsPlusNormal"/>
    <w:uiPriority w:val="99"/>
    <w:rsid w:val="00832EE9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832EE9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styleId="ListParagraph">
    <w:name w:val="List Paragraph"/>
    <w:basedOn w:val="Normal"/>
    <w:uiPriority w:val="99"/>
    <w:qFormat/>
    <w:rsid w:val="00832EE9"/>
    <w:pPr>
      <w:ind w:left="720"/>
      <w:contextualSpacing/>
    </w:pPr>
  </w:style>
  <w:style w:type="paragraph" w:styleId="Title">
    <w:name w:val="Title"/>
    <w:basedOn w:val="Normal"/>
    <w:link w:val="TitleChar"/>
    <w:uiPriority w:val="99"/>
    <w:qFormat/>
    <w:rsid w:val="00EA7646"/>
    <w:pPr>
      <w:jc w:val="center"/>
    </w:pPr>
    <w:rPr>
      <w:b/>
      <w:szCs w:val="20"/>
    </w:rPr>
  </w:style>
  <w:style w:type="character" w:customStyle="1" w:styleId="TitleChar">
    <w:name w:val="Title Char"/>
    <w:basedOn w:val="DefaultParagraphFont"/>
    <w:link w:val="Title"/>
    <w:uiPriority w:val="99"/>
    <w:locked/>
    <w:rsid w:val="00EA7646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a">
    <w:name w:val="Основной шрифт"/>
    <w:uiPriority w:val="99"/>
    <w:rsid w:val="00EA7646"/>
  </w:style>
  <w:style w:type="table" w:styleId="TableGrid">
    <w:name w:val="Table Grid"/>
    <w:basedOn w:val="TableNormal"/>
    <w:uiPriority w:val="99"/>
    <w:rsid w:val="008931BD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FC6F75"/>
    <w:rPr>
      <w:rFonts w:cs="Times New Roman"/>
      <w:color w:val="0000FF"/>
      <w:u w:val="single"/>
    </w:rPr>
  </w:style>
  <w:style w:type="paragraph" w:styleId="BodyTextIndent3">
    <w:name w:val="Body Text Indent 3"/>
    <w:basedOn w:val="Normal"/>
    <w:link w:val="BodyTextIndent3Char"/>
    <w:uiPriority w:val="99"/>
    <w:rsid w:val="00CD0FC8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locked/>
    <w:rsid w:val="00CD0FC8"/>
    <w:rPr>
      <w:rFonts w:ascii="Times New Roman" w:hAnsi="Times New Roman" w:cs="Times New Roman"/>
      <w:sz w:val="16"/>
      <w:szCs w:val="16"/>
      <w:lang w:eastAsia="ru-RU"/>
    </w:rPr>
  </w:style>
  <w:style w:type="paragraph" w:styleId="BodyTextIndent2">
    <w:name w:val="Body Text Indent 2"/>
    <w:basedOn w:val="Normal"/>
    <w:link w:val="BodyTextIndent2Char"/>
    <w:uiPriority w:val="99"/>
    <w:rsid w:val="00F3202F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F3202F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a0">
    <w:name w:val="Знак Знак Знак Знак"/>
    <w:basedOn w:val="Normal"/>
    <w:uiPriority w:val="99"/>
    <w:rsid w:val="002C5F75"/>
    <w:pPr>
      <w:spacing w:before="100" w:beforeAutospacing="1" w:after="100" w:afterAutospacing="1"/>
    </w:pPr>
    <w:rPr>
      <w:rFonts w:ascii="Tahoma" w:eastAsia="Calibri" w:hAnsi="Tahoma"/>
      <w:sz w:val="20"/>
      <w:szCs w:val="20"/>
      <w:lang w:val="en-US" w:eastAsia="en-US"/>
    </w:rPr>
  </w:style>
  <w:style w:type="character" w:customStyle="1" w:styleId="1">
    <w:name w:val="Знак Знак1"/>
    <w:uiPriority w:val="99"/>
    <w:rsid w:val="002C5F75"/>
    <w:rPr>
      <w:b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8549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5491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gor_bol_8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164</TotalTime>
  <Pages>7</Pages>
  <Words>3251</Words>
  <Characters>18535</Characters>
  <Application>Microsoft Office Outlook</Application>
  <DocSecurity>0</DocSecurity>
  <Lines>0</Lines>
  <Paragraphs>0</Paragraphs>
  <ScaleCrop>false</ScaleCrop>
  <Company>Krokoz™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админ</cp:lastModifiedBy>
  <cp:revision>9</cp:revision>
  <cp:lastPrinted>2011-07-25T11:13:00Z</cp:lastPrinted>
  <dcterms:created xsi:type="dcterms:W3CDTF">2011-07-25T09:50:00Z</dcterms:created>
  <dcterms:modified xsi:type="dcterms:W3CDTF">2011-07-28T09:53:00Z</dcterms:modified>
</cp:coreProperties>
</file>